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D94" w:rsidRPr="00C16D94" w:rsidRDefault="00903DFF" w:rsidP="00903DFF">
      <w:pPr>
        <w:pStyle w:val="Heading1"/>
        <w:rPr>
          <w:rFonts w:asciiTheme="minorHAnsi" w:hAnsiTheme="minorHAnsi"/>
          <w:u w:val="single"/>
        </w:rPr>
      </w:pPr>
      <w:r w:rsidRPr="00C16D94">
        <w:rPr>
          <w:rFonts w:asciiTheme="minorHAnsi" w:hAnsiTheme="minorHAnsi"/>
          <w:u w:val="single"/>
        </w:rPr>
        <w:t>Unit 2</w:t>
      </w:r>
      <w:r w:rsidR="00C16D94" w:rsidRPr="00C16D94">
        <w:rPr>
          <w:rFonts w:asciiTheme="minorHAnsi" w:hAnsiTheme="minorHAnsi"/>
          <w:u w:val="single"/>
        </w:rPr>
        <w:t xml:space="preserve"> Higher</w:t>
      </w:r>
    </w:p>
    <w:p w:rsidR="00903DFF" w:rsidRPr="00C16D94" w:rsidRDefault="00903DFF" w:rsidP="00903DFF">
      <w:pPr>
        <w:pStyle w:val="Heading1"/>
        <w:rPr>
          <w:rFonts w:asciiTheme="minorHAnsi" w:hAnsiTheme="minorHAnsi"/>
          <w:u w:val="single"/>
        </w:rPr>
      </w:pPr>
      <w:r w:rsidRPr="00C16D94">
        <w:rPr>
          <w:rFonts w:asciiTheme="minorHAnsi" w:hAnsiTheme="minorHAnsi"/>
          <w:u w:val="single"/>
        </w:rPr>
        <w:t>Last-minute Revision List</w:t>
      </w:r>
    </w:p>
    <w:p w:rsidR="00903DFF" w:rsidRPr="00C16D94" w:rsidRDefault="00903DFF" w:rsidP="00903DFF">
      <w:pPr>
        <w:spacing w:before="240"/>
        <w:rPr>
          <w:rFonts w:asciiTheme="minorHAnsi" w:hAnsiTheme="minorHAnsi"/>
        </w:rPr>
      </w:pPr>
      <w:r w:rsidRPr="00C16D94">
        <w:rPr>
          <w:rFonts w:asciiTheme="minorHAnsi" w:hAnsiTheme="minorHAnsi"/>
        </w:rPr>
        <w:t>This is a list of the topics you might want to look at over the final few days before the exam.</w:t>
      </w:r>
    </w:p>
    <w:p w:rsidR="00903DFF" w:rsidRPr="00C16D94" w:rsidRDefault="00903DFF" w:rsidP="00C16D94">
      <w:pPr>
        <w:jc w:val="center"/>
        <w:rPr>
          <w:rFonts w:asciiTheme="minorHAnsi" w:hAnsiTheme="minorHAnsi"/>
          <w:b/>
          <w:u w:val="single"/>
        </w:rPr>
      </w:pPr>
      <w:r w:rsidRPr="00C16D94">
        <w:rPr>
          <w:rFonts w:asciiTheme="minorHAnsi" w:hAnsiTheme="minorHAnsi"/>
          <w:b/>
          <w:highlight w:val="yellow"/>
          <w:u w:val="single"/>
        </w:rPr>
        <w:t>THIS IS A SUGGE</w:t>
      </w:r>
      <w:r w:rsidR="00C16D94" w:rsidRPr="00C16D94">
        <w:rPr>
          <w:rFonts w:asciiTheme="minorHAnsi" w:hAnsiTheme="minorHAnsi"/>
          <w:b/>
          <w:highlight w:val="yellow"/>
          <w:u w:val="single"/>
        </w:rPr>
        <w:t>STION OF WHAT MIGHT COME IN UNIT 2</w:t>
      </w:r>
    </w:p>
    <w:p w:rsidR="00903DFF" w:rsidRPr="00C16D94" w:rsidRDefault="00903DFF" w:rsidP="00903DFF">
      <w:pPr>
        <w:rPr>
          <w:rFonts w:asciiTheme="minorHAnsi" w:hAnsiTheme="minorHAnsi"/>
        </w:rPr>
      </w:pPr>
    </w:p>
    <w:tbl>
      <w:tblPr>
        <w:tblW w:w="80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984"/>
        <w:gridCol w:w="1843"/>
        <w:gridCol w:w="1418"/>
      </w:tblGrid>
      <w:tr w:rsidR="00C16D94" w:rsidRPr="00C16D94" w:rsidTr="00C16D94">
        <w:trPr>
          <w:trHeight w:val="300"/>
        </w:trPr>
        <w:tc>
          <w:tcPr>
            <w:tcW w:w="1135" w:type="dxa"/>
          </w:tcPr>
          <w:p w:rsidR="00C16D94" w:rsidRPr="00C16D94" w:rsidRDefault="00C16D94" w:rsidP="00903DFF">
            <w:pPr>
              <w:ind w:left="-108"/>
              <w:rPr>
                <w:rFonts w:asciiTheme="minorHAnsi" w:eastAsia="Times New Roman" w:hAnsiTheme="minorHAnsi"/>
                <w:b/>
                <w:color w:val="000000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C16D94" w:rsidRPr="00C16D94" w:rsidRDefault="00C16D94" w:rsidP="00903DFF">
            <w:pPr>
              <w:jc w:val="center"/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  <w:t>Topic</w:t>
            </w:r>
          </w:p>
        </w:tc>
        <w:tc>
          <w:tcPr>
            <w:tcW w:w="5245" w:type="dxa"/>
            <w:gridSpan w:val="3"/>
            <w:shd w:val="clear" w:color="auto" w:fill="auto"/>
            <w:noWrap/>
            <w:vAlign w:val="bottom"/>
          </w:tcPr>
          <w:p w:rsidR="00C16D94" w:rsidRPr="00C16D94" w:rsidRDefault="00C16D94" w:rsidP="00903DFF">
            <w:pPr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b/>
                <w:color w:val="000000"/>
                <w:sz w:val="22"/>
                <w:lang w:eastAsia="en-GB"/>
              </w:rPr>
              <w:t>Subtopics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C41B355" wp14:editId="6F898045">
                  <wp:extent cx="699715" cy="242758"/>
                  <wp:effectExtent l="0" t="0" r="5715" b="508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PERCENTAGES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Increase/decrease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Compound interest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90AC058" wp14:editId="7C81AB62">
                  <wp:extent cx="699715" cy="242758"/>
                  <wp:effectExtent l="0" t="0" r="5715" b="508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RATIO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Sharing quantities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tabs>
                <w:tab w:val="left" w:pos="2018"/>
              </w:tabs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1598D061" wp14:editId="227EE3CB">
                  <wp:extent cx="699715" cy="242758"/>
                  <wp:effectExtent l="0" t="0" r="5715" b="508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QUADRATIC EQUATIONS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Using the formula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Completing </w:t>
            </w:r>
            <w:r w:rsidR="00C16D94"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the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square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78F5B251" wp14:editId="04C6C9E3">
                  <wp:extent cx="699715" cy="242758"/>
                  <wp:effectExtent l="0" t="0" r="5715" b="508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SIMULTANEOUS EQUATIONS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2 linear equations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line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quadratic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line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1 circle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593BB1B3" wp14:editId="621D0E9F">
                  <wp:extent cx="699715" cy="242758"/>
                  <wp:effectExtent l="0" t="0" r="5715" b="508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PROPORTION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Direct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y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sym w:font="Symbol" w:char="F0B5"/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 x (y = </w:t>
            </w:r>
            <w:proofErr w:type="spellStart"/>
            <w:r w:rsidRPr="00C16D94">
              <w:rPr>
                <w:rFonts w:asciiTheme="minorHAnsi" w:eastAsia="Times New Roman" w:hAnsiTheme="minorHAnsi"/>
                <w:i/>
                <w:color w:val="000000"/>
                <w:sz w:val="22"/>
                <w:lang w:eastAsia="en-GB"/>
              </w:rPr>
              <w:t>k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x</w:t>
            </w:r>
            <w:proofErr w:type="spellEnd"/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Inverse</w:t>
            </w:r>
          </w:p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y </w:t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sym w:font="Symbol" w:char="F0B5"/>
            </w: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lang w:eastAsia="en-GB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x</m:t>
                  </m:r>
                </m:den>
              </m:f>
            </m:oMath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 (y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lang w:eastAsia="en-GB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x</m:t>
                  </m:r>
                </m:den>
              </m:f>
            </m:oMath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FC6C780" wp14:editId="57E035E4">
                  <wp:extent cx="699715" cy="242758"/>
                  <wp:effectExtent l="0" t="0" r="5715" b="508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INEQUALITIES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Number lines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Solving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Graphs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4F80551A" wp14:editId="094DA828">
                  <wp:extent cx="699715" cy="242758"/>
                  <wp:effectExtent l="0" t="0" r="5715" b="508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STRAIGHT LINES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Parallel lines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Perpendicular lines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338B49E" wp14:editId="3175B9B6">
                  <wp:extent cx="699715" cy="242758"/>
                  <wp:effectExtent l="0" t="0" r="5715" b="508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ANGLES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Parallel lines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Interior/exterior in polygons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0C624A52" wp14:editId="31C9F60B">
                  <wp:extent cx="699715" cy="242758"/>
                  <wp:effectExtent l="0" t="0" r="5715" b="508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PYTHAGORAS THEOREM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2-dimensions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3-dimensions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BF0DE10" wp14:editId="5283CC06">
                  <wp:extent cx="699715" cy="242758"/>
                  <wp:effectExtent l="0" t="0" r="5715" b="508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TRIGONOMETRY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2-dimensions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3-dimensions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536F592" wp14:editId="4877B163">
                  <wp:extent cx="699715" cy="242758"/>
                  <wp:effectExtent l="0" t="0" r="5715" b="508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SINE/COSINE RULE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Angles and sides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 xml:space="preserve">Area of a triangle (Area =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lang w:eastAsia="en-GB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 w:val="22"/>
                      <w:lang w:eastAsia="en-GB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/>
                  <w:color w:val="000000"/>
                  <w:sz w:val="22"/>
                  <w:lang w:eastAsia="en-GB"/>
                </w:rPr>
                <m:t>ab Sin(C)</m:t>
              </m:r>
            </m:oMath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)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32DD0A84" wp14:editId="64E944D7">
                  <wp:extent cx="699715" cy="242758"/>
                  <wp:effectExtent l="0" t="0" r="5715" b="508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SIMILAR SHAPES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Length/Area/Volume</w:t>
            </w:r>
          </w:p>
        </w:tc>
        <w:tc>
          <w:tcPr>
            <w:tcW w:w="3261" w:type="dxa"/>
            <w:gridSpan w:val="2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Intersecting chords</w:t>
            </w: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6402D29B" wp14:editId="5B5670BA">
                  <wp:extent cx="699715" cy="242758"/>
                  <wp:effectExtent l="0" t="0" r="5715" b="508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CIRCLES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Circumference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Area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1E2F8968" wp14:editId="20B71B99">
                  <wp:extent cx="699715" cy="242758"/>
                  <wp:effectExtent l="0" t="0" r="5715" b="508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3D VOLUME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Cylinders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Cones/spheres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  <w:tr w:rsidR="00903DFF" w:rsidRPr="00C16D94" w:rsidTr="00C16D94">
        <w:trPr>
          <w:trHeight w:val="300"/>
        </w:trPr>
        <w:tc>
          <w:tcPr>
            <w:tcW w:w="1135" w:type="dxa"/>
          </w:tcPr>
          <w:p w:rsidR="00903DFF" w:rsidRPr="00C16D94" w:rsidRDefault="00903DFF" w:rsidP="00903DFF">
            <w:pPr>
              <w:ind w:left="-108"/>
              <w:rPr>
                <w:rFonts w:asciiTheme="minorHAnsi" w:eastAsia="Times New Roman" w:hAnsiTheme="minorHAnsi"/>
                <w:color w:val="000000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noProof/>
                <w:color w:val="000000"/>
                <w:lang w:eastAsia="en-GB"/>
              </w:rPr>
              <w:drawing>
                <wp:inline distT="0" distB="0" distL="0" distR="0" wp14:anchorId="2BAA74A1" wp14:editId="4549193B">
                  <wp:extent cx="699715" cy="242758"/>
                  <wp:effectExtent l="0" t="0" r="5715" b="508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82" cy="2435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jc w:val="center"/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EXACT ANSWERS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Surds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  <w:r w:rsidRPr="00C16D94"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  <w:t>Answers in pi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03DFF" w:rsidRPr="00C16D94" w:rsidRDefault="00903DFF" w:rsidP="00903DFF">
            <w:pPr>
              <w:rPr>
                <w:rFonts w:asciiTheme="minorHAnsi" w:eastAsia="Times New Roman" w:hAnsiTheme="minorHAnsi"/>
                <w:color w:val="000000"/>
                <w:sz w:val="22"/>
                <w:lang w:eastAsia="en-GB"/>
              </w:rPr>
            </w:pPr>
          </w:p>
        </w:tc>
      </w:tr>
    </w:tbl>
    <w:p w:rsidR="00C16D94" w:rsidRPr="00C16D94" w:rsidRDefault="00C16D94" w:rsidP="00903DFF">
      <w:pPr>
        <w:rPr>
          <w:rFonts w:asciiTheme="minorHAnsi" w:hAnsiTheme="minorHAnsi"/>
        </w:rPr>
      </w:pPr>
    </w:p>
    <w:p w:rsidR="00903DFF" w:rsidRPr="00C16D94" w:rsidRDefault="00C16D94" w:rsidP="00C16D94">
      <w:pPr>
        <w:jc w:val="center"/>
        <w:rPr>
          <w:rFonts w:asciiTheme="minorHAnsi" w:hAnsiTheme="minorHAnsi"/>
          <w:b/>
          <w:u w:val="single"/>
        </w:rPr>
      </w:pPr>
      <w:r w:rsidRPr="00C16D94">
        <w:rPr>
          <w:rFonts w:asciiTheme="minorHAnsi" w:hAnsiTheme="minorHAnsi"/>
          <w:b/>
          <w:highlight w:val="yellow"/>
          <w:u w:val="single"/>
        </w:rPr>
        <w:t>ANSWERS ON THE WIKISPACE</w:t>
      </w:r>
    </w:p>
    <w:p w:rsidR="00C16D94" w:rsidRPr="00C16D94" w:rsidRDefault="00C16D94">
      <w:pPr>
        <w:rPr>
          <w:rFonts w:asciiTheme="minorHAnsi" w:hAnsiTheme="minorHAnsi"/>
          <w:b/>
          <w:bCs/>
        </w:rPr>
      </w:pPr>
      <w:r w:rsidRPr="00C16D94">
        <w:rPr>
          <w:rFonts w:asciiTheme="minorHAnsi" w:hAnsiTheme="minorHAnsi"/>
          <w:b/>
          <w:bCs/>
          <w:noProof/>
          <w:lang w:eastAsia="en-GB"/>
        </w:rPr>
        <w:lastRenderedPageBreak/>
        <w:drawing>
          <wp:inline distT="0" distB="0" distL="0" distR="0" wp14:anchorId="2059D6FC" wp14:editId="31994043">
            <wp:extent cx="5029200" cy="6348009"/>
            <wp:effectExtent l="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ula sheet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24" cy="6347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  <w:b/>
          <w:bCs/>
        </w:rPr>
        <w:br w:type="page"/>
      </w:r>
    </w:p>
    <w:p w:rsidR="00123FD9" w:rsidRPr="00C16D94" w:rsidRDefault="00EA4FD1" w:rsidP="00123FD9">
      <w:pPr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F432573" wp14:editId="2E00A830">
                <wp:simplePos x="0" y="0"/>
                <wp:positionH relativeFrom="column">
                  <wp:posOffset>-127000</wp:posOffset>
                </wp:positionH>
                <wp:positionV relativeFrom="paragraph">
                  <wp:posOffset>-288926</wp:posOffset>
                </wp:positionV>
                <wp:extent cx="4772660" cy="295275"/>
                <wp:effectExtent l="0" t="0" r="27940" b="28575"/>
                <wp:wrapNone/>
                <wp:docPr id="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Pr="00EA4FD1" w:rsidRDefault="00C16D94" w:rsidP="00186711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Percentages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26" type="#_x0000_t202" style="position:absolute;margin-left:-10pt;margin-top:-22.75pt;width:375.8pt;height:23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" strokeweight="2pt">
                <v:textbox>
                  <w:txbxContent>
                    <w:p w:rsidR="00C16D94" w:rsidRPr="00EA4FD1" w:rsidRDefault="00C16D94" w:rsidP="00186711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Percentages</w:t>
                      </w:r>
                    </w:p>
                  </w:txbxContent>
                </v:textbox>
              </v:shape>
            </w:pict>
          </mc:Fallback>
        </mc:AlternateContent>
      </w:r>
      <w:r w:rsidR="00123FD9" w:rsidRPr="00C16D94">
        <w:rPr>
          <w:rFonts w:asciiTheme="minorHAnsi" w:hAnsiTheme="minorHAnsi"/>
          <w:b/>
          <w:bCs/>
        </w:rPr>
        <w:t>1.</w:t>
      </w:r>
      <w:r w:rsidR="00123FD9" w:rsidRPr="00C16D94">
        <w:rPr>
          <w:rFonts w:asciiTheme="minorHAnsi" w:hAnsiTheme="minorHAnsi"/>
        </w:rPr>
        <w:tab/>
        <w:t>A concert ticket costs £45 plus a booking charge of 15%.</w:t>
      </w:r>
    </w:p>
    <w:p w:rsidR="00123FD9" w:rsidRPr="00C16D94" w:rsidRDefault="00123FD9" w:rsidP="00AC072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total cost of a concert ticket.</w:t>
      </w: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.................................</w:t>
      </w:r>
    </w:p>
    <w:p w:rsidR="00123FD9" w:rsidRPr="00C16D94" w:rsidRDefault="00123FD9" w:rsidP="00123FD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>The normal cost of a coat is £94</w:t>
      </w:r>
      <w:r w:rsidRPr="00C16D94">
        <w:rPr>
          <w:rFonts w:asciiTheme="minorHAnsi" w:hAnsiTheme="minorHAnsi"/>
        </w:rPr>
        <w:br/>
      </w:r>
      <w:proofErr w:type="gramStart"/>
      <w:r w:rsidRPr="00C16D94">
        <w:rPr>
          <w:rFonts w:asciiTheme="minorHAnsi" w:hAnsiTheme="minorHAnsi"/>
        </w:rPr>
        <w:t>In</w:t>
      </w:r>
      <w:proofErr w:type="gramEnd"/>
      <w:r w:rsidRPr="00C16D94">
        <w:rPr>
          <w:rFonts w:asciiTheme="minorHAnsi" w:hAnsiTheme="minorHAnsi"/>
        </w:rPr>
        <w:t xml:space="preserve"> a sale the cost of the coat is reduced by 36%</w:t>
      </w:r>
    </w:p>
    <w:p w:rsidR="00123FD9" w:rsidRPr="00C16D94" w:rsidRDefault="00123FD9" w:rsidP="00AC072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36% of £94</w:t>
      </w: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…………………..</w:t>
      </w:r>
    </w:p>
    <w:p w:rsidR="00123FD9" w:rsidRPr="00C16D94" w:rsidRDefault="00123FD9" w:rsidP="00123FD9">
      <w:pPr>
        <w:pStyle w:val="mark"/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>A coin is made from copper and nickel.</w:t>
      </w:r>
      <w:r w:rsidRPr="00C16D94">
        <w:rPr>
          <w:rFonts w:asciiTheme="minorHAnsi" w:hAnsiTheme="minorHAnsi"/>
        </w:rPr>
        <w:br/>
        <w:t>84% of its weight is copper.</w:t>
      </w:r>
      <w:r w:rsidRPr="00C16D94">
        <w:rPr>
          <w:rFonts w:asciiTheme="minorHAnsi" w:hAnsiTheme="minorHAnsi"/>
        </w:rPr>
        <w:br/>
        <w:t>16% of its weight is nickel.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Find the ratio of the weight of copper to the weight of nickel.</w:t>
      </w:r>
      <w:r w:rsidRPr="00C16D94">
        <w:rPr>
          <w:rFonts w:asciiTheme="minorHAnsi" w:hAnsiTheme="minorHAnsi"/>
        </w:rPr>
        <w:br/>
        <w:t>Give your ratio in its simplest form.</w:t>
      </w: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  <w:t xml:space="preserve">Work out the </w:t>
      </w:r>
      <w:r w:rsidRPr="00C16D94">
        <w:rPr>
          <w:rFonts w:asciiTheme="minorHAnsi" w:hAnsiTheme="minorHAnsi"/>
          <w:b/>
          <w:bCs/>
        </w:rPr>
        <w:t>simple</w:t>
      </w:r>
      <w:r w:rsidRPr="00C16D94">
        <w:rPr>
          <w:rFonts w:asciiTheme="minorHAnsi" w:hAnsiTheme="minorHAnsi"/>
        </w:rPr>
        <w:t xml:space="preserve"> interest on £530 at 4.5% per annum after 3 years.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…………………………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5.</w:t>
      </w:r>
      <w:r w:rsidRPr="00C16D94">
        <w:rPr>
          <w:rFonts w:asciiTheme="minorHAnsi" w:hAnsiTheme="minorHAnsi"/>
        </w:rPr>
        <w:tab/>
        <w:t>Henry invests £4500 at a compound interest rate of 5% per annum.</w:t>
      </w:r>
    </w:p>
    <w:p w:rsidR="00123FD9" w:rsidRPr="00C16D94" w:rsidRDefault="00123FD9" w:rsidP="00AC072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At the end of </w:t>
      </w:r>
      <w:r w:rsidRPr="00C16D94">
        <w:rPr>
          <w:rFonts w:asciiTheme="minorHAnsi" w:hAnsiTheme="minorHAnsi"/>
          <w:i/>
          <w:iCs/>
        </w:rPr>
        <w:t>n</w:t>
      </w:r>
      <w:r w:rsidRPr="00C16D94">
        <w:rPr>
          <w:rFonts w:asciiTheme="minorHAnsi" w:hAnsiTheme="minorHAnsi"/>
        </w:rPr>
        <w:t xml:space="preserve"> complete years the investment has grown to £5469.78.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Find the value of </w:t>
      </w:r>
      <w:r w:rsidRPr="00C16D94">
        <w:rPr>
          <w:rFonts w:asciiTheme="minorHAnsi" w:hAnsiTheme="minorHAnsi"/>
          <w:i/>
          <w:iCs/>
        </w:rPr>
        <w:t>n</w:t>
      </w:r>
      <w:r w:rsidRPr="00C16D94">
        <w:rPr>
          <w:rFonts w:asciiTheme="minorHAnsi" w:hAnsiTheme="minorHAnsi"/>
        </w:rPr>
        <w:t>.</w:t>
      </w: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6.</w:t>
      </w:r>
      <w:r w:rsidRPr="00C16D94">
        <w:rPr>
          <w:rFonts w:asciiTheme="minorHAnsi" w:hAnsiTheme="minorHAnsi"/>
        </w:rPr>
        <w:tab/>
        <w:t>James invested £2000 for three years in an Internet Savings Account.</w:t>
      </w:r>
      <w:r w:rsidRPr="00C16D94">
        <w:rPr>
          <w:rFonts w:asciiTheme="minorHAnsi" w:hAnsiTheme="minorHAnsi"/>
        </w:rPr>
        <w:br/>
        <w:t xml:space="preserve">He is paid 5.5% per annum </w:t>
      </w:r>
      <w:r w:rsidRPr="00C16D94">
        <w:rPr>
          <w:rFonts w:asciiTheme="minorHAnsi" w:hAnsiTheme="minorHAnsi"/>
          <w:b/>
          <w:bCs/>
        </w:rPr>
        <w:t xml:space="preserve">compound </w:t>
      </w:r>
      <w:r w:rsidRPr="00C16D94">
        <w:rPr>
          <w:rFonts w:asciiTheme="minorHAnsi" w:hAnsiTheme="minorHAnsi"/>
        </w:rPr>
        <w:t>interest.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Work out the </w:t>
      </w:r>
      <w:r w:rsidRPr="00C16D94">
        <w:rPr>
          <w:rFonts w:asciiTheme="minorHAnsi" w:hAnsiTheme="minorHAnsi"/>
          <w:b/>
          <w:bCs/>
        </w:rPr>
        <w:t xml:space="preserve">total interest </w:t>
      </w:r>
      <w:r w:rsidRPr="00C16D94">
        <w:rPr>
          <w:rFonts w:asciiTheme="minorHAnsi" w:hAnsiTheme="minorHAnsi"/>
        </w:rPr>
        <w:t>earned after three years.</w:t>
      </w: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  <w:b/>
          <w:bCs/>
        </w:rPr>
      </w:pPr>
      <w:r w:rsidRPr="00C16D94">
        <w:rPr>
          <w:rFonts w:asciiTheme="minorHAnsi" w:hAnsiTheme="minorHAnsi"/>
        </w:rPr>
        <w:t>£ .................................</w:t>
      </w:r>
    </w:p>
    <w:p w:rsidR="00123FD9" w:rsidRPr="00C16D94" w:rsidRDefault="00123FD9" w:rsidP="00123FD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7.</w:t>
      </w:r>
      <w:r w:rsidRPr="00C16D94">
        <w:rPr>
          <w:rFonts w:asciiTheme="minorHAnsi" w:hAnsiTheme="minorHAnsi"/>
        </w:rPr>
        <w:tab/>
        <w:t>Gwen bought a new car.</w:t>
      </w:r>
      <w:r w:rsidRPr="00C16D94">
        <w:rPr>
          <w:rFonts w:asciiTheme="minorHAnsi" w:hAnsiTheme="minorHAnsi"/>
        </w:rPr>
        <w:br/>
      </w:r>
      <w:proofErr w:type="gramStart"/>
      <w:r w:rsidRPr="00C16D94">
        <w:rPr>
          <w:rFonts w:asciiTheme="minorHAnsi" w:hAnsiTheme="minorHAnsi"/>
        </w:rPr>
        <w:t>Each year, the value of her car depreciated by 9%.</w:t>
      </w:r>
      <w:proofErr w:type="gramEnd"/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number of years after which the value of her car was 47% of its value when new.</w:t>
      </w: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</w:t>
      </w:r>
    </w:p>
    <w:p w:rsidR="00123FD9" w:rsidRPr="00C16D94" w:rsidRDefault="00123FD9" w:rsidP="00123FD9">
      <w:pPr>
        <w:pStyle w:val="mark"/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8.</w:t>
      </w:r>
      <w:r w:rsidRPr="00C16D94">
        <w:rPr>
          <w:rFonts w:asciiTheme="minorHAnsi" w:hAnsiTheme="minorHAnsi"/>
        </w:rPr>
        <w:tab/>
        <w:t>In a sale, normal prices are reduced by 25%.</w:t>
      </w:r>
      <w:r w:rsidRPr="00C16D94">
        <w:rPr>
          <w:rFonts w:asciiTheme="minorHAnsi" w:hAnsiTheme="minorHAnsi"/>
        </w:rPr>
        <w:br/>
        <w:t>The sale price of a saw is £12.75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normal price of the saw.</w:t>
      </w: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.....................................</w:t>
      </w:r>
    </w:p>
    <w:p w:rsidR="00123FD9" w:rsidRPr="00C16D94" w:rsidRDefault="00123FD9" w:rsidP="00123FD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9.</w:t>
      </w:r>
      <w:r w:rsidRPr="00C16D94">
        <w:rPr>
          <w:rFonts w:asciiTheme="minorHAnsi" w:hAnsiTheme="minorHAnsi"/>
        </w:rPr>
        <w:tab/>
        <w:t>In a sale, normal prices are reduced by 12%.</w:t>
      </w:r>
      <w:r w:rsidRPr="00C16D94">
        <w:rPr>
          <w:rFonts w:asciiTheme="minorHAnsi" w:hAnsiTheme="minorHAnsi"/>
        </w:rPr>
        <w:br/>
        <w:t>The sale price of a DVD player is £242.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normal price of the DVD player.</w:t>
      </w: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…………………………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4Questionrest"/>
        <w:ind w:left="720" w:hanging="720"/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A40F321" wp14:editId="58BC33F2">
                <wp:simplePos x="0" y="0"/>
                <wp:positionH relativeFrom="column">
                  <wp:posOffset>25400</wp:posOffset>
                </wp:positionH>
                <wp:positionV relativeFrom="paragraph">
                  <wp:posOffset>-250824</wp:posOffset>
                </wp:positionV>
                <wp:extent cx="4772660" cy="247650"/>
                <wp:effectExtent l="0" t="0" r="27940" b="19050"/>
                <wp:wrapNone/>
                <wp:docPr id="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123FD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Ratio</w:t>
                            </w:r>
                          </w:p>
                          <w:p w:rsidR="00C16D94" w:rsidRPr="00EA4FD1" w:rsidRDefault="00C16D94" w:rsidP="00123FD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pt;margin-top:-19.75pt;width:375.8pt;height:19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" strokeweight="2pt">
                <v:textbox>
                  <w:txbxContent>
                    <w:p w:rsidR="00C16D94" w:rsidRDefault="00C16D94" w:rsidP="00123FD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Ratio</w:t>
                      </w:r>
                    </w:p>
                    <w:p w:rsidR="00C16D94" w:rsidRPr="00EA4FD1" w:rsidRDefault="00C16D94" w:rsidP="00123FD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  <w:t xml:space="preserve">Verity and Jean share £126 in the ratio </w:t>
      </w:r>
      <w:proofErr w:type="gramStart"/>
      <w:r w:rsidRPr="00C16D94">
        <w:rPr>
          <w:rFonts w:asciiTheme="minorHAnsi" w:hAnsiTheme="minorHAnsi"/>
        </w:rPr>
        <w:t>5 :</w:t>
      </w:r>
      <w:proofErr w:type="gramEnd"/>
      <w:r w:rsidRPr="00C16D94">
        <w:rPr>
          <w:rFonts w:asciiTheme="minorHAnsi" w:hAnsiTheme="minorHAnsi"/>
        </w:rPr>
        <w:t xml:space="preserve"> 3</w:t>
      </w:r>
      <w:r w:rsidRPr="00C16D94">
        <w:rPr>
          <w:rFonts w:asciiTheme="minorHAnsi" w:hAnsiTheme="minorHAnsi"/>
        </w:rPr>
        <w:br/>
        <w:t>Work out how much money Verity receives.</w:t>
      </w: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 ……………………………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>A shop sells CDs and DVDs.</w:t>
      </w:r>
      <w:r w:rsidRPr="00C16D94">
        <w:rPr>
          <w:rFonts w:asciiTheme="minorHAnsi" w:hAnsiTheme="minorHAnsi"/>
        </w:rPr>
        <w:br/>
        <w:t>In one week the number of CDs sold and the number of DVDs sold were in the ratio 3:5</w:t>
      </w:r>
      <w:r w:rsidRPr="00C16D94">
        <w:rPr>
          <w:rFonts w:asciiTheme="minorHAnsi" w:hAnsiTheme="minorHAnsi"/>
        </w:rPr>
        <w:br/>
      </w:r>
      <w:proofErr w:type="gramStart"/>
      <w:r w:rsidRPr="00C16D94">
        <w:rPr>
          <w:rFonts w:asciiTheme="minorHAnsi" w:hAnsiTheme="minorHAnsi"/>
        </w:rPr>
        <w:t>The</w:t>
      </w:r>
      <w:proofErr w:type="gramEnd"/>
      <w:r w:rsidRPr="00C16D94">
        <w:rPr>
          <w:rFonts w:asciiTheme="minorHAnsi" w:hAnsiTheme="minorHAnsi"/>
        </w:rPr>
        <w:t xml:space="preserve"> total number of CDs and DVDs sold in the week was 728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number of CDs sold.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</w:t>
      </w:r>
    </w:p>
    <w:p w:rsidR="00123FD9" w:rsidRPr="00C16D94" w:rsidRDefault="00123FD9" w:rsidP="00123FD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 xml:space="preserve">Ann and Bob shared £240 in the ratio </w:t>
      </w:r>
      <w:proofErr w:type="gramStart"/>
      <w:r w:rsidRPr="00C16D94">
        <w:rPr>
          <w:rFonts w:asciiTheme="minorHAnsi" w:hAnsiTheme="minorHAnsi"/>
        </w:rPr>
        <w:t>3 :</w:t>
      </w:r>
      <w:proofErr w:type="gramEnd"/>
      <w:r w:rsidRPr="00C16D94">
        <w:rPr>
          <w:rFonts w:asciiTheme="minorHAnsi" w:hAnsiTheme="minorHAnsi"/>
        </w:rPr>
        <w:t xml:space="preserve"> 5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Ann gave a </w:t>
      </w:r>
      <w:r w:rsidRPr="00C16D94">
        <w:rPr>
          <w:rFonts w:asciiTheme="minorHAnsi" w:hAnsiTheme="minorHAnsi"/>
          <w:b/>
          <w:bCs/>
        </w:rPr>
        <w:t xml:space="preserve">half </w:t>
      </w:r>
      <w:r w:rsidRPr="00C16D94">
        <w:rPr>
          <w:rFonts w:asciiTheme="minorHAnsi" w:hAnsiTheme="minorHAnsi"/>
        </w:rPr>
        <w:t>of her share to Colin.</w:t>
      </w:r>
      <w:r w:rsidRPr="00C16D94">
        <w:rPr>
          <w:rFonts w:asciiTheme="minorHAnsi" w:hAnsiTheme="minorHAnsi"/>
        </w:rPr>
        <w:br/>
        <w:t xml:space="preserve">Bob gave a </w:t>
      </w:r>
      <w:r w:rsidRPr="00C16D94">
        <w:rPr>
          <w:rFonts w:asciiTheme="minorHAnsi" w:hAnsiTheme="minorHAnsi"/>
          <w:b/>
          <w:bCs/>
        </w:rPr>
        <w:t xml:space="preserve">tenth </w:t>
      </w:r>
      <w:r w:rsidRPr="00C16D94">
        <w:rPr>
          <w:rFonts w:asciiTheme="minorHAnsi" w:hAnsiTheme="minorHAnsi"/>
        </w:rPr>
        <w:t>of his share to Colin.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What fraction of the £240 did Colin receive?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</w:t>
      </w: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b/>
          <w:bCs/>
        </w:rPr>
      </w:pP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4.</w:t>
      </w:r>
      <w:r w:rsidRPr="00C16D94">
        <w:rPr>
          <w:rFonts w:asciiTheme="minorHAnsi" w:hAnsiTheme="minorHAnsi"/>
        </w:rPr>
        <w:tab/>
        <w:t xml:space="preserve">Amy, Beth and Colin share 36 sweets in the ratio </w:t>
      </w:r>
      <w:proofErr w:type="gramStart"/>
      <w:r w:rsidRPr="00C16D94">
        <w:rPr>
          <w:rFonts w:asciiTheme="minorHAnsi" w:hAnsiTheme="minorHAnsi"/>
        </w:rPr>
        <w:t>2 :</w:t>
      </w:r>
      <w:proofErr w:type="gramEnd"/>
      <w:r w:rsidRPr="00C16D94">
        <w:rPr>
          <w:rFonts w:asciiTheme="minorHAnsi" w:hAnsiTheme="minorHAnsi"/>
        </w:rPr>
        <w:t xml:space="preserve"> 3 : 4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number of sweets that each of them receives.</w:t>
      </w: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Amy………….sweets</w:t>
      </w: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Beth………….sweets</w:t>
      </w: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Colin…………..sweets</w:t>
      </w:r>
    </w:p>
    <w:p w:rsidR="00123FD9" w:rsidRPr="00C16D94" w:rsidRDefault="00123FD9" w:rsidP="00123FD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5.</w:t>
      </w:r>
      <w:r w:rsidRPr="00C16D94">
        <w:rPr>
          <w:rFonts w:asciiTheme="minorHAnsi" w:hAnsiTheme="minorHAnsi"/>
        </w:rPr>
        <w:tab/>
        <w:t>Derek, Erica and Fred share £108 in the ratio 3:4:2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amount of money Erica gets.</w:t>
      </w: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£……………………………</w:t>
      </w:r>
    </w:p>
    <w:p w:rsidR="00123FD9" w:rsidRPr="00C16D94" w:rsidRDefault="00123FD9" w:rsidP="00123FD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6.</w:t>
      </w:r>
      <w:r w:rsidRPr="00C16D94">
        <w:rPr>
          <w:rFonts w:asciiTheme="minorHAnsi" w:hAnsiTheme="minorHAnsi"/>
        </w:rPr>
        <w:tab/>
        <w:t>Jim makes a model of his school.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He uses a scale of </w:t>
      </w:r>
      <w:proofErr w:type="gramStart"/>
      <w:r w:rsidRPr="00C16D94">
        <w:rPr>
          <w:rFonts w:asciiTheme="minorHAnsi" w:hAnsiTheme="minorHAnsi"/>
        </w:rPr>
        <w:t>1 :</w:t>
      </w:r>
      <w:proofErr w:type="gramEnd"/>
      <w:r w:rsidRPr="00C16D94">
        <w:rPr>
          <w:rFonts w:asciiTheme="minorHAnsi" w:hAnsiTheme="minorHAnsi"/>
        </w:rPr>
        <w:t xml:space="preserve"> 50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The area of the door on his model is 8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</w:p>
    <w:p w:rsidR="00123FD9" w:rsidRPr="00C16D94" w:rsidRDefault="00123FD9" w:rsidP="00123FD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area of the door on the real school.</w:t>
      </w:r>
    </w:p>
    <w:p w:rsidR="00123FD9" w:rsidRPr="00C16D94" w:rsidRDefault="00123FD9" w:rsidP="00123FD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D6058C" w:rsidRPr="00C16D94" w:rsidRDefault="00D6058C" w:rsidP="00123FD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D6058C" w:rsidRPr="00C16D94" w:rsidRDefault="00D6058C" w:rsidP="00123FD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123FD9" w:rsidRPr="00C16D94" w:rsidRDefault="00123FD9" w:rsidP="00123FD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</w:p>
    <w:p w:rsidR="00123FD9" w:rsidRPr="00C16D94" w:rsidRDefault="00123FD9" w:rsidP="00123FD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D6058C" w:rsidRPr="00C16D94" w:rsidRDefault="00D6058C" w:rsidP="00D6058C">
      <w:pPr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  <w:szCs w:val="24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721A786" wp14:editId="7124ACFF">
                <wp:simplePos x="0" y="0"/>
                <wp:positionH relativeFrom="column">
                  <wp:posOffset>-31750</wp:posOffset>
                </wp:positionH>
                <wp:positionV relativeFrom="paragraph">
                  <wp:posOffset>-250190</wp:posOffset>
                </wp:positionV>
                <wp:extent cx="4772660" cy="247650"/>
                <wp:effectExtent l="0" t="0" r="27940" b="19050"/>
                <wp:wrapNone/>
                <wp:docPr id="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Quadratics</w:t>
                            </w:r>
                          </w:p>
                          <w:p w:rsidR="00C16D94" w:rsidRPr="00EA4FD1" w:rsidRDefault="00C16D94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.5pt;margin-top:-19.7pt;width:375.8pt;height:19.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" strokeweight="2pt">
                <v:textbox>
                  <w:txbxContent>
                    <w:p w:rsidR="00C16D94" w:rsidRDefault="00C16D94" w:rsidP="00D6058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Quadratics</w:t>
                      </w:r>
                    </w:p>
                    <w:p w:rsidR="00C16D94" w:rsidRPr="00EA4FD1" w:rsidRDefault="00C16D94" w:rsidP="00D6058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  <w:t>Solve this quadratic equation.</w:t>
      </w:r>
    </w:p>
    <w:p w:rsidR="00D6058C" w:rsidRPr="00C16D94" w:rsidRDefault="00D6058C" w:rsidP="00D6058C">
      <w:pPr>
        <w:pStyle w:val="questionChar"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1276"/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proofErr w:type="gramStart"/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proofErr w:type="gramEnd"/>
      <w:r w:rsidRPr="00C16D94">
        <w:rPr>
          <w:rFonts w:asciiTheme="minorHAnsi" w:hAnsiTheme="minorHAnsi"/>
          <w:position w:val="10"/>
          <w:sz w:val="16"/>
          <w:szCs w:val="16"/>
        </w:rPr>
        <w:t xml:space="preserve"> </w:t>
      </w:r>
      <w:r w:rsidRPr="00C16D94">
        <w:rPr>
          <w:rFonts w:asciiTheme="minorHAnsi" w:hAnsiTheme="minorHAnsi"/>
        </w:rPr>
        <w:t>– 5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– 8 = 0</w:t>
      </w:r>
    </w:p>
    <w:p w:rsidR="00D6058C" w:rsidRPr="00C16D94" w:rsidRDefault="00D6058C" w:rsidP="00D6058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</w:p>
    <w:p w:rsidR="00D6058C" w:rsidRPr="00C16D94" w:rsidRDefault="00D6058C" w:rsidP="00D6058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Give your answers correct to 3 significant figures.</w:t>
      </w:r>
    </w:p>
    <w:p w:rsidR="00D6058C" w:rsidRPr="00C16D94" w:rsidRDefault="00D6058C" w:rsidP="00D6058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= .....................................or 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  <w:b/>
          <w:bCs/>
        </w:rPr>
        <w:t xml:space="preserve"> </w:t>
      </w:r>
      <w:proofErr w:type="gramStart"/>
      <w:r w:rsidRPr="00C16D94">
        <w:rPr>
          <w:rFonts w:asciiTheme="minorHAnsi" w:hAnsiTheme="minorHAnsi"/>
          <w:b/>
          <w:bCs/>
        </w:rPr>
        <w:t xml:space="preserve">= </w:t>
      </w:r>
      <w:r w:rsidRPr="00C16D94">
        <w:rPr>
          <w:rFonts w:asciiTheme="minorHAnsi" w:hAnsiTheme="minorHAnsi"/>
        </w:rPr>
        <w:t>.....................................</w:t>
      </w:r>
      <w:proofErr w:type="gramEnd"/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D6058C" w:rsidRPr="00C16D94" w:rsidRDefault="00D6058C" w:rsidP="00D6058C">
      <w:pPr>
        <w:pStyle w:val="question"/>
        <w:tabs>
          <w:tab w:val="left" w:pos="567"/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>Solve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 xml:space="preserve"> + 3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 w:cs="Symbol"/>
        </w:rPr>
        <w:t></w:t>
      </w:r>
      <w:r w:rsidRPr="00C16D94">
        <w:rPr>
          <w:rFonts w:asciiTheme="minorHAnsi" w:hAnsiTheme="minorHAnsi"/>
        </w:rPr>
        <w:t xml:space="preserve"> 5 = 0</w:t>
      </w:r>
      <w:r w:rsidRPr="00C16D94">
        <w:rPr>
          <w:rFonts w:asciiTheme="minorHAnsi" w:hAnsiTheme="minorHAnsi"/>
        </w:rPr>
        <w:br/>
        <w:t>Give your solutions correct to 4 significant figures.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……………………….</w:t>
      </w:r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D6058C" w:rsidRPr="00C16D94" w:rsidRDefault="00D6058C" w:rsidP="00D6058C">
      <w:pPr>
        <w:pStyle w:val="questiona"/>
        <w:tabs>
          <w:tab w:val="left" w:pos="1134"/>
          <w:tab w:val="left" w:pos="184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a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>Solve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 xml:space="preserve"> + 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+ 11 = 14</w:t>
      </w:r>
      <w:r w:rsidRPr="00C16D94">
        <w:rPr>
          <w:rFonts w:asciiTheme="minorHAnsi" w:hAnsiTheme="minorHAnsi"/>
        </w:rPr>
        <w:br/>
        <w:t>Give your solutions correct to 3 significant figures.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......................................................</w:t>
      </w:r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 marks)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 xml:space="preserve"> 4.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a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>On the grid below, draw the graphs of</w:t>
      </w:r>
    </w:p>
    <w:p w:rsidR="00D6058C" w:rsidRPr="00C16D94" w:rsidRDefault="00D6058C" w:rsidP="00D6058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ab/>
      </w:r>
      <w:r w:rsidRPr="00C16D94">
        <w:rPr>
          <w:rFonts w:asciiTheme="minorHAnsi" w:hAnsiTheme="minorHAnsi"/>
          <w:i/>
          <w:iCs/>
        </w:rPr>
        <w:tab/>
      </w:r>
      <w:proofErr w:type="gramStart"/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proofErr w:type="gramEnd"/>
      <w:r w:rsidRPr="00C16D94">
        <w:rPr>
          <w:rFonts w:asciiTheme="minorHAnsi" w:hAnsiTheme="minorHAnsi"/>
        </w:rPr>
        <w:t xml:space="preserve"> +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 xml:space="preserve"> = 100</w:t>
      </w:r>
    </w:p>
    <w:p w:rsidR="00D6058C" w:rsidRPr="00C16D94" w:rsidRDefault="00D6058C" w:rsidP="00D6058C">
      <w:pPr>
        <w:pStyle w:val="indent1Char"/>
        <w:tabs>
          <w:tab w:val="left" w:pos="1134"/>
          <w:tab w:val="left" w:pos="396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proofErr w:type="gramStart"/>
      <w:r w:rsidRPr="00C16D94">
        <w:rPr>
          <w:rFonts w:asciiTheme="minorHAnsi" w:hAnsiTheme="minorHAnsi"/>
        </w:rPr>
        <w:t>and</w:t>
      </w:r>
      <w:proofErr w:type="gramEnd"/>
      <w:r w:rsidRPr="00C16D94">
        <w:rPr>
          <w:rFonts w:asciiTheme="minorHAnsi" w:hAnsiTheme="minorHAnsi"/>
        </w:rPr>
        <w:tab/>
        <w:t>2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3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– 4</w:t>
      </w:r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D6058C" w:rsidRPr="00C16D94" w:rsidRDefault="00D6058C" w:rsidP="00D6058C">
      <w:pPr>
        <w:pStyle w:val="indent1Char"/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284" w:hanging="284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  <w:noProof/>
        </w:rPr>
        <w:drawing>
          <wp:inline distT="0" distB="0" distL="0" distR="0" wp14:anchorId="270DB35E" wp14:editId="53A6D305">
            <wp:extent cx="5019675" cy="4874318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995" cy="4873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58C" w:rsidRDefault="00D6058C" w:rsidP="00D6058C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AC0729" w:rsidRPr="00C16D94" w:rsidRDefault="00AC0729" w:rsidP="00D6058C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lastRenderedPageBreak/>
        <w:t>(b)</w:t>
      </w:r>
      <w:r w:rsidRPr="00C16D94">
        <w:rPr>
          <w:rFonts w:asciiTheme="minorHAnsi" w:hAnsiTheme="minorHAnsi"/>
        </w:rPr>
        <w:tab/>
        <w:t>Use the graphs to estimate the solutions of the simultaneous equations</w:t>
      </w:r>
    </w:p>
    <w:p w:rsidR="00D6058C" w:rsidRPr="00C16D94" w:rsidRDefault="00D6058C" w:rsidP="00D6058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proofErr w:type="gramStart"/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proofErr w:type="gramEnd"/>
      <w:r w:rsidRPr="00C16D94">
        <w:rPr>
          <w:rFonts w:asciiTheme="minorHAnsi" w:hAnsiTheme="minorHAnsi"/>
        </w:rPr>
        <w:t xml:space="preserve"> +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 xml:space="preserve"> = 100</w:t>
      </w:r>
    </w:p>
    <w:p w:rsidR="00D6058C" w:rsidRPr="00C16D94" w:rsidRDefault="00D6058C" w:rsidP="00D6058C">
      <w:pPr>
        <w:pStyle w:val="indent1Char"/>
        <w:tabs>
          <w:tab w:val="left" w:pos="1134"/>
          <w:tab w:val="left" w:pos="3969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proofErr w:type="gramStart"/>
      <w:r w:rsidRPr="00C16D94">
        <w:rPr>
          <w:rFonts w:asciiTheme="minorHAnsi" w:hAnsiTheme="minorHAnsi"/>
        </w:rPr>
        <w:t>and</w:t>
      </w:r>
      <w:proofErr w:type="gramEnd"/>
      <w:r w:rsidRPr="00C16D94">
        <w:rPr>
          <w:rFonts w:asciiTheme="minorHAnsi" w:hAnsiTheme="minorHAnsi"/>
        </w:rPr>
        <w:tab/>
        <w:t>2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3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– 4</w:t>
      </w:r>
    </w:p>
    <w:p w:rsidR="00D6058C" w:rsidRPr="00C16D94" w:rsidRDefault="00D6058C" w:rsidP="00D6058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</w:t>
      </w:r>
    </w:p>
    <w:p w:rsidR="00D6058C" w:rsidRPr="00C16D94" w:rsidRDefault="00D6058C" w:rsidP="00D6058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</w:t>
      </w:r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D6058C" w:rsidRPr="00C16D94" w:rsidRDefault="00D6058C" w:rsidP="00D6058C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For all the values of </w:t>
      </w:r>
      <w:r w:rsidRPr="00C16D94">
        <w:rPr>
          <w:rFonts w:asciiTheme="minorHAnsi" w:hAnsiTheme="minorHAnsi"/>
          <w:i/>
          <w:iCs/>
        </w:rPr>
        <w:t>x</w:t>
      </w:r>
    </w:p>
    <w:p w:rsidR="00D6058C" w:rsidRPr="00C16D94" w:rsidRDefault="00D6058C" w:rsidP="00D6058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proofErr w:type="gramStart"/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proofErr w:type="gramEnd"/>
      <w:r w:rsidRPr="00C16D94">
        <w:rPr>
          <w:rFonts w:asciiTheme="minorHAnsi" w:hAnsiTheme="minorHAnsi"/>
        </w:rPr>
        <w:t xml:space="preserve"> + 6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= (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+ 3)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 xml:space="preserve"> – </w:t>
      </w:r>
      <w:r w:rsidRPr="00C16D94">
        <w:rPr>
          <w:rFonts w:asciiTheme="minorHAnsi" w:hAnsiTheme="minorHAnsi"/>
          <w:i/>
          <w:iCs/>
        </w:rPr>
        <w:t>q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(c)</w:t>
      </w:r>
      <w:r w:rsidRPr="00C16D94">
        <w:rPr>
          <w:rFonts w:asciiTheme="minorHAnsi" w:hAnsiTheme="minorHAnsi"/>
        </w:rPr>
        <w:tab/>
        <w:t xml:space="preserve">Find the value of </w:t>
      </w:r>
      <w:r w:rsidRPr="00C16D94">
        <w:rPr>
          <w:rFonts w:asciiTheme="minorHAnsi" w:hAnsiTheme="minorHAnsi"/>
          <w:i/>
          <w:iCs/>
        </w:rPr>
        <w:t>q</w:t>
      </w:r>
      <w:r w:rsidRPr="00C16D94">
        <w:rPr>
          <w:rFonts w:asciiTheme="minorHAnsi" w:hAnsiTheme="minorHAnsi"/>
        </w:rPr>
        <w:t>.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q</w:t>
      </w:r>
      <w:r w:rsidRPr="00C16D94">
        <w:rPr>
          <w:rFonts w:asciiTheme="minorHAnsi" w:hAnsiTheme="minorHAnsi"/>
        </w:rPr>
        <w:t xml:space="preserve"> </w:t>
      </w:r>
      <w:proofErr w:type="gramStart"/>
      <w:r w:rsidRPr="00C16D94">
        <w:rPr>
          <w:rFonts w:asciiTheme="minorHAnsi" w:hAnsiTheme="minorHAnsi"/>
        </w:rPr>
        <w:t>= .............................</w:t>
      </w:r>
      <w:proofErr w:type="gramEnd"/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One pair of integer values which satisfy the equation</w:t>
      </w:r>
    </w:p>
    <w:p w:rsidR="00D6058C" w:rsidRPr="00C16D94" w:rsidRDefault="00D6058C" w:rsidP="00D6058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proofErr w:type="gramStart"/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proofErr w:type="gramEnd"/>
      <w:r w:rsidRPr="00C16D94">
        <w:rPr>
          <w:rFonts w:asciiTheme="minorHAnsi" w:hAnsiTheme="minorHAnsi"/>
        </w:rPr>
        <w:t xml:space="preserve"> +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 xml:space="preserve"> = 100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proofErr w:type="gramStart"/>
      <w:r w:rsidRPr="00C16D94">
        <w:rPr>
          <w:rFonts w:asciiTheme="minorHAnsi" w:hAnsiTheme="minorHAnsi"/>
        </w:rPr>
        <w:t>is</w:t>
      </w:r>
      <w:proofErr w:type="gramEnd"/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= 6 and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8</w:t>
      </w:r>
    </w:p>
    <w:p w:rsidR="00D6058C" w:rsidRPr="00C16D94" w:rsidRDefault="00D6058C" w:rsidP="00D6058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  <w:i/>
          <w:iCs/>
        </w:rPr>
      </w:pPr>
    </w:p>
    <w:p w:rsidR="00D6058C" w:rsidRPr="00C16D94" w:rsidRDefault="00D6058C" w:rsidP="00D6058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= ..............,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</w:t>
      </w:r>
      <w:proofErr w:type="gramStart"/>
      <w:r w:rsidRPr="00C16D94">
        <w:rPr>
          <w:rFonts w:asciiTheme="minorHAnsi" w:hAnsiTheme="minorHAnsi"/>
        </w:rPr>
        <w:t>= ...............</w:t>
      </w:r>
      <w:proofErr w:type="gramEnd"/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lastRenderedPageBreak/>
        <w:t>(3)</w:t>
      </w:r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7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marks)</w:t>
      </w:r>
    </w:p>
    <w:p w:rsidR="00D6058C" w:rsidRPr="00C16D94" w:rsidRDefault="00D6058C" w:rsidP="00D6058C">
      <w:pPr>
        <w:pStyle w:val="Normal0"/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1FA57A9" wp14:editId="3C01B700">
                <wp:simplePos x="0" y="0"/>
                <wp:positionH relativeFrom="column">
                  <wp:posOffset>-88265</wp:posOffset>
                </wp:positionH>
                <wp:positionV relativeFrom="paragraph">
                  <wp:posOffset>-247015</wp:posOffset>
                </wp:positionV>
                <wp:extent cx="4772660" cy="247650"/>
                <wp:effectExtent l="0" t="0" r="27940" b="19050"/>
                <wp:wrapNone/>
                <wp:docPr id="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Simultaneous Equations</w:t>
                            </w:r>
                          </w:p>
                          <w:p w:rsidR="00C16D94" w:rsidRPr="00EA4FD1" w:rsidRDefault="00C16D94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.95pt;margin-top:-19.45pt;width:375.8pt;height:19.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" strokeweight="2pt">
                <v:textbox>
                  <w:txbxContent>
                    <w:p w:rsidR="00C16D94" w:rsidRDefault="00C16D94" w:rsidP="00D6058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Simultaneous Equations</w:t>
                      </w:r>
                    </w:p>
                    <w:p w:rsidR="00C16D94" w:rsidRPr="00EA4FD1" w:rsidRDefault="00C16D94" w:rsidP="00D6058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  <w:t>Solve</w:t>
      </w:r>
    </w:p>
    <w:p w:rsidR="00D6058C" w:rsidRPr="00C16D94" w:rsidRDefault="00D6058C" w:rsidP="00D6058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2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– 3</w:t>
      </w:r>
      <w:r w:rsidRPr="00C16D94">
        <w:rPr>
          <w:rFonts w:asciiTheme="minorHAnsi" w:hAnsiTheme="minorHAnsi"/>
          <w:i/>
          <w:iCs/>
        </w:rPr>
        <w:t xml:space="preserve">y </w:t>
      </w:r>
      <w:r w:rsidRPr="00C16D94">
        <w:rPr>
          <w:rFonts w:asciiTheme="minorHAnsi" w:hAnsiTheme="minorHAnsi"/>
        </w:rPr>
        <w:t>= 11</w:t>
      </w:r>
      <w:r w:rsidRPr="00C16D94">
        <w:rPr>
          <w:rFonts w:asciiTheme="minorHAnsi" w:hAnsiTheme="minorHAnsi"/>
        </w:rPr>
        <w:br/>
        <w:t>5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+ 2</w:t>
      </w:r>
      <w:r w:rsidRPr="00C16D94">
        <w:rPr>
          <w:rFonts w:asciiTheme="minorHAnsi" w:hAnsiTheme="minorHAnsi"/>
          <w:i/>
          <w:iCs/>
        </w:rPr>
        <w:t xml:space="preserve">y </w:t>
      </w:r>
      <w:r w:rsidRPr="00C16D94">
        <w:rPr>
          <w:rFonts w:asciiTheme="minorHAnsi" w:hAnsiTheme="minorHAnsi"/>
        </w:rPr>
        <w:t>= 18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 xml:space="preserve">x </w:t>
      </w:r>
      <w:proofErr w:type="gramStart"/>
      <w:r w:rsidRPr="00C16D94">
        <w:rPr>
          <w:rFonts w:asciiTheme="minorHAnsi" w:hAnsiTheme="minorHAnsi"/>
        </w:rPr>
        <w:t>= ......................</w:t>
      </w:r>
      <w:proofErr w:type="gramEnd"/>
    </w:p>
    <w:p w:rsidR="00D6058C" w:rsidRPr="00C16D94" w:rsidRDefault="00D6058C" w:rsidP="00D6058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 xml:space="preserve">y </w:t>
      </w:r>
      <w:proofErr w:type="gramStart"/>
      <w:r w:rsidRPr="00C16D94">
        <w:rPr>
          <w:rFonts w:asciiTheme="minorHAnsi" w:hAnsiTheme="minorHAnsi"/>
        </w:rPr>
        <w:t>= ......................</w:t>
      </w:r>
      <w:proofErr w:type="gramEnd"/>
    </w:p>
    <w:p w:rsidR="00D6058C" w:rsidRPr="00C16D94" w:rsidRDefault="00D6058C" w:rsidP="00D6058C">
      <w:pPr>
        <w:pStyle w:val="mark"/>
        <w:tabs>
          <w:tab w:val="right" w:pos="9638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>Solve the simultaneous equations</w:t>
      </w:r>
    </w:p>
    <w:p w:rsidR="00D6058C" w:rsidRPr="00C16D94" w:rsidRDefault="00D6058C" w:rsidP="00D6058C">
      <w:pPr>
        <w:pStyle w:val="graph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2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+ 3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–3</w:t>
      </w:r>
    </w:p>
    <w:p w:rsidR="00D6058C" w:rsidRPr="00C16D94" w:rsidRDefault="00D6058C" w:rsidP="00D6058C">
      <w:pPr>
        <w:pStyle w:val="graph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3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– 2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28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= …………………</w:t>
      </w:r>
    </w:p>
    <w:p w:rsidR="00D6058C" w:rsidRPr="00C16D94" w:rsidRDefault="00D6058C" w:rsidP="00D6058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…………………</w:t>
      </w:r>
    </w:p>
    <w:p w:rsidR="00D6058C" w:rsidRPr="00C16D94" w:rsidRDefault="00D6058C" w:rsidP="00D6058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3.</w:t>
      </w:r>
      <w:r w:rsidRPr="00C16D94">
        <w:rPr>
          <w:rFonts w:asciiTheme="minorHAnsi" w:hAnsiTheme="minorHAnsi"/>
        </w:rPr>
        <w:tab/>
        <w:t>Solve the simultaneous equations</w:t>
      </w:r>
    </w:p>
    <w:p w:rsidR="00D6058C" w:rsidRPr="00C16D94" w:rsidRDefault="00D6058C" w:rsidP="00D6058C">
      <w:pPr>
        <w:pStyle w:val="graph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proofErr w:type="gramStart"/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proofErr w:type="gramEnd"/>
      <w:r w:rsidRPr="00C16D94">
        <w:rPr>
          <w:rFonts w:asciiTheme="minorHAnsi" w:hAnsiTheme="minorHAnsi"/>
        </w:rPr>
        <w:t xml:space="preserve"> +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 xml:space="preserve"> = 29</w:t>
      </w:r>
    </w:p>
    <w:p w:rsidR="00D6058C" w:rsidRPr="00C16D94" w:rsidRDefault="00D6058C" w:rsidP="00D6058C">
      <w:pPr>
        <w:pStyle w:val="graph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– </w:t>
      </w:r>
      <w:proofErr w:type="gramStart"/>
      <w:r w:rsidRPr="00C16D94">
        <w:rPr>
          <w:rFonts w:asciiTheme="minorHAnsi" w:hAnsiTheme="minorHAnsi"/>
          <w:i/>
          <w:iCs/>
        </w:rPr>
        <w:t>x</w:t>
      </w:r>
      <w:proofErr w:type="gramEnd"/>
      <w:r w:rsidRPr="00C16D94">
        <w:rPr>
          <w:rFonts w:asciiTheme="minorHAnsi" w:hAnsiTheme="minorHAnsi"/>
        </w:rPr>
        <w:t xml:space="preserve"> = 3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………………………………………………………</w:t>
      </w:r>
    </w:p>
    <w:p w:rsidR="00D6058C" w:rsidRPr="00C16D94" w:rsidRDefault="00D6058C" w:rsidP="00D6058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7 marks)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  <w:t>Solve the simultaneous equations</w:t>
      </w:r>
    </w:p>
    <w:p w:rsidR="00D6058C" w:rsidRPr="00C16D94" w:rsidRDefault="00D6058C" w:rsidP="00D6058C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+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4</w:t>
      </w:r>
    </w:p>
    <w:p w:rsidR="00D6058C" w:rsidRPr="00C16D94" w:rsidRDefault="00D6058C" w:rsidP="00D6058C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  <w:proofErr w:type="gramStart"/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proofErr w:type="gramEnd"/>
      <w:r w:rsidRPr="00C16D94">
        <w:rPr>
          <w:rFonts w:asciiTheme="minorHAnsi" w:hAnsiTheme="minorHAnsi"/>
        </w:rPr>
        <w:t xml:space="preserve"> +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 xml:space="preserve"> = 40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=.................,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</w:t>
      </w:r>
      <w:proofErr w:type="gramStart"/>
      <w:r w:rsidRPr="00C16D94">
        <w:rPr>
          <w:rFonts w:asciiTheme="minorHAnsi" w:hAnsiTheme="minorHAnsi"/>
        </w:rPr>
        <w:t>= .................</w:t>
      </w:r>
      <w:proofErr w:type="gramEnd"/>
    </w:p>
    <w:p w:rsidR="00D6058C" w:rsidRPr="00C16D94" w:rsidRDefault="00D6058C" w:rsidP="00D6058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=.................,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</w:t>
      </w:r>
      <w:proofErr w:type="gramStart"/>
      <w:r w:rsidRPr="00C16D94">
        <w:rPr>
          <w:rFonts w:asciiTheme="minorHAnsi" w:hAnsiTheme="minorHAnsi"/>
        </w:rPr>
        <w:t>= .................</w:t>
      </w:r>
      <w:proofErr w:type="gramEnd"/>
    </w:p>
    <w:p w:rsidR="00D6058C" w:rsidRPr="00C16D94" w:rsidRDefault="00D6058C" w:rsidP="00D6058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7 marks)</w:t>
      </w:r>
    </w:p>
    <w:p w:rsidR="00D6058C" w:rsidRPr="00C16D94" w:rsidRDefault="00D6058C" w:rsidP="00D6058C">
      <w:pPr>
        <w:rPr>
          <w:rFonts w:asciiTheme="minorHAnsi" w:hAnsiTheme="minorHAnsi"/>
        </w:rPr>
      </w:pPr>
    </w:p>
    <w:p w:rsidR="00D6058C" w:rsidRPr="00C16D94" w:rsidRDefault="00D6058C" w:rsidP="00D6058C">
      <w:pPr>
        <w:pStyle w:val="Normal0"/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8D65537" wp14:editId="418FED22">
                <wp:simplePos x="0" y="0"/>
                <wp:positionH relativeFrom="column">
                  <wp:posOffset>-12065</wp:posOffset>
                </wp:positionH>
                <wp:positionV relativeFrom="paragraph">
                  <wp:posOffset>-275590</wp:posOffset>
                </wp:positionV>
                <wp:extent cx="4772660" cy="247650"/>
                <wp:effectExtent l="0" t="0" r="27940" b="19050"/>
                <wp:wrapNone/>
                <wp:docPr id="1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Direct and Inverse Proportion</w:t>
                            </w:r>
                          </w:p>
                          <w:p w:rsidR="00C16D94" w:rsidRPr="00EA4FD1" w:rsidRDefault="00C16D94" w:rsidP="00D6058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.95pt;margin-top:-21.7pt;width:375.8pt;height:19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" strokeweight="2pt">
                <v:textbox>
                  <w:txbxContent>
                    <w:p w:rsidR="00C16D94" w:rsidRDefault="00C16D94" w:rsidP="00D6058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Direct and Inverse Proportion</w:t>
                      </w:r>
                    </w:p>
                    <w:p w:rsidR="00C16D94" w:rsidRPr="00EA4FD1" w:rsidRDefault="00C16D94" w:rsidP="00D6058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 xml:space="preserve">D </w:t>
      </w:r>
      <w:r w:rsidRPr="00C16D94">
        <w:rPr>
          <w:rFonts w:asciiTheme="minorHAnsi" w:hAnsiTheme="minorHAnsi"/>
        </w:rPr>
        <w:t xml:space="preserve">is proportional to </w:t>
      </w:r>
      <w:r w:rsidRPr="00C16D94">
        <w:rPr>
          <w:rFonts w:asciiTheme="minorHAnsi" w:hAnsiTheme="minorHAnsi"/>
          <w:i/>
          <w:iCs/>
        </w:rPr>
        <w:t>S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 xml:space="preserve">D </w:t>
      </w:r>
      <w:r w:rsidRPr="00C16D94">
        <w:rPr>
          <w:rFonts w:asciiTheme="minorHAnsi" w:hAnsiTheme="minorHAnsi"/>
        </w:rPr>
        <w:t xml:space="preserve">= 900 when </w:t>
      </w:r>
      <w:r w:rsidRPr="00C16D94">
        <w:rPr>
          <w:rFonts w:asciiTheme="minorHAnsi" w:hAnsiTheme="minorHAnsi"/>
          <w:i/>
          <w:iCs/>
        </w:rPr>
        <w:t xml:space="preserve">S </w:t>
      </w:r>
      <w:r w:rsidRPr="00C16D94">
        <w:rPr>
          <w:rFonts w:asciiTheme="minorHAnsi" w:hAnsiTheme="minorHAnsi"/>
        </w:rPr>
        <w:t>= 20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Calculate the value of </w:t>
      </w:r>
      <w:r w:rsidRPr="00C16D94">
        <w:rPr>
          <w:rFonts w:asciiTheme="minorHAnsi" w:hAnsiTheme="minorHAnsi"/>
          <w:i/>
          <w:iCs/>
        </w:rPr>
        <w:t xml:space="preserve">D </w:t>
      </w:r>
      <w:r w:rsidRPr="00C16D94">
        <w:rPr>
          <w:rFonts w:asciiTheme="minorHAnsi" w:hAnsiTheme="minorHAnsi"/>
        </w:rPr>
        <w:t xml:space="preserve">when </w:t>
      </w:r>
      <w:r w:rsidRPr="00C16D94">
        <w:rPr>
          <w:rFonts w:asciiTheme="minorHAnsi" w:hAnsiTheme="minorHAnsi"/>
          <w:i/>
          <w:iCs/>
        </w:rPr>
        <w:t xml:space="preserve">S </w:t>
      </w:r>
      <w:r w:rsidRPr="00C16D94">
        <w:rPr>
          <w:rFonts w:asciiTheme="minorHAnsi" w:hAnsiTheme="minorHAnsi"/>
        </w:rPr>
        <w:t>= 25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 xml:space="preserve">D </w:t>
      </w:r>
      <w:proofErr w:type="gramStart"/>
      <w:r w:rsidRPr="00C16D94">
        <w:rPr>
          <w:rFonts w:asciiTheme="minorHAnsi" w:hAnsiTheme="minorHAnsi"/>
        </w:rPr>
        <w:t>= .....................................</w:t>
      </w:r>
      <w:proofErr w:type="gramEnd"/>
    </w:p>
    <w:p w:rsidR="00D6058C" w:rsidRPr="00C16D94" w:rsidRDefault="00D6058C" w:rsidP="00D6058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i/>
          <w:iCs/>
        </w:rPr>
      </w:pPr>
      <w:r w:rsidRPr="00C16D94">
        <w:rPr>
          <w:rFonts w:asciiTheme="minorHAnsi" w:hAnsiTheme="minorHAnsi"/>
          <w:b/>
          <w:bCs/>
          <w:i/>
          <w:iCs/>
        </w:rPr>
        <w:t>2.</w:t>
      </w:r>
      <w:r w:rsidRPr="00C16D94">
        <w:rPr>
          <w:rFonts w:asciiTheme="minorHAnsi" w:hAnsiTheme="minorHAnsi"/>
          <w:i/>
          <w:iCs/>
        </w:rPr>
        <w:tab/>
      </w:r>
      <w:proofErr w:type="gramStart"/>
      <w:r w:rsidRPr="00C16D94">
        <w:rPr>
          <w:rFonts w:asciiTheme="minorHAnsi" w:hAnsiTheme="minorHAnsi"/>
          <w:i/>
          <w:iCs/>
        </w:rPr>
        <w:t>f</w:t>
      </w:r>
      <w:proofErr w:type="gramEnd"/>
      <w:r w:rsidRPr="00C16D94">
        <w:rPr>
          <w:rFonts w:asciiTheme="minorHAnsi" w:hAnsiTheme="minorHAnsi"/>
          <w:i/>
          <w:iCs/>
        </w:rPr>
        <w:t xml:space="preserve"> </w:t>
      </w:r>
      <w:r w:rsidRPr="00C16D94">
        <w:rPr>
          <w:rFonts w:asciiTheme="minorHAnsi" w:hAnsiTheme="minorHAnsi"/>
        </w:rPr>
        <w:t xml:space="preserve">is inversely proportional to </w:t>
      </w:r>
      <w:r w:rsidRPr="00C16D94">
        <w:rPr>
          <w:rFonts w:asciiTheme="minorHAnsi" w:hAnsiTheme="minorHAnsi"/>
          <w:i/>
          <w:iCs/>
        </w:rPr>
        <w:t>d.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When </w:t>
      </w:r>
      <w:r w:rsidRPr="00C16D94">
        <w:rPr>
          <w:rFonts w:asciiTheme="minorHAnsi" w:hAnsiTheme="minorHAnsi"/>
          <w:i/>
          <w:iCs/>
        </w:rPr>
        <w:t xml:space="preserve">d = </w:t>
      </w:r>
      <w:r w:rsidRPr="00C16D94">
        <w:rPr>
          <w:rFonts w:asciiTheme="minorHAnsi" w:hAnsiTheme="minorHAnsi"/>
        </w:rPr>
        <w:t xml:space="preserve">50, </w:t>
      </w:r>
      <w:r w:rsidRPr="00C16D94">
        <w:rPr>
          <w:rFonts w:asciiTheme="minorHAnsi" w:hAnsiTheme="minorHAnsi"/>
          <w:i/>
          <w:iCs/>
        </w:rPr>
        <w:t xml:space="preserve">f </w:t>
      </w:r>
      <w:r w:rsidRPr="00C16D94">
        <w:rPr>
          <w:rFonts w:asciiTheme="minorHAnsi" w:hAnsiTheme="minorHAnsi"/>
        </w:rPr>
        <w:t>= 256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Find the value of </w:t>
      </w:r>
      <w:r w:rsidRPr="00C16D94">
        <w:rPr>
          <w:rFonts w:asciiTheme="minorHAnsi" w:hAnsiTheme="minorHAnsi"/>
          <w:i/>
          <w:iCs/>
        </w:rPr>
        <w:t xml:space="preserve">f </w:t>
      </w:r>
      <w:r w:rsidRPr="00C16D94">
        <w:rPr>
          <w:rFonts w:asciiTheme="minorHAnsi" w:hAnsiTheme="minorHAnsi"/>
        </w:rPr>
        <w:t xml:space="preserve">when </w:t>
      </w:r>
      <w:r w:rsidRPr="00C16D94">
        <w:rPr>
          <w:rFonts w:asciiTheme="minorHAnsi" w:hAnsiTheme="minorHAnsi"/>
          <w:i/>
          <w:iCs/>
        </w:rPr>
        <w:t xml:space="preserve">d </w:t>
      </w:r>
      <w:r w:rsidRPr="00C16D94">
        <w:rPr>
          <w:rFonts w:asciiTheme="minorHAnsi" w:hAnsiTheme="minorHAnsi"/>
        </w:rPr>
        <w:t>= 80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i/>
          <w:iCs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i/>
          <w:iCs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i/>
          <w:iCs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i/>
          <w:iCs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i/>
          <w:iCs/>
        </w:rPr>
      </w:pPr>
    </w:p>
    <w:p w:rsidR="00D6058C" w:rsidRPr="00C16D94" w:rsidRDefault="00D6058C" w:rsidP="00D6058C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 xml:space="preserve">f </w:t>
      </w:r>
      <w:proofErr w:type="gramStart"/>
      <w:r w:rsidRPr="00C16D94">
        <w:rPr>
          <w:rFonts w:asciiTheme="minorHAnsi" w:hAnsiTheme="minorHAnsi"/>
          <w:i/>
          <w:iCs/>
        </w:rPr>
        <w:t xml:space="preserve">= </w:t>
      </w:r>
      <w:r w:rsidRPr="00C16D94">
        <w:rPr>
          <w:rFonts w:asciiTheme="minorHAnsi" w:hAnsiTheme="minorHAnsi"/>
        </w:rPr>
        <w:t>..................................</w:t>
      </w:r>
      <w:proofErr w:type="gramEnd"/>
    </w:p>
    <w:p w:rsidR="00D6058C" w:rsidRPr="00C16D94" w:rsidRDefault="00D6058C" w:rsidP="00D6058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3.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 xml:space="preserve">P </w:t>
      </w:r>
      <w:r w:rsidRPr="00C16D94">
        <w:rPr>
          <w:rFonts w:asciiTheme="minorHAnsi" w:hAnsiTheme="minorHAnsi"/>
        </w:rPr>
        <w:t xml:space="preserve">is inversely proportional to </w:t>
      </w:r>
      <w:r w:rsidRPr="00C16D94">
        <w:rPr>
          <w:rFonts w:asciiTheme="minorHAnsi" w:hAnsiTheme="minorHAnsi"/>
          <w:i/>
          <w:iCs/>
        </w:rPr>
        <w:t>d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 xml:space="preserve">P </w:t>
      </w:r>
      <w:r w:rsidRPr="00C16D94">
        <w:rPr>
          <w:rFonts w:asciiTheme="minorHAnsi" w:hAnsiTheme="minorHAnsi"/>
        </w:rPr>
        <w:t xml:space="preserve">= 10 000 when </w:t>
      </w:r>
      <w:r w:rsidRPr="00C16D94">
        <w:rPr>
          <w:rFonts w:asciiTheme="minorHAnsi" w:hAnsiTheme="minorHAnsi"/>
          <w:i/>
          <w:iCs/>
        </w:rPr>
        <w:t xml:space="preserve">d </w:t>
      </w:r>
      <w:r w:rsidRPr="00C16D94">
        <w:rPr>
          <w:rFonts w:asciiTheme="minorHAnsi" w:hAnsiTheme="minorHAnsi"/>
        </w:rPr>
        <w:t>= 0.4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Find the value of </w:t>
      </w:r>
      <w:r w:rsidRPr="00C16D94">
        <w:rPr>
          <w:rFonts w:asciiTheme="minorHAnsi" w:hAnsiTheme="minorHAnsi"/>
          <w:i/>
          <w:iCs/>
        </w:rPr>
        <w:t xml:space="preserve">P </w:t>
      </w:r>
      <w:r w:rsidRPr="00C16D94">
        <w:rPr>
          <w:rFonts w:asciiTheme="minorHAnsi" w:hAnsiTheme="minorHAnsi"/>
        </w:rPr>
        <w:t xml:space="preserve">when </w:t>
      </w:r>
      <w:r w:rsidRPr="00C16D94">
        <w:rPr>
          <w:rFonts w:asciiTheme="minorHAnsi" w:hAnsiTheme="minorHAnsi"/>
          <w:i/>
          <w:iCs/>
        </w:rPr>
        <w:t xml:space="preserve">d </w:t>
      </w:r>
      <w:r w:rsidRPr="00C16D94">
        <w:rPr>
          <w:rFonts w:asciiTheme="minorHAnsi" w:hAnsiTheme="minorHAnsi"/>
        </w:rPr>
        <w:t>= 0.8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 xml:space="preserve">P </w:t>
      </w:r>
      <w:proofErr w:type="gramStart"/>
      <w:r w:rsidRPr="00C16D94">
        <w:rPr>
          <w:rFonts w:asciiTheme="minorHAnsi" w:hAnsiTheme="minorHAnsi"/>
        </w:rPr>
        <w:t>= ...........................</w:t>
      </w:r>
      <w:proofErr w:type="gramEnd"/>
    </w:p>
    <w:p w:rsidR="00D6058C" w:rsidRPr="00C16D94" w:rsidRDefault="00D6058C" w:rsidP="00D6058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  <w:t>In a factory, chemical reactions are carried out in spherical containers.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time, </w:t>
      </w:r>
      <w:r w:rsidRPr="00C16D94">
        <w:rPr>
          <w:rFonts w:asciiTheme="minorHAnsi" w:hAnsiTheme="minorHAnsi"/>
          <w:i/>
          <w:iCs/>
        </w:rPr>
        <w:t>T</w:t>
      </w:r>
      <w:r w:rsidRPr="00C16D94">
        <w:rPr>
          <w:rFonts w:asciiTheme="minorHAnsi" w:hAnsiTheme="minorHAnsi"/>
        </w:rPr>
        <w:t xml:space="preserve"> minutes, the chemical reaction takes is directly proportional to the square of the radius, </w:t>
      </w:r>
      <w:r w:rsidRPr="00C16D94">
        <w:rPr>
          <w:rFonts w:asciiTheme="minorHAnsi" w:hAnsiTheme="minorHAnsi"/>
          <w:i/>
          <w:iCs/>
        </w:rPr>
        <w:t>R</w:t>
      </w:r>
      <w:r w:rsidRPr="00C16D94">
        <w:rPr>
          <w:rFonts w:asciiTheme="minorHAnsi" w:hAnsiTheme="minorHAnsi"/>
        </w:rPr>
        <w:t xml:space="preserve"> cm, of the spherical container.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When </w:t>
      </w:r>
      <w:r w:rsidRPr="00C16D94">
        <w:rPr>
          <w:rFonts w:asciiTheme="minorHAnsi" w:hAnsiTheme="minorHAnsi"/>
          <w:i/>
          <w:iCs/>
        </w:rPr>
        <w:t>R</w:t>
      </w:r>
      <w:r w:rsidRPr="00C16D94">
        <w:rPr>
          <w:rFonts w:asciiTheme="minorHAnsi" w:hAnsiTheme="minorHAnsi"/>
        </w:rPr>
        <w:t xml:space="preserve"> = 120, </w:t>
      </w:r>
      <w:r w:rsidRPr="00C16D94">
        <w:rPr>
          <w:rFonts w:asciiTheme="minorHAnsi" w:hAnsiTheme="minorHAnsi"/>
          <w:i/>
          <w:iCs/>
        </w:rPr>
        <w:t>T</w:t>
      </w:r>
      <w:r w:rsidRPr="00C16D94">
        <w:rPr>
          <w:rFonts w:asciiTheme="minorHAnsi" w:hAnsiTheme="minorHAnsi"/>
        </w:rPr>
        <w:t xml:space="preserve"> = 32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Find the value of </w:t>
      </w:r>
      <w:r w:rsidRPr="00C16D94">
        <w:rPr>
          <w:rFonts w:asciiTheme="minorHAnsi" w:hAnsiTheme="minorHAnsi"/>
          <w:i/>
          <w:iCs/>
        </w:rPr>
        <w:t>T</w:t>
      </w:r>
      <w:r w:rsidRPr="00C16D94">
        <w:rPr>
          <w:rFonts w:asciiTheme="minorHAnsi" w:hAnsiTheme="minorHAnsi"/>
        </w:rPr>
        <w:t xml:space="preserve"> when </w:t>
      </w:r>
      <w:r w:rsidRPr="00C16D94">
        <w:rPr>
          <w:rFonts w:asciiTheme="minorHAnsi" w:hAnsiTheme="minorHAnsi"/>
          <w:i/>
          <w:iCs/>
        </w:rPr>
        <w:t>R</w:t>
      </w:r>
      <w:r w:rsidRPr="00C16D94">
        <w:rPr>
          <w:rFonts w:asciiTheme="minorHAnsi" w:hAnsiTheme="minorHAnsi"/>
        </w:rPr>
        <w:t xml:space="preserve"> = 150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T</w:t>
      </w:r>
      <w:r w:rsidRPr="00C16D94">
        <w:rPr>
          <w:rFonts w:asciiTheme="minorHAnsi" w:hAnsiTheme="minorHAnsi"/>
        </w:rPr>
        <w:t xml:space="preserve"> </w:t>
      </w:r>
      <w:proofErr w:type="gramStart"/>
      <w:r w:rsidRPr="00C16D94">
        <w:rPr>
          <w:rFonts w:asciiTheme="minorHAnsi" w:hAnsiTheme="minorHAnsi"/>
        </w:rPr>
        <w:t>= ...............................</w:t>
      </w:r>
      <w:proofErr w:type="gramEnd"/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4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marks)</w:t>
      </w:r>
    </w:p>
    <w:p w:rsidR="005B1BF9" w:rsidRPr="00C16D94" w:rsidRDefault="005B1BF9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5.</w:t>
      </w:r>
      <w:r w:rsidRPr="00C16D94">
        <w:rPr>
          <w:rFonts w:asciiTheme="minorHAnsi" w:hAnsiTheme="minorHAnsi"/>
        </w:rPr>
        <w:tab/>
        <w:t xml:space="preserve">The shutter speed, </w:t>
      </w:r>
      <w:r w:rsidRPr="00C16D94">
        <w:rPr>
          <w:rFonts w:asciiTheme="minorHAnsi" w:hAnsiTheme="minorHAnsi"/>
          <w:i/>
          <w:iCs/>
        </w:rPr>
        <w:t>S</w:t>
      </w:r>
      <w:r w:rsidRPr="00C16D94">
        <w:rPr>
          <w:rFonts w:asciiTheme="minorHAnsi" w:hAnsiTheme="minorHAnsi"/>
        </w:rPr>
        <w:t xml:space="preserve">, of a camera varies inversely as the square of the aperture setting, </w:t>
      </w:r>
      <w:r w:rsidRPr="00C16D94">
        <w:rPr>
          <w:rFonts w:asciiTheme="minorHAnsi" w:hAnsiTheme="minorHAnsi"/>
          <w:i/>
          <w:iCs/>
        </w:rPr>
        <w:t>f</w:t>
      </w:r>
      <w:r w:rsidRPr="00C16D94">
        <w:rPr>
          <w:rFonts w:asciiTheme="minorHAnsi" w:hAnsiTheme="minorHAnsi"/>
        </w:rPr>
        <w:t>.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When </w:t>
      </w:r>
      <w:r w:rsidRPr="00C16D94">
        <w:rPr>
          <w:rFonts w:asciiTheme="minorHAnsi" w:hAnsiTheme="minorHAnsi"/>
          <w:i/>
          <w:iCs/>
        </w:rPr>
        <w:t>f</w:t>
      </w:r>
      <w:r w:rsidRPr="00C16D94">
        <w:rPr>
          <w:rFonts w:asciiTheme="minorHAnsi" w:hAnsiTheme="minorHAnsi"/>
        </w:rPr>
        <w:t xml:space="preserve"> = 8, </w:t>
      </w:r>
      <w:r w:rsidRPr="00C16D94">
        <w:rPr>
          <w:rFonts w:asciiTheme="minorHAnsi" w:hAnsiTheme="minorHAnsi"/>
          <w:i/>
          <w:iCs/>
        </w:rPr>
        <w:t>S</w:t>
      </w:r>
      <w:r w:rsidRPr="00C16D94">
        <w:rPr>
          <w:rFonts w:asciiTheme="minorHAnsi" w:hAnsiTheme="minorHAnsi"/>
        </w:rPr>
        <w:t xml:space="preserve"> = 125</w:t>
      </w:r>
    </w:p>
    <w:p w:rsidR="00D6058C" w:rsidRPr="00C16D94" w:rsidRDefault="00D6058C" w:rsidP="00D6058C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 xml:space="preserve">Find a formula for </w:t>
      </w:r>
      <w:r w:rsidRPr="00C16D94">
        <w:rPr>
          <w:rFonts w:asciiTheme="minorHAnsi" w:hAnsiTheme="minorHAnsi"/>
          <w:i/>
          <w:iCs/>
        </w:rPr>
        <w:t>S</w:t>
      </w:r>
      <w:r w:rsidRPr="00C16D94">
        <w:rPr>
          <w:rFonts w:asciiTheme="minorHAnsi" w:hAnsiTheme="minorHAnsi"/>
        </w:rPr>
        <w:t xml:space="preserve"> in terms of </w:t>
      </w:r>
      <w:r w:rsidRPr="00C16D94">
        <w:rPr>
          <w:rFonts w:asciiTheme="minorHAnsi" w:hAnsiTheme="minorHAnsi"/>
          <w:i/>
          <w:iCs/>
        </w:rPr>
        <w:t>f</w:t>
      </w:r>
      <w:r w:rsidRPr="00C16D94">
        <w:rPr>
          <w:rFonts w:asciiTheme="minorHAnsi" w:hAnsiTheme="minorHAnsi"/>
        </w:rPr>
        <w:t>.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</w:t>
      </w:r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D6058C" w:rsidRPr="00C16D94" w:rsidRDefault="00D6058C" w:rsidP="00D6058C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 xml:space="preserve">Hence, or otherwise, calculate the value of </w:t>
      </w:r>
      <w:r w:rsidRPr="00C16D94">
        <w:rPr>
          <w:rFonts w:asciiTheme="minorHAnsi" w:hAnsiTheme="minorHAnsi"/>
          <w:i/>
          <w:iCs/>
        </w:rPr>
        <w:t>S</w:t>
      </w:r>
      <w:r w:rsidRPr="00C16D94">
        <w:rPr>
          <w:rFonts w:asciiTheme="minorHAnsi" w:hAnsiTheme="minorHAnsi"/>
        </w:rPr>
        <w:t xml:space="preserve"> when </w:t>
      </w:r>
      <w:r w:rsidRPr="00C16D94">
        <w:rPr>
          <w:rFonts w:asciiTheme="minorHAnsi" w:hAnsiTheme="minorHAnsi"/>
          <w:i/>
          <w:iCs/>
        </w:rPr>
        <w:t>f</w:t>
      </w:r>
      <w:r w:rsidRPr="00C16D94">
        <w:rPr>
          <w:rFonts w:asciiTheme="minorHAnsi" w:hAnsiTheme="minorHAnsi"/>
        </w:rPr>
        <w:t xml:space="preserve"> = 4</w:t>
      </w: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D6058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S</w:t>
      </w:r>
      <w:r w:rsidRPr="00C16D94">
        <w:rPr>
          <w:rFonts w:asciiTheme="minorHAnsi" w:hAnsiTheme="minorHAnsi"/>
        </w:rPr>
        <w:t xml:space="preserve"> </w:t>
      </w:r>
      <w:proofErr w:type="gramStart"/>
      <w:r w:rsidRPr="00C16D94">
        <w:rPr>
          <w:rFonts w:asciiTheme="minorHAnsi" w:hAnsiTheme="minorHAnsi"/>
        </w:rPr>
        <w:t>= ....................</w:t>
      </w:r>
      <w:proofErr w:type="gramEnd"/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(1)</w:t>
      </w:r>
    </w:p>
    <w:p w:rsidR="00D6058C" w:rsidRPr="00C16D94" w:rsidRDefault="00D6058C" w:rsidP="00D6058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988F623" wp14:editId="26576CD1">
                <wp:simplePos x="0" y="0"/>
                <wp:positionH relativeFrom="column">
                  <wp:posOffset>-69850</wp:posOffset>
                </wp:positionH>
                <wp:positionV relativeFrom="paragraph">
                  <wp:posOffset>-304165</wp:posOffset>
                </wp:positionV>
                <wp:extent cx="4772660" cy="247650"/>
                <wp:effectExtent l="0" t="0" r="27940" b="19050"/>
                <wp:wrapNone/>
                <wp:docPr id="1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Inequalities</w:t>
                            </w:r>
                          </w:p>
                          <w:p w:rsidR="00C16D94" w:rsidRPr="00EA4FD1" w:rsidRDefault="00C16D94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5.5pt;margin-top:-23.95pt;width:375.8pt;height:19.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" strokeweight="2pt">
                <v:textbox>
                  <w:txbxContent>
                    <w:p w:rsidR="00C16D94" w:rsidRDefault="00C16D94" w:rsidP="005B1BF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Inequalities</w:t>
                      </w:r>
                    </w:p>
                    <w:p w:rsidR="00C16D94" w:rsidRPr="00EA4FD1" w:rsidRDefault="00C16D94" w:rsidP="005B1BF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i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>Write down the inequality shown on the number line.</w:t>
      </w:r>
    </w:p>
    <w:p w:rsidR="005B1BF9" w:rsidRPr="00C16D94" w:rsidRDefault="005B1BF9" w:rsidP="005B1BF9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  <w:i/>
          <w:iCs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02F64813" wp14:editId="3D37B295">
            <wp:extent cx="3343275" cy="376904"/>
            <wp:effectExtent l="0" t="0" r="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7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C16D94" w:rsidRDefault="005B1BF9" w:rsidP="005B1BF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</w:t>
      </w:r>
    </w:p>
    <w:p w:rsidR="005B1BF9" w:rsidRPr="00C16D94" w:rsidRDefault="005B1BF9" w:rsidP="005B1BF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(ii)</w:t>
      </w:r>
      <w:r w:rsidRPr="00C16D94">
        <w:rPr>
          <w:rFonts w:asciiTheme="minorHAnsi" w:hAnsiTheme="minorHAnsi"/>
        </w:rPr>
        <w:tab/>
        <w:t xml:space="preserve">Show the inequality </w:t>
      </w:r>
      <w:r w:rsidRPr="00C16D94">
        <w:rPr>
          <w:rFonts w:asciiTheme="minorHAnsi" w:hAnsiTheme="minorHAnsi"/>
          <w:i/>
          <w:iCs/>
        </w:rPr>
        <w:t xml:space="preserve">x </w:t>
      </w:r>
      <w:r w:rsidRPr="00C16D94">
        <w:rPr>
          <w:rFonts w:asciiTheme="minorHAnsi" w:hAnsiTheme="minorHAnsi"/>
        </w:rPr>
        <w:t>&gt; 1 on the number line below.</w:t>
      </w:r>
    </w:p>
    <w:p w:rsidR="00903DFF" w:rsidRPr="00C16D94" w:rsidRDefault="00903DFF" w:rsidP="005B1BF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1CCAC205" wp14:editId="2981F3AA">
            <wp:extent cx="3781425" cy="26841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6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C16D94" w:rsidRDefault="005B1BF9" w:rsidP="005B1BF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 xml:space="preserve">–2 &lt; 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</w:t>
      </w:r>
      <w:r w:rsidR="00AC0729">
        <w:rPr>
          <w:rFonts w:asciiTheme="minorHAnsi" w:hAnsiTheme="minorHAnsi" w:cs="Symbol"/>
        </w:rPr>
        <w:t>≤</w:t>
      </w:r>
      <w:r w:rsidRPr="00C16D94">
        <w:rPr>
          <w:rFonts w:asciiTheme="minorHAnsi" w:hAnsiTheme="minorHAnsi"/>
        </w:rPr>
        <w:t xml:space="preserve"> 1</w:t>
      </w:r>
    </w:p>
    <w:p w:rsidR="005B1BF9" w:rsidRPr="00C16D94" w:rsidRDefault="005B1BF9" w:rsidP="00AC072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ab/>
      </w:r>
      <w:proofErr w:type="gramStart"/>
      <w:r w:rsidRPr="00C16D94">
        <w:rPr>
          <w:rFonts w:asciiTheme="minorHAnsi" w:hAnsiTheme="minorHAnsi"/>
          <w:i/>
          <w:iCs/>
        </w:rPr>
        <w:t>x</w:t>
      </w:r>
      <w:proofErr w:type="gramEnd"/>
      <w:r w:rsidRPr="00C16D94">
        <w:rPr>
          <w:rFonts w:asciiTheme="minorHAnsi" w:hAnsiTheme="minorHAnsi"/>
        </w:rPr>
        <w:t xml:space="preserve"> is an integer.</w:t>
      </w:r>
      <w:r w:rsidR="00903DFF"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</w:rPr>
        <w:t xml:space="preserve">Write down all the possible values of 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.................................................</w:t>
      </w:r>
    </w:p>
    <w:p w:rsidR="005B1BF9" w:rsidRPr="00C16D94" w:rsidRDefault="005B1BF9" w:rsidP="005B1BF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5B1BF9" w:rsidRPr="00C16D94" w:rsidRDefault="005B1BF9" w:rsidP="005B1BF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>(a)</w:t>
      </w:r>
      <w:r w:rsidRPr="00C16D94">
        <w:rPr>
          <w:rFonts w:asciiTheme="minorHAnsi" w:hAnsiTheme="minorHAnsi"/>
        </w:rPr>
        <w:tab/>
        <w:t xml:space="preserve">–3 </w:t>
      </w:r>
      <w:r w:rsidRPr="00C16D94">
        <w:rPr>
          <w:rFonts w:asciiTheme="minorHAnsi" w:hAnsiTheme="minorHAnsi" w:cs="Symbol"/>
        </w:rPr>
        <w:t></w:t>
      </w: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  <w:i/>
          <w:iCs/>
        </w:rPr>
        <w:t xml:space="preserve">n </w:t>
      </w:r>
      <w:r w:rsidRPr="00C16D94">
        <w:rPr>
          <w:rFonts w:asciiTheme="minorHAnsi" w:hAnsiTheme="minorHAnsi"/>
        </w:rPr>
        <w:t>&lt; 2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 xml:space="preserve">n </w:t>
      </w:r>
      <w:r w:rsidRPr="00C16D94">
        <w:rPr>
          <w:rFonts w:asciiTheme="minorHAnsi" w:hAnsiTheme="minorHAnsi"/>
        </w:rPr>
        <w:t>is an integer.</w:t>
      </w:r>
      <w:r w:rsidRPr="00C16D94">
        <w:rPr>
          <w:rFonts w:asciiTheme="minorHAnsi" w:hAnsiTheme="minorHAnsi"/>
        </w:rPr>
        <w:br/>
        <w:t xml:space="preserve">Write down all the possible values of </w:t>
      </w:r>
      <w:r w:rsidRPr="00C16D94">
        <w:rPr>
          <w:rFonts w:asciiTheme="minorHAnsi" w:hAnsiTheme="minorHAnsi"/>
          <w:i/>
          <w:iCs/>
        </w:rPr>
        <w:t>n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5B1BF9" w:rsidRPr="00C16D94" w:rsidRDefault="005B1BF9" w:rsidP="005B1BF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>Solve the inequality</w:t>
      </w:r>
    </w:p>
    <w:p w:rsidR="005B1BF9" w:rsidRPr="00C16D94" w:rsidRDefault="005B1BF9" w:rsidP="00AC0729">
      <w:pPr>
        <w:pStyle w:val="indent3"/>
        <w:tabs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5</w:t>
      </w:r>
      <w:r w:rsidRPr="00C16D94">
        <w:rPr>
          <w:rFonts w:asciiTheme="minorHAnsi" w:hAnsiTheme="minorHAnsi"/>
          <w:i/>
          <w:iCs/>
        </w:rPr>
        <w:t xml:space="preserve">x </w:t>
      </w:r>
      <w:r w:rsidRPr="00C16D94">
        <w:rPr>
          <w:rFonts w:asciiTheme="minorHAnsi" w:hAnsiTheme="minorHAnsi"/>
        </w:rPr>
        <w:t>&lt; 2</w:t>
      </w:r>
      <w:r w:rsidRPr="00C16D94">
        <w:rPr>
          <w:rFonts w:asciiTheme="minorHAnsi" w:hAnsiTheme="minorHAnsi"/>
          <w:i/>
          <w:iCs/>
        </w:rPr>
        <w:t xml:space="preserve">x </w:t>
      </w:r>
      <w:r w:rsidRPr="00C16D94">
        <w:rPr>
          <w:rFonts w:asciiTheme="minorHAnsi" w:hAnsiTheme="minorHAnsi"/>
        </w:rPr>
        <w:t>– 6</w:t>
      </w:r>
    </w:p>
    <w:p w:rsidR="005B1BF9" w:rsidRPr="00C16D94" w:rsidRDefault="005B1BF9" w:rsidP="005B1BF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5B1BF9" w:rsidRPr="00C16D94" w:rsidRDefault="005B1BF9" w:rsidP="005B1BF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a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 xml:space="preserve">List all the possible integer values of </w:t>
      </w:r>
      <w:r w:rsidRPr="00C16D94">
        <w:rPr>
          <w:rFonts w:asciiTheme="minorHAnsi" w:hAnsiTheme="minorHAnsi"/>
          <w:i/>
          <w:iCs/>
        </w:rPr>
        <w:t xml:space="preserve">n </w:t>
      </w:r>
      <w:r w:rsidRPr="00C16D94">
        <w:rPr>
          <w:rFonts w:asciiTheme="minorHAnsi" w:hAnsiTheme="minorHAnsi"/>
        </w:rPr>
        <w:t>such that</w:t>
      </w:r>
    </w:p>
    <w:p w:rsidR="005B1BF9" w:rsidRPr="00C16D94" w:rsidRDefault="005B1BF9" w:rsidP="00AC0729">
      <w:pPr>
        <w:pStyle w:val="indent1Char"/>
        <w:tabs>
          <w:tab w:val="left" w:pos="241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0"/>
        <w:ind w:left="2410"/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 –2 ≤ </w:t>
      </w:r>
      <w:r w:rsidRPr="00C16D94">
        <w:rPr>
          <w:rFonts w:asciiTheme="minorHAnsi" w:hAnsiTheme="minorHAnsi"/>
          <w:i/>
          <w:iCs/>
        </w:rPr>
        <w:t xml:space="preserve">n &lt; </w:t>
      </w:r>
      <w:r w:rsidRPr="00C16D94">
        <w:rPr>
          <w:rFonts w:asciiTheme="minorHAnsi" w:hAnsiTheme="minorHAnsi"/>
        </w:rPr>
        <w:t>3</w:t>
      </w:r>
    </w:p>
    <w:p w:rsidR="005B1BF9" w:rsidRPr="00C16D94" w:rsidRDefault="005B1BF9" w:rsidP="005B1BF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5B1BF9" w:rsidRPr="00C16D94" w:rsidRDefault="005B1BF9" w:rsidP="005B1BF9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>Solve the inequality</w:t>
      </w:r>
    </w:p>
    <w:p w:rsidR="005B1BF9" w:rsidRPr="00C16D94" w:rsidRDefault="005B1BF9" w:rsidP="005B1BF9">
      <w:pPr>
        <w:pStyle w:val="indent1Char"/>
        <w:tabs>
          <w:tab w:val="left" w:pos="241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2410"/>
        <w:rPr>
          <w:rFonts w:asciiTheme="minorHAnsi" w:hAnsiTheme="minorHAnsi"/>
        </w:rPr>
      </w:pPr>
      <w:r w:rsidRPr="00C16D94">
        <w:rPr>
          <w:rFonts w:asciiTheme="minorHAnsi" w:hAnsiTheme="minorHAnsi"/>
        </w:rPr>
        <w:lastRenderedPageBreak/>
        <w:tab/>
        <w:t>4</w:t>
      </w:r>
      <w:r w:rsidRPr="00C16D94">
        <w:rPr>
          <w:rFonts w:asciiTheme="minorHAnsi" w:hAnsiTheme="minorHAnsi"/>
          <w:i/>
          <w:iCs/>
        </w:rPr>
        <w:t xml:space="preserve">p – </w:t>
      </w:r>
      <w:r w:rsidRPr="00C16D94">
        <w:rPr>
          <w:rFonts w:asciiTheme="minorHAnsi" w:hAnsiTheme="minorHAnsi"/>
        </w:rPr>
        <w:t>8 &lt; 7 –</w:t>
      </w:r>
      <w:r w:rsidRPr="00C16D94">
        <w:rPr>
          <w:rFonts w:asciiTheme="minorHAnsi" w:hAnsiTheme="minorHAnsi"/>
          <w:i/>
          <w:iCs/>
        </w:rPr>
        <w:t xml:space="preserve"> p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5B1BF9" w:rsidRPr="00C16D94" w:rsidRDefault="005B1BF9" w:rsidP="005B1BF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5.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a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 xml:space="preserve">m </w:t>
      </w:r>
      <w:r w:rsidRPr="00C16D94">
        <w:rPr>
          <w:rFonts w:asciiTheme="minorHAnsi" w:hAnsiTheme="minorHAnsi"/>
        </w:rPr>
        <w:t xml:space="preserve">is an integer such that –1 ≤ </w:t>
      </w:r>
      <w:r w:rsidRPr="00C16D94">
        <w:rPr>
          <w:rFonts w:asciiTheme="minorHAnsi" w:hAnsiTheme="minorHAnsi"/>
          <w:i/>
          <w:iCs/>
        </w:rPr>
        <w:t xml:space="preserve">m </w:t>
      </w:r>
      <w:r w:rsidRPr="00C16D94">
        <w:rPr>
          <w:rFonts w:asciiTheme="minorHAnsi" w:hAnsiTheme="minorHAnsi"/>
        </w:rPr>
        <w:t>&lt; 4</w:t>
      </w:r>
      <w:r w:rsidRPr="00C16D94">
        <w:rPr>
          <w:rFonts w:asciiTheme="minorHAnsi" w:hAnsiTheme="minorHAnsi"/>
        </w:rPr>
        <w:br/>
        <w:t xml:space="preserve">List all the possible values of </w:t>
      </w:r>
      <w:r w:rsidRPr="00C16D94">
        <w:rPr>
          <w:rFonts w:asciiTheme="minorHAnsi" w:hAnsiTheme="minorHAnsi"/>
          <w:i/>
          <w:iCs/>
        </w:rPr>
        <w:t>m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..........................................................................</w:t>
      </w:r>
    </w:p>
    <w:p w:rsidR="005B1BF9" w:rsidRPr="00C16D94" w:rsidRDefault="005B1BF9" w:rsidP="005B1BF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5B1BF9" w:rsidRPr="00C16D94" w:rsidRDefault="005B1BF9" w:rsidP="00AC0729">
      <w:pPr>
        <w:pStyle w:val="indent1a"/>
        <w:tabs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275"/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i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>Solve the inequality 3</w:t>
      </w:r>
      <w:r w:rsidRPr="00C16D94">
        <w:rPr>
          <w:rFonts w:asciiTheme="minorHAnsi" w:hAnsiTheme="minorHAnsi"/>
          <w:i/>
          <w:iCs/>
        </w:rPr>
        <w:t xml:space="preserve">x </w:t>
      </w:r>
      <w:r w:rsidR="00AC0729">
        <w:rPr>
          <w:rFonts w:asciiTheme="minorHAnsi" w:hAnsiTheme="minorHAnsi" w:cs="Symbol"/>
        </w:rPr>
        <w:t>≤</w:t>
      </w: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  <w:i/>
          <w:iCs/>
        </w:rPr>
        <w:t xml:space="preserve">x </w:t>
      </w:r>
      <w:r w:rsidRPr="00C16D94">
        <w:rPr>
          <w:rFonts w:asciiTheme="minorHAnsi" w:hAnsiTheme="minorHAnsi"/>
        </w:rPr>
        <w:t>+ 7</w:t>
      </w:r>
    </w:p>
    <w:p w:rsidR="005B1BF9" w:rsidRPr="00C16D94" w:rsidRDefault="005B1BF9" w:rsidP="00AC0729">
      <w:pPr>
        <w:pStyle w:val="indent1a"/>
        <w:tabs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275"/>
        <w:rPr>
          <w:rFonts w:asciiTheme="minorHAnsi" w:hAnsiTheme="minorHAnsi"/>
        </w:rPr>
      </w:pPr>
    </w:p>
    <w:p w:rsidR="005B1BF9" w:rsidRPr="00C16D94" w:rsidRDefault="005B1BF9" w:rsidP="00AC0729">
      <w:pPr>
        <w:pStyle w:val="rightCharCharChar"/>
        <w:tabs>
          <w:tab w:val="left" w:pos="720"/>
          <w:tab w:val="left" w:pos="1440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275"/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</w:t>
      </w:r>
    </w:p>
    <w:p w:rsidR="00AC0729" w:rsidRDefault="00AC0729" w:rsidP="00AC0729">
      <w:pPr>
        <w:pStyle w:val="indent2"/>
        <w:tabs>
          <w:tab w:val="left" w:pos="1418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hanging="127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(ii) </w:t>
      </w:r>
      <w:proofErr w:type="gramStart"/>
      <w:r w:rsidR="005B1BF9" w:rsidRPr="00C16D94">
        <w:rPr>
          <w:rFonts w:asciiTheme="minorHAnsi" w:hAnsiTheme="minorHAnsi"/>
          <w:i/>
          <w:iCs/>
        </w:rPr>
        <w:t>x</w:t>
      </w:r>
      <w:proofErr w:type="gramEnd"/>
      <w:r w:rsidR="005B1BF9" w:rsidRPr="00C16D94">
        <w:rPr>
          <w:rFonts w:asciiTheme="minorHAnsi" w:hAnsiTheme="minorHAnsi"/>
          <w:i/>
          <w:iCs/>
        </w:rPr>
        <w:t xml:space="preserve"> </w:t>
      </w:r>
      <w:r w:rsidR="005B1BF9" w:rsidRPr="00C16D94">
        <w:rPr>
          <w:rFonts w:asciiTheme="minorHAnsi" w:hAnsiTheme="minorHAnsi"/>
        </w:rPr>
        <w:t xml:space="preserve">is a whole </w:t>
      </w:r>
      <w:r>
        <w:rPr>
          <w:rFonts w:asciiTheme="minorHAnsi" w:hAnsiTheme="minorHAnsi"/>
        </w:rPr>
        <w:t>number.</w:t>
      </w:r>
    </w:p>
    <w:p w:rsidR="005B1BF9" w:rsidRPr="00C16D94" w:rsidRDefault="005B1BF9" w:rsidP="00AC0729">
      <w:pPr>
        <w:pStyle w:val="indent2"/>
        <w:tabs>
          <w:tab w:val="left" w:pos="1418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hanging="1275"/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Write down the smallest value of </w:t>
      </w:r>
      <w:r w:rsidRPr="00C16D94">
        <w:rPr>
          <w:rFonts w:asciiTheme="minorHAnsi" w:hAnsiTheme="minorHAnsi"/>
          <w:i/>
          <w:iCs/>
        </w:rPr>
        <w:t xml:space="preserve">x </w:t>
      </w:r>
      <w:r w:rsidRPr="00C16D94">
        <w:rPr>
          <w:rFonts w:asciiTheme="minorHAnsi" w:hAnsiTheme="minorHAnsi"/>
        </w:rPr>
        <w:t>that satisfies 3</w:t>
      </w:r>
      <w:r w:rsidRPr="00C16D94">
        <w:rPr>
          <w:rFonts w:asciiTheme="minorHAnsi" w:hAnsiTheme="minorHAnsi"/>
          <w:i/>
          <w:iCs/>
        </w:rPr>
        <w:t xml:space="preserve">x </w:t>
      </w:r>
      <w:r w:rsidR="00AC0729">
        <w:rPr>
          <w:rFonts w:asciiTheme="minorHAnsi" w:hAnsiTheme="minorHAnsi" w:cs="Symbol"/>
        </w:rPr>
        <w:t>≤</w:t>
      </w: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  <w:i/>
          <w:iCs/>
        </w:rPr>
        <w:t xml:space="preserve">x </w:t>
      </w:r>
      <w:r w:rsidRPr="00C16D94">
        <w:rPr>
          <w:rFonts w:asciiTheme="minorHAnsi" w:hAnsiTheme="minorHAnsi"/>
        </w:rPr>
        <w:t xml:space="preserve">+ </w:t>
      </w:r>
      <w:r w:rsidR="00AC0729">
        <w:rPr>
          <w:rFonts w:asciiTheme="minorHAnsi" w:hAnsiTheme="minorHAnsi"/>
        </w:rPr>
        <w:t>7</w:t>
      </w:r>
    </w:p>
    <w:p w:rsidR="005B1BF9" w:rsidRPr="00C16D94" w:rsidRDefault="005B1BF9" w:rsidP="005B1BF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</w:t>
      </w:r>
    </w:p>
    <w:p w:rsidR="005B1BF9" w:rsidRPr="00C16D94" w:rsidRDefault="005B1BF9" w:rsidP="005B1BF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5B1BF9" w:rsidRPr="00C16D94" w:rsidRDefault="005B1BF9" w:rsidP="005B1BF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5 marks)</w:t>
      </w:r>
    </w:p>
    <w:p w:rsidR="005B1BF9" w:rsidRPr="00C16D94" w:rsidRDefault="005B1BF9" w:rsidP="005B1BF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6.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i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>Solve the inequality</w:t>
      </w:r>
    </w:p>
    <w:p w:rsidR="005B1BF9" w:rsidRPr="00C16D94" w:rsidRDefault="005B1BF9" w:rsidP="005B1BF9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5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– 7 &lt; 2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– 1</w:t>
      </w:r>
    </w:p>
    <w:p w:rsidR="005B1BF9" w:rsidRPr="00C16D94" w:rsidRDefault="005B1BF9" w:rsidP="005B1BF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</w:t>
      </w:r>
    </w:p>
    <w:p w:rsidR="005B1BF9" w:rsidRPr="00C16D94" w:rsidRDefault="005B1BF9" w:rsidP="005B1BF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(ii)</w:t>
      </w:r>
      <w:r w:rsidRPr="00C16D94">
        <w:rPr>
          <w:rFonts w:asciiTheme="minorHAnsi" w:hAnsiTheme="minorHAnsi"/>
        </w:rPr>
        <w:tab/>
        <w:t>On the number line, represent the solution set to part (i).</w:t>
      </w:r>
    </w:p>
    <w:p w:rsidR="00903DFF" w:rsidRPr="00C16D94" w:rsidRDefault="00903DFF" w:rsidP="005B1BF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796D7CEC" wp14:editId="785E6477">
            <wp:extent cx="3324225" cy="4762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C16D94" w:rsidRDefault="005B1BF9" w:rsidP="005B1BF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8.</w:t>
      </w:r>
      <w:r w:rsidRPr="00C16D94">
        <w:rPr>
          <w:rFonts w:asciiTheme="minorHAnsi" w:hAnsiTheme="minorHAnsi"/>
        </w:rPr>
        <w:tab/>
      </w:r>
      <w:proofErr w:type="gramStart"/>
      <w:r w:rsidRPr="00C16D94">
        <w:rPr>
          <w:rFonts w:asciiTheme="minorHAnsi" w:hAnsiTheme="minorHAnsi"/>
        </w:rPr>
        <w:t>On</w:t>
      </w:r>
      <w:proofErr w:type="gramEnd"/>
      <w:r w:rsidRPr="00C16D94">
        <w:rPr>
          <w:rFonts w:asciiTheme="minorHAnsi" w:hAnsiTheme="minorHAnsi"/>
        </w:rPr>
        <w:t xml:space="preserve"> the grid, show by shading, the region which satisfies all three of the inequalities.</w:t>
      </w:r>
    </w:p>
    <w:p w:rsidR="005B1BF9" w:rsidRPr="00C16D94" w:rsidRDefault="005B1BF9" w:rsidP="005B1BF9">
      <w:pPr>
        <w:pStyle w:val="indent2"/>
        <w:tabs>
          <w:tab w:val="left" w:pos="3402"/>
          <w:tab w:val="left" w:pos="567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3402" w:hanging="2268"/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&lt; 3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&gt; –2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&lt; </w:t>
      </w:r>
      <w:r w:rsidRPr="00C16D94">
        <w:rPr>
          <w:rFonts w:asciiTheme="minorHAnsi" w:hAnsiTheme="minorHAnsi"/>
          <w:i/>
          <w:iCs/>
        </w:rPr>
        <w:t>x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Label the region </w:t>
      </w:r>
      <w:r w:rsidRPr="00C16D94">
        <w:rPr>
          <w:rFonts w:asciiTheme="minorHAnsi" w:hAnsiTheme="minorHAnsi"/>
          <w:b/>
          <w:bCs/>
        </w:rPr>
        <w:t>R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58411773" wp14:editId="542D781C">
            <wp:extent cx="3933825" cy="39243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5B1BF9" w:rsidRPr="00C16D94" w:rsidRDefault="005B1BF9" w:rsidP="005B1BF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5B1BF9" w:rsidRPr="00C16D94" w:rsidRDefault="005B1BF9" w:rsidP="005B1BF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5B1BF9" w:rsidRPr="00C16D94" w:rsidRDefault="005B1BF9" w:rsidP="005B1BF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5B1BF9" w:rsidRPr="00C16D94" w:rsidRDefault="005B1BF9" w:rsidP="005B1BF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5B1BF9" w:rsidRPr="00C16D94" w:rsidRDefault="005B1BF9" w:rsidP="005B1BF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5B1BF9" w:rsidRPr="00C16D94" w:rsidRDefault="005B1BF9" w:rsidP="005B1BF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9.</w:t>
      </w:r>
      <w:r w:rsidRPr="00C16D94">
        <w:rPr>
          <w:rFonts w:asciiTheme="minorHAnsi" w:hAnsiTheme="minorHAnsi"/>
        </w:rPr>
        <w:tab/>
        <w:t>(a)</w:t>
      </w:r>
      <w:r w:rsidRPr="00C16D94">
        <w:rPr>
          <w:rFonts w:asciiTheme="minorHAnsi" w:hAnsiTheme="minorHAnsi"/>
        </w:rPr>
        <w:tab/>
        <w:t xml:space="preserve">On the grid below, draw straight lines and use shading to show the region </w:t>
      </w:r>
      <w:r w:rsidRPr="00C16D94">
        <w:rPr>
          <w:rFonts w:asciiTheme="minorHAnsi" w:hAnsiTheme="minorHAnsi"/>
          <w:b/>
          <w:bCs/>
        </w:rPr>
        <w:t>R</w:t>
      </w:r>
      <w:r w:rsidRPr="00C16D94">
        <w:rPr>
          <w:rFonts w:asciiTheme="minorHAnsi" w:hAnsiTheme="minorHAnsi"/>
        </w:rPr>
        <w:t xml:space="preserve"> that satisfies the inequalities</w:t>
      </w:r>
    </w:p>
    <w:p w:rsidR="005B1BF9" w:rsidRPr="00C16D94" w:rsidRDefault="005B1BF9" w:rsidP="005B1BF9">
      <w:pPr>
        <w:pStyle w:val="indent3"/>
        <w:tabs>
          <w:tab w:val="left" w:pos="2268"/>
          <w:tab w:val="left" w:pos="3261"/>
          <w:tab w:val="left" w:pos="4253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proofErr w:type="gramStart"/>
      <w:r w:rsidRPr="00C16D94">
        <w:rPr>
          <w:rFonts w:asciiTheme="minorHAnsi" w:hAnsiTheme="minorHAnsi"/>
          <w:i/>
          <w:iCs/>
        </w:rPr>
        <w:t>x</w:t>
      </w:r>
      <w:proofErr w:type="gramEnd"/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 w:cs="Symbol"/>
        </w:rPr>
        <w:t></w:t>
      </w:r>
      <w:r w:rsidRPr="00C16D94">
        <w:rPr>
          <w:rFonts w:asciiTheme="minorHAnsi" w:hAnsiTheme="minorHAnsi"/>
        </w:rPr>
        <w:t xml:space="preserve"> 2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 w:cs="Symbol"/>
        </w:rPr>
        <w:t></w:t>
      </w: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ab/>
      </w:r>
      <w:proofErr w:type="spellStart"/>
      <w:r w:rsidRPr="00C16D94">
        <w:rPr>
          <w:rFonts w:asciiTheme="minorHAnsi" w:hAnsiTheme="minorHAnsi"/>
          <w:i/>
          <w:iCs/>
        </w:rPr>
        <w:t>x</w:t>
      </w:r>
      <w:proofErr w:type="spellEnd"/>
      <w:r w:rsidRPr="00C16D94">
        <w:rPr>
          <w:rFonts w:asciiTheme="minorHAnsi" w:hAnsiTheme="minorHAnsi"/>
        </w:rPr>
        <w:t xml:space="preserve"> +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 w:cs="Symbol"/>
        </w:rPr>
        <w:t></w:t>
      </w:r>
      <w:r w:rsidRPr="00C16D94">
        <w:rPr>
          <w:rFonts w:asciiTheme="minorHAnsi" w:hAnsiTheme="minorHAnsi"/>
        </w:rPr>
        <w:t xml:space="preserve"> 6</w:t>
      </w:r>
    </w:p>
    <w:p w:rsidR="005B1BF9" w:rsidRPr="00C16D94" w:rsidRDefault="005B1BF9" w:rsidP="005B1BF9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6F65A223" wp14:editId="2909FBFF">
            <wp:extent cx="3514725" cy="3381375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</w:rPr>
        <w:tab/>
        <w:t xml:space="preserve">The point </w:t>
      </w:r>
      <w:r w:rsidRPr="00C16D94">
        <w:rPr>
          <w:rFonts w:asciiTheme="minorHAnsi" w:hAnsiTheme="minorHAnsi"/>
          <w:i/>
          <w:iCs/>
        </w:rPr>
        <w:t>P</w:t>
      </w:r>
      <w:r w:rsidRPr="00C16D94">
        <w:rPr>
          <w:rFonts w:asciiTheme="minorHAnsi" w:hAnsiTheme="minorHAnsi"/>
        </w:rPr>
        <w:t xml:space="preserve"> with coordinates (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,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) lies inside the region </w:t>
      </w:r>
      <w:r w:rsidRPr="00C16D94">
        <w:rPr>
          <w:rFonts w:asciiTheme="minorHAnsi" w:hAnsiTheme="minorHAnsi"/>
          <w:b/>
          <w:bCs/>
        </w:rPr>
        <w:t>R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and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are </w:t>
      </w:r>
      <w:r w:rsidRPr="00C16D94">
        <w:rPr>
          <w:rFonts w:asciiTheme="minorHAnsi" w:hAnsiTheme="minorHAnsi"/>
          <w:b/>
          <w:bCs/>
        </w:rPr>
        <w:t>integers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 xml:space="preserve">Write down the coordinates of </w:t>
      </w:r>
      <w:r w:rsidRPr="00C16D94">
        <w:rPr>
          <w:rFonts w:asciiTheme="minorHAnsi" w:hAnsiTheme="minorHAnsi"/>
          <w:b/>
          <w:bCs/>
        </w:rPr>
        <w:t>all</w:t>
      </w:r>
      <w:r w:rsidRPr="00C16D94">
        <w:rPr>
          <w:rFonts w:asciiTheme="minorHAnsi" w:hAnsiTheme="minorHAnsi"/>
        </w:rPr>
        <w:t xml:space="preserve"> the points of </w:t>
      </w:r>
      <w:r w:rsidRPr="00C16D94">
        <w:rPr>
          <w:rFonts w:asciiTheme="minorHAnsi" w:hAnsiTheme="minorHAnsi"/>
          <w:b/>
          <w:bCs/>
        </w:rPr>
        <w:t>R</w:t>
      </w:r>
      <w:r w:rsidRPr="00C16D94">
        <w:rPr>
          <w:rFonts w:asciiTheme="minorHAnsi" w:hAnsiTheme="minorHAnsi"/>
        </w:rPr>
        <w:t xml:space="preserve"> whose coordinates are both integers.</w:t>
      </w:r>
    </w:p>
    <w:p w:rsidR="005B1BF9" w:rsidRPr="00C16D94" w:rsidRDefault="005B1BF9" w:rsidP="005B1BF9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.......................................................................................................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5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D6058C" w:rsidRPr="00C16D94" w:rsidRDefault="00D6058C" w:rsidP="00D6058C">
      <w:pPr>
        <w:pStyle w:val="Normal0"/>
        <w:rPr>
          <w:rFonts w:asciiTheme="minorHAnsi" w:hAnsiTheme="minorHAnsi" w:cs="Times New Roman"/>
          <w:sz w:val="22"/>
          <w:szCs w:val="22"/>
        </w:rPr>
      </w:pPr>
    </w:p>
    <w:p w:rsidR="005B1BF9" w:rsidRPr="00C16D94" w:rsidRDefault="005B1BF9" w:rsidP="00D6058C">
      <w:pPr>
        <w:pStyle w:val="Normal0"/>
        <w:rPr>
          <w:rFonts w:asciiTheme="minorHAnsi" w:hAnsiTheme="minorHAnsi" w:cs="Times New Roman"/>
          <w:sz w:val="22"/>
          <w:szCs w:val="22"/>
        </w:rPr>
      </w:pPr>
    </w:p>
    <w:p w:rsidR="005B1BF9" w:rsidRPr="00C16D94" w:rsidRDefault="005B1BF9" w:rsidP="00D6058C">
      <w:pPr>
        <w:pStyle w:val="Normal0"/>
        <w:rPr>
          <w:rFonts w:asciiTheme="minorHAnsi" w:hAnsiTheme="minorHAnsi" w:cs="Times New Roman"/>
          <w:sz w:val="22"/>
          <w:szCs w:val="22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F153309" wp14:editId="6B53D275">
                <wp:simplePos x="0" y="0"/>
                <wp:positionH relativeFrom="column">
                  <wp:posOffset>-117475</wp:posOffset>
                </wp:positionH>
                <wp:positionV relativeFrom="paragraph">
                  <wp:posOffset>-304165</wp:posOffset>
                </wp:positionV>
                <wp:extent cx="4772660" cy="247650"/>
                <wp:effectExtent l="0" t="0" r="27940" b="19050"/>
                <wp:wrapNone/>
                <wp:docPr id="1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Straight lines and parallel and perpendicular</w:t>
                            </w:r>
                          </w:p>
                          <w:p w:rsidR="00C16D94" w:rsidRPr="00EA4FD1" w:rsidRDefault="00C16D94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9.25pt;margin-top:-23.95pt;width:375.8pt;height:19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" strokeweight="2pt">
                <v:textbox>
                  <w:txbxContent>
                    <w:p w:rsidR="00C16D94" w:rsidRDefault="00C16D94" w:rsidP="005B1BF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Straight lines and parallel and perpendicular</w:t>
                      </w:r>
                    </w:p>
                    <w:p w:rsidR="00C16D94" w:rsidRPr="00EA4FD1" w:rsidRDefault="00C16D94" w:rsidP="005B1BF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  <w:t>Find the gradient of the straight line with equation 5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3 – 2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</w:t>
      </w:r>
    </w:p>
    <w:p w:rsidR="005B1BF9" w:rsidRPr="00C16D94" w:rsidRDefault="005B1BF9" w:rsidP="005B1BF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 xml:space="preserve">A straight line has equation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2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– 3</w:t>
      </w:r>
      <w:r w:rsidRPr="00C16D94">
        <w:rPr>
          <w:rFonts w:asciiTheme="minorHAnsi" w:hAnsiTheme="minorHAnsi"/>
        </w:rPr>
        <w:br/>
      </w:r>
      <w:proofErr w:type="gramStart"/>
      <w:r w:rsidRPr="00C16D94">
        <w:rPr>
          <w:rFonts w:asciiTheme="minorHAnsi" w:hAnsiTheme="minorHAnsi"/>
        </w:rPr>
        <w:t>The</w:t>
      </w:r>
      <w:proofErr w:type="gramEnd"/>
      <w:r w:rsidRPr="00C16D94">
        <w:rPr>
          <w:rFonts w:asciiTheme="minorHAnsi" w:hAnsiTheme="minorHAnsi"/>
        </w:rPr>
        <w:t xml:space="preserve"> point </w:t>
      </w:r>
      <w:r w:rsidRPr="00C16D94">
        <w:rPr>
          <w:rFonts w:asciiTheme="minorHAnsi" w:hAnsiTheme="minorHAnsi"/>
          <w:i/>
          <w:iCs/>
        </w:rPr>
        <w:t>P</w:t>
      </w:r>
      <w:r w:rsidRPr="00C16D94">
        <w:rPr>
          <w:rFonts w:asciiTheme="minorHAnsi" w:hAnsiTheme="minorHAnsi"/>
        </w:rPr>
        <w:t xml:space="preserve"> lies on the straight line.</w:t>
      </w:r>
      <w:r w:rsidRPr="00C16D94">
        <w:rPr>
          <w:rFonts w:asciiTheme="minorHAnsi" w:hAnsiTheme="minorHAnsi"/>
        </w:rPr>
        <w:br/>
        <w:t xml:space="preserve">The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coordinate of </w:t>
      </w:r>
      <w:r w:rsidRPr="00C16D94">
        <w:rPr>
          <w:rFonts w:asciiTheme="minorHAnsi" w:hAnsiTheme="minorHAnsi"/>
          <w:i/>
          <w:iCs/>
        </w:rPr>
        <w:t>P</w:t>
      </w:r>
      <w:r w:rsidRPr="00C16D94">
        <w:rPr>
          <w:rFonts w:asciiTheme="minorHAnsi" w:hAnsiTheme="minorHAnsi"/>
        </w:rPr>
        <w:t xml:space="preserve"> is –4</w:t>
      </w:r>
    </w:p>
    <w:p w:rsidR="005B1BF9" w:rsidRPr="00C16D94" w:rsidRDefault="005B1BF9" w:rsidP="005B1BF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 xml:space="preserve">Find the 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</w:t>
      </w:r>
      <w:proofErr w:type="gramStart"/>
      <w:r w:rsidRPr="00C16D94">
        <w:rPr>
          <w:rFonts w:asciiTheme="minorHAnsi" w:hAnsiTheme="minorHAnsi"/>
        </w:rPr>
        <w:t>coordinate</w:t>
      </w:r>
      <w:proofErr w:type="gramEnd"/>
      <w:r w:rsidRPr="00C16D94">
        <w:rPr>
          <w:rFonts w:asciiTheme="minorHAnsi" w:hAnsiTheme="minorHAnsi"/>
        </w:rPr>
        <w:t xml:space="preserve"> of </w:t>
      </w:r>
      <w:r w:rsidRPr="00C16D94">
        <w:rPr>
          <w:rFonts w:asciiTheme="minorHAnsi" w:hAnsiTheme="minorHAnsi"/>
          <w:i/>
          <w:iCs/>
        </w:rPr>
        <w:t>P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A straight line </w:t>
      </w:r>
      <w:r w:rsidRPr="00C16D94">
        <w:rPr>
          <w:rFonts w:asciiTheme="minorHAnsi" w:hAnsiTheme="minorHAnsi"/>
          <w:b/>
          <w:bCs/>
        </w:rPr>
        <w:t>L</w:t>
      </w:r>
      <w:r w:rsidRPr="00C16D94">
        <w:rPr>
          <w:rFonts w:asciiTheme="minorHAnsi" w:hAnsiTheme="minorHAnsi"/>
        </w:rPr>
        <w:t xml:space="preserve"> is parallel to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2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– 3 and passes through the point (3</w:t>
      </w:r>
      <w:proofErr w:type="gramStart"/>
      <w:r w:rsidRPr="00C16D94">
        <w:rPr>
          <w:rFonts w:asciiTheme="minorHAnsi" w:hAnsiTheme="minorHAnsi"/>
        </w:rPr>
        <w:t>,4</w:t>
      </w:r>
      <w:proofErr w:type="gramEnd"/>
      <w:r w:rsidRPr="00C16D94">
        <w:rPr>
          <w:rFonts w:asciiTheme="minorHAnsi" w:hAnsiTheme="minorHAnsi"/>
        </w:rPr>
        <w:t>).</w:t>
      </w:r>
    </w:p>
    <w:p w:rsidR="005B1BF9" w:rsidRPr="00C16D94" w:rsidRDefault="005B1BF9" w:rsidP="005B1BF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 xml:space="preserve">Find the equation of line </w:t>
      </w:r>
      <w:r w:rsidRPr="00C16D94">
        <w:rPr>
          <w:rFonts w:asciiTheme="minorHAnsi" w:hAnsiTheme="minorHAnsi"/>
          <w:b/>
          <w:bCs/>
        </w:rPr>
        <w:t>L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5 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3.</w:t>
      </w:r>
      <w:r w:rsidRPr="00C16D94">
        <w:rPr>
          <w:rFonts w:asciiTheme="minorHAnsi" w:hAnsiTheme="minorHAnsi"/>
        </w:rPr>
        <w:tab/>
        <w:t xml:space="preserve">The straight line </w:t>
      </w:r>
      <w:r w:rsidRPr="00C16D94">
        <w:rPr>
          <w:rFonts w:asciiTheme="minorHAnsi" w:hAnsiTheme="minorHAnsi"/>
          <w:b/>
          <w:bCs/>
        </w:rPr>
        <w:t>L</w:t>
      </w:r>
      <w:r w:rsidRPr="00C16D94">
        <w:rPr>
          <w:rFonts w:asciiTheme="minorHAnsi" w:hAnsiTheme="minorHAnsi"/>
          <w:position w:val="-4"/>
          <w:sz w:val="16"/>
          <w:szCs w:val="16"/>
        </w:rPr>
        <w:t>1</w:t>
      </w:r>
      <w:r w:rsidRPr="00C16D94">
        <w:rPr>
          <w:rFonts w:asciiTheme="minorHAnsi" w:hAnsiTheme="minorHAnsi"/>
        </w:rPr>
        <w:t xml:space="preserve"> has equation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2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+ 3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straight line </w:t>
      </w:r>
      <w:r w:rsidRPr="00C16D94">
        <w:rPr>
          <w:rFonts w:asciiTheme="minorHAnsi" w:hAnsiTheme="minorHAnsi"/>
          <w:b/>
          <w:bCs/>
        </w:rPr>
        <w:t>L</w:t>
      </w:r>
      <w:r w:rsidRPr="00C16D94">
        <w:rPr>
          <w:rFonts w:asciiTheme="minorHAnsi" w:hAnsiTheme="minorHAnsi"/>
          <w:position w:val="-4"/>
          <w:sz w:val="16"/>
          <w:szCs w:val="16"/>
        </w:rPr>
        <w:t>2</w:t>
      </w:r>
      <w:r w:rsidRPr="00C16D94">
        <w:rPr>
          <w:rFonts w:asciiTheme="minorHAnsi" w:hAnsiTheme="minorHAnsi"/>
        </w:rPr>
        <w:t xml:space="preserve"> is parallel to the straight line </w:t>
      </w:r>
      <w:r w:rsidRPr="00C16D94">
        <w:rPr>
          <w:rFonts w:asciiTheme="minorHAnsi" w:hAnsiTheme="minorHAnsi"/>
          <w:b/>
          <w:bCs/>
        </w:rPr>
        <w:t>L</w:t>
      </w:r>
      <w:r w:rsidRPr="00C16D94">
        <w:rPr>
          <w:rFonts w:asciiTheme="minorHAnsi" w:hAnsiTheme="minorHAnsi"/>
          <w:position w:val="-4"/>
          <w:sz w:val="16"/>
          <w:szCs w:val="16"/>
        </w:rPr>
        <w:t>1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 xml:space="preserve">The straight line </w:t>
      </w:r>
      <w:r w:rsidRPr="00C16D94">
        <w:rPr>
          <w:rFonts w:asciiTheme="minorHAnsi" w:hAnsiTheme="minorHAnsi"/>
          <w:b/>
          <w:bCs/>
        </w:rPr>
        <w:t>L</w:t>
      </w:r>
      <w:r w:rsidRPr="00C16D94">
        <w:rPr>
          <w:rFonts w:asciiTheme="minorHAnsi" w:hAnsiTheme="minorHAnsi"/>
          <w:position w:val="-4"/>
          <w:sz w:val="16"/>
          <w:szCs w:val="16"/>
        </w:rPr>
        <w:t>2</w:t>
      </w:r>
      <w:r w:rsidRPr="00C16D94">
        <w:rPr>
          <w:rFonts w:asciiTheme="minorHAnsi" w:hAnsiTheme="minorHAnsi"/>
        </w:rPr>
        <w:t xml:space="preserve"> passes through the point (3, 2).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Find an equation of the straight line </w:t>
      </w:r>
      <w:r w:rsidRPr="00C16D94">
        <w:rPr>
          <w:rFonts w:asciiTheme="minorHAnsi" w:hAnsiTheme="minorHAnsi"/>
          <w:b/>
          <w:bCs/>
        </w:rPr>
        <w:t>L</w:t>
      </w:r>
      <w:r w:rsidRPr="00C16D94">
        <w:rPr>
          <w:rFonts w:asciiTheme="minorHAnsi" w:hAnsiTheme="minorHAnsi"/>
          <w:position w:val="-4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3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  <w:r w:rsidRPr="00C16D94">
        <w:rPr>
          <w:rFonts w:asciiTheme="minorHAnsi" w:hAnsiTheme="minorHAnsi"/>
          <w:b/>
          <w:bCs/>
        </w:rPr>
        <w:t xml:space="preserve"> 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  <w:t xml:space="preserve">A straight line, </w:t>
      </w:r>
      <w:r w:rsidRPr="00C16D94">
        <w:rPr>
          <w:rFonts w:asciiTheme="minorHAnsi" w:hAnsiTheme="minorHAnsi"/>
          <w:b/>
          <w:bCs/>
        </w:rPr>
        <w:t>L</w:t>
      </w:r>
      <w:r w:rsidRPr="00C16D94">
        <w:rPr>
          <w:rFonts w:asciiTheme="minorHAnsi" w:hAnsiTheme="minorHAnsi"/>
        </w:rPr>
        <w:t xml:space="preserve">, passes through the point with coordinates (4, 7) and is perpendicular to the line with equation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2</w:t>
      </w: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+ 3.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Find an equation of the straight line </w:t>
      </w:r>
      <w:r w:rsidRPr="00C16D94">
        <w:rPr>
          <w:rFonts w:asciiTheme="minorHAnsi" w:hAnsiTheme="minorHAnsi"/>
          <w:b/>
          <w:bCs/>
        </w:rPr>
        <w:t>L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………………………………</w:t>
      </w:r>
    </w:p>
    <w:p w:rsidR="005B1BF9" w:rsidRPr="00C16D94" w:rsidRDefault="005B1BF9" w:rsidP="005B1BF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Normal0"/>
        <w:rPr>
          <w:rFonts w:asciiTheme="minorHAnsi" w:hAnsiTheme="minorHAnsi" w:cs="Times New Roman"/>
          <w:sz w:val="22"/>
          <w:szCs w:val="22"/>
        </w:rPr>
      </w:pPr>
    </w:p>
    <w:p w:rsidR="005B1BF9" w:rsidRPr="00C16D94" w:rsidRDefault="005B1BF9" w:rsidP="00D6058C">
      <w:pPr>
        <w:pStyle w:val="Normal0"/>
        <w:rPr>
          <w:rFonts w:asciiTheme="minorHAnsi" w:hAnsiTheme="minorHAnsi" w:cs="Times New Roman"/>
          <w:sz w:val="22"/>
          <w:szCs w:val="22"/>
        </w:rPr>
      </w:pPr>
    </w:p>
    <w:p w:rsidR="005B1BF9" w:rsidRPr="00C16D94" w:rsidRDefault="005B1BF9" w:rsidP="005B1BF9">
      <w:pPr>
        <w:pStyle w:val="Normal0"/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9BDCBD1" wp14:editId="5140C766">
                <wp:simplePos x="0" y="0"/>
                <wp:positionH relativeFrom="column">
                  <wp:posOffset>-117475</wp:posOffset>
                </wp:positionH>
                <wp:positionV relativeFrom="paragraph">
                  <wp:posOffset>-286385</wp:posOffset>
                </wp:positionV>
                <wp:extent cx="4772660" cy="247650"/>
                <wp:effectExtent l="0" t="0" r="27940" b="19050"/>
                <wp:wrapNone/>
                <wp:docPr id="24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Angles in parallel lines and polygons</w:t>
                            </w:r>
                          </w:p>
                          <w:p w:rsidR="00C16D94" w:rsidRPr="00EA4FD1" w:rsidRDefault="00C16D94" w:rsidP="005B1BF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9.25pt;margin-top:-22.55pt;width:375.8pt;height:19.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" strokeweight="2pt">
                <v:textbox>
                  <w:txbxContent>
                    <w:p w:rsidR="00C16D94" w:rsidRDefault="00C16D94" w:rsidP="005B1BF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Angles in parallel lines and polygons</w:t>
                      </w:r>
                    </w:p>
                    <w:p w:rsidR="00C16D94" w:rsidRPr="00EA4FD1" w:rsidRDefault="00C16D94" w:rsidP="005B1BF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</w:r>
    </w:p>
    <w:p w:rsidR="005B1BF9" w:rsidRPr="00C16D94" w:rsidRDefault="005B1BF9" w:rsidP="005B1BF9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3D2E6FEB" wp14:editId="3988585F">
            <wp:extent cx="2819400" cy="12287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size of the exterior angle of a regular hexagon.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</w:t>
      </w:r>
      <w:r w:rsidRPr="00C16D94">
        <w:rPr>
          <w:rFonts w:asciiTheme="minorHAnsi" w:hAnsiTheme="minorHAnsi" w:cs="Symbol"/>
        </w:rPr>
        <w:t>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2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>Here is a regular polygon with 9 sides.</w:t>
      </w:r>
    </w:p>
    <w:p w:rsidR="005B1BF9" w:rsidRPr="00C16D94" w:rsidRDefault="005B1BF9" w:rsidP="005B1BF9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3EB311B9" wp14:editId="76BBBE8B">
            <wp:extent cx="1666875" cy="165735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</w:rPr>
        <w:t xml:space="preserve">Diagram </w:t>
      </w:r>
      <w:r w:rsidRPr="00C16D94">
        <w:rPr>
          <w:rFonts w:asciiTheme="minorHAnsi" w:hAnsiTheme="minorHAnsi"/>
          <w:b/>
          <w:bCs/>
        </w:rPr>
        <w:t xml:space="preserve">NOT </w:t>
      </w:r>
      <w:r w:rsidRPr="00C16D94">
        <w:rPr>
          <w:rFonts w:asciiTheme="minorHAnsi" w:hAnsiTheme="minorHAnsi"/>
        </w:rPr>
        <w:t>accurately drawn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size of an exterior angle.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……………………….°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lastRenderedPageBreak/>
        <w:t>(Total 2 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>The size of each exterior angle of a regular polygon is 40°.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number of sides of the regular polygon.</w:t>
      </w:r>
    </w:p>
    <w:p w:rsidR="005B1BF9" w:rsidRPr="00C16D94" w:rsidRDefault="005B1BF9" w:rsidP="005B1BF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  <w:sz w:val="20"/>
          <w:szCs w:val="20"/>
        </w:rPr>
      </w:pPr>
      <w:r w:rsidRPr="00C16D94">
        <w:rPr>
          <w:rFonts w:asciiTheme="minorHAnsi" w:hAnsiTheme="minorHAnsi"/>
        </w:rPr>
        <w:t>.....................................</w:t>
      </w:r>
    </w:p>
    <w:p w:rsidR="005B1BF9" w:rsidRPr="00C16D94" w:rsidRDefault="005B1BF9" w:rsidP="005B1BF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</w:r>
    </w:p>
    <w:p w:rsidR="005B1BF9" w:rsidRPr="00C16D94" w:rsidRDefault="005B1BF9" w:rsidP="005B1BF9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1B89E09F" wp14:editId="137AECA3">
            <wp:extent cx="4933950" cy="21812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DE</w:t>
      </w:r>
      <w:r w:rsidRPr="00C16D94">
        <w:rPr>
          <w:rFonts w:asciiTheme="minorHAnsi" w:hAnsiTheme="minorHAnsi"/>
        </w:rPr>
        <w:t xml:space="preserve"> is parallel to </w:t>
      </w:r>
      <w:r w:rsidRPr="00C16D94">
        <w:rPr>
          <w:rFonts w:asciiTheme="minorHAnsi" w:hAnsiTheme="minorHAnsi"/>
          <w:i/>
          <w:iCs/>
        </w:rPr>
        <w:t>FG.</w:t>
      </w:r>
      <w:r w:rsidRPr="00C16D94">
        <w:rPr>
          <w:rFonts w:asciiTheme="minorHAnsi" w:hAnsiTheme="minorHAnsi"/>
        </w:rPr>
        <w:br/>
        <w:t xml:space="preserve">Find the size of the angle marked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>°.</w:t>
      </w:r>
    </w:p>
    <w:p w:rsidR="00F34C2C" w:rsidRPr="00C16D94" w:rsidRDefault="00F34C2C" w:rsidP="005B1BF9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5B1BF9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5B1BF9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..........................°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1 mark)</w:t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5.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noProof/>
        </w:rPr>
        <w:drawing>
          <wp:inline distT="0" distB="0" distL="0" distR="0" wp14:anchorId="6DD4D785" wp14:editId="195CECE6">
            <wp:extent cx="4619625" cy="2318091"/>
            <wp:effectExtent l="0" t="0" r="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318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BF9" w:rsidRPr="00C16D94" w:rsidRDefault="005B1BF9" w:rsidP="005B1BF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BEG</w:t>
      </w:r>
      <w:r w:rsidRPr="00C16D94">
        <w:rPr>
          <w:rFonts w:asciiTheme="minorHAnsi" w:hAnsiTheme="minorHAnsi"/>
        </w:rPr>
        <w:t xml:space="preserve"> and </w:t>
      </w:r>
      <w:r w:rsidRPr="00C16D94">
        <w:rPr>
          <w:rFonts w:asciiTheme="minorHAnsi" w:hAnsiTheme="minorHAnsi"/>
          <w:i/>
          <w:iCs/>
        </w:rPr>
        <w:t>CFG</w:t>
      </w:r>
      <w:r w:rsidRPr="00C16D94">
        <w:rPr>
          <w:rFonts w:asciiTheme="minorHAnsi" w:hAnsiTheme="minorHAnsi"/>
        </w:rPr>
        <w:t xml:space="preserve"> are straight lines.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ABC</w:t>
      </w:r>
      <w:r w:rsidRPr="00C16D94">
        <w:rPr>
          <w:rFonts w:asciiTheme="minorHAnsi" w:hAnsiTheme="minorHAnsi"/>
        </w:rPr>
        <w:t xml:space="preserve"> is parallel to </w:t>
      </w:r>
      <w:r w:rsidRPr="00C16D94">
        <w:rPr>
          <w:rFonts w:asciiTheme="minorHAnsi" w:hAnsiTheme="minorHAnsi"/>
          <w:i/>
          <w:iCs/>
        </w:rPr>
        <w:t>DEF</w:t>
      </w:r>
      <w:proofErr w:type="gramStart"/>
      <w:r w:rsidRPr="00C16D94">
        <w:rPr>
          <w:rFonts w:asciiTheme="minorHAnsi" w:hAnsiTheme="minorHAnsi"/>
          <w:i/>
          <w:iCs/>
        </w:rPr>
        <w:t>.</w:t>
      </w:r>
      <w:proofErr w:type="gramEnd"/>
      <w:r w:rsidRPr="00C16D94">
        <w:rPr>
          <w:rFonts w:asciiTheme="minorHAnsi" w:hAnsiTheme="minorHAnsi"/>
        </w:rPr>
        <w:br/>
        <w:t xml:space="preserve">Angle </w:t>
      </w:r>
      <w:r w:rsidRPr="00C16D94">
        <w:rPr>
          <w:rFonts w:asciiTheme="minorHAnsi" w:hAnsiTheme="minorHAnsi"/>
          <w:i/>
          <w:iCs/>
        </w:rPr>
        <w:t xml:space="preserve">ABE </w:t>
      </w:r>
      <w:r w:rsidRPr="00C16D94">
        <w:rPr>
          <w:rFonts w:asciiTheme="minorHAnsi" w:hAnsiTheme="minorHAnsi"/>
        </w:rPr>
        <w:t>= 48°.</w:t>
      </w:r>
      <w:r w:rsidRPr="00C16D94">
        <w:rPr>
          <w:rFonts w:asciiTheme="minorHAnsi" w:hAnsiTheme="minorHAnsi"/>
        </w:rPr>
        <w:br/>
        <w:t xml:space="preserve">Angle </w:t>
      </w:r>
      <w:r w:rsidRPr="00C16D94">
        <w:rPr>
          <w:rFonts w:asciiTheme="minorHAnsi" w:hAnsiTheme="minorHAnsi"/>
          <w:i/>
          <w:iCs/>
        </w:rPr>
        <w:t>BCF</w:t>
      </w:r>
      <w:r w:rsidRPr="00C16D94">
        <w:rPr>
          <w:rFonts w:asciiTheme="minorHAnsi" w:hAnsiTheme="minorHAnsi"/>
        </w:rPr>
        <w:t xml:space="preserve"> = 30°.</w:t>
      </w:r>
    </w:p>
    <w:p w:rsidR="005B1BF9" w:rsidRPr="00C16D94" w:rsidRDefault="005B1BF9" w:rsidP="005B1BF9">
      <w:pPr>
        <w:pStyle w:val="indent1a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i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 xml:space="preserve">Write down the size of the angle marked </w:t>
      </w:r>
      <w:r w:rsidRPr="00C16D94">
        <w:rPr>
          <w:rFonts w:asciiTheme="minorHAnsi" w:hAnsiTheme="minorHAnsi"/>
          <w:i/>
          <w:iCs/>
        </w:rPr>
        <w:t>x.</w:t>
      </w:r>
    </w:p>
    <w:p w:rsidR="005B1BF9" w:rsidRPr="00C16D94" w:rsidRDefault="005B1BF9" w:rsidP="005B1BF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= ...................</w:t>
      </w:r>
      <w:r w:rsidRPr="00C16D94">
        <w:rPr>
          <w:rFonts w:asciiTheme="minorHAnsi" w:hAnsiTheme="minorHAnsi" w:cs="Symbol"/>
        </w:rPr>
        <w:t></w:t>
      </w:r>
    </w:p>
    <w:p w:rsidR="005B1BF9" w:rsidRPr="00C16D94" w:rsidRDefault="005B1BF9" w:rsidP="005B1BF9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(ii)</w:t>
      </w:r>
      <w:r w:rsidRPr="00C16D94">
        <w:rPr>
          <w:rFonts w:asciiTheme="minorHAnsi" w:hAnsiTheme="minorHAnsi"/>
        </w:rPr>
        <w:tab/>
        <w:t>Give a reason for your answer.</w:t>
      </w:r>
    </w:p>
    <w:p w:rsidR="005B1BF9" w:rsidRPr="00C16D94" w:rsidRDefault="005B1BF9" w:rsidP="005B1BF9">
      <w:pPr>
        <w:pStyle w:val="indent3"/>
        <w:tabs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............................................................................................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5B1BF9" w:rsidRPr="00C16D94" w:rsidRDefault="005B1BF9" w:rsidP="005B1BF9">
      <w:pPr>
        <w:pStyle w:val="indent1a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i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 xml:space="preserve">Write down the size of the angle marked </w:t>
      </w: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>.</w:t>
      </w:r>
    </w:p>
    <w:p w:rsidR="005B1BF9" w:rsidRPr="00C16D94" w:rsidRDefault="005B1BF9" w:rsidP="005B1BF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y</w:t>
      </w:r>
      <w:r w:rsidRPr="00C16D94">
        <w:rPr>
          <w:rFonts w:asciiTheme="minorHAnsi" w:hAnsiTheme="minorHAnsi"/>
        </w:rPr>
        <w:t xml:space="preserve"> = ...................</w:t>
      </w:r>
      <w:r w:rsidRPr="00C16D94">
        <w:rPr>
          <w:rFonts w:asciiTheme="minorHAnsi" w:hAnsiTheme="minorHAnsi" w:cs="Symbol"/>
        </w:rPr>
        <w:t></w:t>
      </w:r>
    </w:p>
    <w:p w:rsidR="005B1BF9" w:rsidRPr="00C16D94" w:rsidRDefault="005B1BF9" w:rsidP="005B1BF9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(ii)</w:t>
      </w:r>
      <w:r w:rsidRPr="00C16D94">
        <w:rPr>
          <w:rFonts w:asciiTheme="minorHAnsi" w:hAnsiTheme="minorHAnsi"/>
        </w:rPr>
        <w:tab/>
        <w:t>Give a reason for your answer.</w:t>
      </w:r>
    </w:p>
    <w:p w:rsidR="005B1BF9" w:rsidRPr="00C16D94" w:rsidRDefault="005B1BF9" w:rsidP="005B1BF9">
      <w:pPr>
        <w:pStyle w:val="indent3"/>
        <w:tabs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............................................................................................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5B1BF9" w:rsidRPr="00C16D94" w:rsidRDefault="005B1BF9" w:rsidP="005B1BF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5B1BF9" w:rsidRPr="00C16D94" w:rsidRDefault="005B1BF9" w:rsidP="00AC072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1CF8F678" wp14:editId="161414F1">
                <wp:simplePos x="0" y="0"/>
                <wp:positionH relativeFrom="column">
                  <wp:posOffset>-69215</wp:posOffset>
                </wp:positionH>
                <wp:positionV relativeFrom="paragraph">
                  <wp:posOffset>-305435</wp:posOffset>
                </wp:positionV>
                <wp:extent cx="4772660" cy="247650"/>
                <wp:effectExtent l="0" t="0" r="27940" b="19050"/>
                <wp:wrapNone/>
                <wp:docPr id="3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Pythagoras theorem</w:t>
                            </w:r>
                          </w:p>
                          <w:p w:rsidR="00C16D94" w:rsidRPr="00EA4FD1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5.45pt;margin-top:-24.05pt;width:375.8pt;height:19.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" strokeweight="2pt">
                <v:textbox>
                  <w:txbxContent>
                    <w:p w:rsidR="00C16D94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Pythagoras theorem</w:t>
                      </w:r>
                    </w:p>
                    <w:p w:rsidR="00C16D94" w:rsidRPr="00EA4FD1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1B740FA2" wp14:editId="4E888887">
            <wp:extent cx="3886200" cy="160869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683" cy="1607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XYZ</w:t>
      </w:r>
      <w:r w:rsidRPr="00C16D94">
        <w:rPr>
          <w:rFonts w:asciiTheme="minorHAnsi" w:hAnsiTheme="minorHAnsi"/>
        </w:rPr>
        <w:t xml:space="preserve"> is a right-angled triangle.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XY</w:t>
      </w:r>
      <w:r w:rsidRPr="00C16D94">
        <w:rPr>
          <w:rFonts w:asciiTheme="minorHAnsi" w:hAnsiTheme="minorHAnsi"/>
        </w:rPr>
        <w:t xml:space="preserve"> = 3.2 cm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XZ</w:t>
      </w:r>
      <w:r w:rsidRPr="00C16D94">
        <w:rPr>
          <w:rFonts w:asciiTheme="minorHAnsi" w:hAnsiTheme="minorHAnsi"/>
        </w:rPr>
        <w:t xml:space="preserve"> = 1.7 cm.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Calculate the length of </w:t>
      </w:r>
      <w:r w:rsidRPr="00C16D94">
        <w:rPr>
          <w:rFonts w:asciiTheme="minorHAnsi" w:hAnsiTheme="minorHAnsi"/>
          <w:i/>
          <w:iCs/>
        </w:rPr>
        <w:t>YZ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>Give your answer correct to 3 significant figures.</w:t>
      </w: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…………………………. cm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question"/>
        <w:tabs>
          <w:tab w:val="left" w:pos="567"/>
          <w:tab w:val="center" w:pos="48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27552" behindDoc="0" locked="0" layoutInCell="1" allowOverlap="1" wp14:anchorId="66EA723D" wp14:editId="4B2D8E23">
            <wp:simplePos x="0" y="0"/>
            <wp:positionH relativeFrom="column">
              <wp:posOffset>3312795</wp:posOffset>
            </wp:positionH>
            <wp:positionV relativeFrom="paragraph">
              <wp:posOffset>100965</wp:posOffset>
            </wp:positionV>
            <wp:extent cx="1391285" cy="1693545"/>
            <wp:effectExtent l="0" t="0" r="0" b="190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</w:rPr>
        <w:tab/>
        <w:t xml:space="preserve">Diagram </w:t>
      </w:r>
      <w:r w:rsidRPr="00C16D94">
        <w:rPr>
          <w:rFonts w:asciiTheme="minorHAnsi" w:hAnsiTheme="minorHAnsi"/>
          <w:b/>
          <w:bCs/>
        </w:rPr>
        <w:t>NOT</w:t>
      </w:r>
      <w:r w:rsidRPr="00C16D94">
        <w:rPr>
          <w:rFonts w:asciiTheme="minorHAnsi" w:hAnsiTheme="minorHAnsi"/>
        </w:rPr>
        <w:t xml:space="preserve"> accurately drawn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 xml:space="preserve">ABC </w:t>
      </w:r>
      <w:r w:rsidRPr="00C16D94">
        <w:rPr>
          <w:rFonts w:asciiTheme="minorHAnsi" w:hAnsiTheme="minorHAnsi"/>
        </w:rPr>
        <w:t>is a right-angled triangle.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 xml:space="preserve">AC </w:t>
      </w:r>
      <w:r w:rsidRPr="00C16D94">
        <w:rPr>
          <w:rFonts w:asciiTheme="minorHAnsi" w:hAnsiTheme="minorHAnsi"/>
        </w:rPr>
        <w:t>= 6 cm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 xml:space="preserve">BC </w:t>
      </w:r>
      <w:r w:rsidRPr="00C16D94">
        <w:rPr>
          <w:rFonts w:asciiTheme="minorHAnsi" w:hAnsiTheme="minorHAnsi"/>
        </w:rPr>
        <w:t>= 9 cm.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Work out the length of </w:t>
      </w:r>
      <w:r w:rsidRPr="00C16D94">
        <w:rPr>
          <w:rFonts w:asciiTheme="minorHAnsi" w:hAnsiTheme="minorHAnsi"/>
          <w:i/>
          <w:iCs/>
        </w:rPr>
        <w:t>AB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  <w:t>Give your answer correct to 3 significant figures.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 cm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3.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noProof/>
        </w:rPr>
        <w:drawing>
          <wp:inline distT="0" distB="0" distL="0" distR="0" wp14:anchorId="2DB2B7D9" wp14:editId="3C43BF39">
            <wp:extent cx="3200400" cy="1292711"/>
            <wp:effectExtent l="0" t="0" r="0" b="317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966" cy="1293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ABCD</w:t>
      </w:r>
      <w:r w:rsidRPr="00C16D94">
        <w:rPr>
          <w:rFonts w:asciiTheme="minorHAnsi" w:hAnsiTheme="minorHAnsi"/>
        </w:rPr>
        <w:t xml:space="preserve"> is a rectangle.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AC</w:t>
      </w:r>
      <w:r w:rsidRPr="00C16D94">
        <w:rPr>
          <w:rFonts w:asciiTheme="minorHAnsi" w:hAnsiTheme="minorHAnsi"/>
        </w:rPr>
        <w:t xml:space="preserve"> = 17 cm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AD</w:t>
      </w:r>
      <w:r w:rsidRPr="00C16D94">
        <w:rPr>
          <w:rFonts w:asciiTheme="minorHAnsi" w:hAnsiTheme="minorHAnsi"/>
        </w:rPr>
        <w:t xml:space="preserve"> = 10 cm.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Calculate the length of the side </w:t>
      </w:r>
      <w:r w:rsidRPr="00C16D94">
        <w:rPr>
          <w:rFonts w:asciiTheme="minorHAnsi" w:hAnsiTheme="minorHAnsi"/>
          <w:i/>
          <w:iCs/>
        </w:rPr>
        <w:t>CD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>Give your answer correct to one decimal place.</w:t>
      </w:r>
    </w:p>
    <w:p w:rsidR="00F34C2C" w:rsidRPr="00C16D94" w:rsidRDefault="00F34C2C" w:rsidP="00F34C2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 cm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3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marks)</w:t>
      </w:r>
    </w:p>
    <w:p w:rsidR="00F34C2C" w:rsidRPr="00C16D94" w:rsidRDefault="00F34C2C" w:rsidP="00F34C2C">
      <w:pPr>
        <w:pStyle w:val="question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  <w:t>A cuboid has length 3 cm, width 4 cm and height 12 cm.</w:t>
      </w:r>
    </w:p>
    <w:p w:rsidR="00F34C2C" w:rsidRPr="00C16D94" w:rsidRDefault="00F34C2C" w:rsidP="00F34C2C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0E0BBAD0" wp14:editId="730A6D84">
            <wp:extent cx="1677670" cy="17335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Work out the length of </w:t>
      </w:r>
      <w:r w:rsidRPr="00C16D94">
        <w:rPr>
          <w:rFonts w:asciiTheme="minorHAnsi" w:hAnsiTheme="minorHAnsi"/>
          <w:i/>
          <w:iCs/>
        </w:rPr>
        <w:t>PQ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 cm</w:t>
      </w:r>
    </w:p>
    <w:p w:rsidR="00F34C2C" w:rsidRPr="00C16D94" w:rsidRDefault="00F34C2C" w:rsidP="00F34C2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AC0729" w:rsidRDefault="00AC0729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5.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72184461" wp14:editId="28043EF1">
            <wp:extent cx="3768725" cy="1621790"/>
            <wp:effectExtent l="0" t="0" r="317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72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diagram represents a cuboid </w:t>
      </w:r>
      <w:r w:rsidRPr="00C16D94">
        <w:rPr>
          <w:rFonts w:asciiTheme="minorHAnsi" w:hAnsiTheme="minorHAnsi"/>
          <w:i/>
          <w:iCs/>
        </w:rPr>
        <w:t>ABCDEFGH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AB</w:t>
      </w:r>
      <w:r w:rsidRPr="00C16D94">
        <w:rPr>
          <w:rFonts w:asciiTheme="minorHAnsi" w:hAnsiTheme="minorHAnsi"/>
        </w:rPr>
        <w:t xml:space="preserve"> = 5 cm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BC</w:t>
      </w:r>
      <w:r w:rsidRPr="00C16D94">
        <w:rPr>
          <w:rFonts w:asciiTheme="minorHAnsi" w:hAnsiTheme="minorHAnsi"/>
        </w:rPr>
        <w:t xml:space="preserve"> = 7 cm.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AE</w:t>
      </w:r>
      <w:r w:rsidRPr="00C16D94">
        <w:rPr>
          <w:rFonts w:asciiTheme="minorHAnsi" w:hAnsiTheme="minorHAnsi"/>
        </w:rPr>
        <w:t xml:space="preserve"> = 3 cm.</w:t>
      </w:r>
    </w:p>
    <w:p w:rsidR="00F34C2C" w:rsidRPr="00C16D94" w:rsidRDefault="00F34C2C" w:rsidP="00F34C2C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 xml:space="preserve">Calculate the length of </w:t>
      </w:r>
      <w:r w:rsidRPr="00C16D94">
        <w:rPr>
          <w:rFonts w:asciiTheme="minorHAnsi" w:hAnsiTheme="minorHAnsi"/>
          <w:i/>
          <w:iCs/>
        </w:rPr>
        <w:t>AG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>Give your answer correct to 3 significant figures.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 cm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F34C2C" w:rsidRPr="00C16D94" w:rsidRDefault="00F34C2C" w:rsidP="00F34C2C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 xml:space="preserve">Calculate the size of the angle between </w:t>
      </w:r>
      <w:r w:rsidRPr="00C16D94">
        <w:rPr>
          <w:rFonts w:asciiTheme="minorHAnsi" w:hAnsiTheme="minorHAnsi"/>
          <w:i/>
          <w:iCs/>
        </w:rPr>
        <w:t>AG</w:t>
      </w:r>
      <w:r w:rsidRPr="00C16D94">
        <w:rPr>
          <w:rFonts w:asciiTheme="minorHAnsi" w:hAnsiTheme="minorHAnsi"/>
        </w:rPr>
        <w:t xml:space="preserve"> and the face </w:t>
      </w:r>
      <w:r w:rsidRPr="00C16D94">
        <w:rPr>
          <w:rFonts w:asciiTheme="minorHAnsi" w:hAnsiTheme="minorHAnsi"/>
          <w:i/>
          <w:iCs/>
        </w:rPr>
        <w:t>ABCD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>Give your answer correct to 1 decimal place.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</w:t>
      </w:r>
      <w:r w:rsidRPr="00C16D94">
        <w:rPr>
          <w:rFonts w:asciiTheme="minorHAnsi" w:hAnsiTheme="minorHAnsi" w:cs="Symbol"/>
        </w:rPr>
        <w:t>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4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45EF6736" wp14:editId="0C575D49">
                <wp:simplePos x="0" y="0"/>
                <wp:positionH relativeFrom="column">
                  <wp:posOffset>-117475</wp:posOffset>
                </wp:positionH>
                <wp:positionV relativeFrom="paragraph">
                  <wp:posOffset>-248285</wp:posOffset>
                </wp:positionV>
                <wp:extent cx="4772660" cy="247650"/>
                <wp:effectExtent l="0" t="0" r="27940" b="19050"/>
                <wp:wrapNone/>
                <wp:docPr id="3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Trigonometry</w:t>
                            </w:r>
                          </w:p>
                          <w:p w:rsidR="00C16D94" w:rsidRPr="00EA4FD1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9.25pt;margin-top:-19.55pt;width:375.8pt;height:19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" strokeweight="2pt">
                <v:textbox>
                  <w:txbxContent>
                    <w:p w:rsidR="00C16D94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Trigonometry</w:t>
                      </w:r>
                    </w:p>
                    <w:p w:rsidR="00C16D94" w:rsidRPr="00EA4FD1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  <w:color w:val="221E1F"/>
        </w:rPr>
        <w:t>1.</w:t>
      </w:r>
      <w:r w:rsidRPr="00C16D94">
        <w:rPr>
          <w:rFonts w:asciiTheme="minorHAnsi" w:hAnsiTheme="minorHAnsi"/>
          <w:color w:val="221E1F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567"/>
        <w:jc w:val="left"/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30624" behindDoc="0" locked="0" layoutInCell="1" allowOverlap="1" wp14:anchorId="0EA264C2" wp14:editId="0700128A">
            <wp:simplePos x="0" y="0"/>
            <wp:positionH relativeFrom="column">
              <wp:posOffset>2568574</wp:posOffset>
            </wp:positionH>
            <wp:positionV relativeFrom="paragraph">
              <wp:posOffset>7620</wp:posOffset>
            </wp:positionV>
            <wp:extent cx="2238375" cy="156344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058"/>
                    <a:stretch/>
                  </pic:blipFill>
                  <pic:spPr bwMode="auto">
                    <a:xfrm>
                      <a:off x="0" y="0"/>
                      <a:ext cx="2238375" cy="156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  <w:color w:val="221E1F"/>
        </w:rPr>
        <w:t xml:space="preserve">The diagram shows triangle </w:t>
      </w:r>
      <w:r w:rsidRPr="00C16D94">
        <w:rPr>
          <w:rFonts w:asciiTheme="minorHAnsi" w:hAnsiTheme="minorHAnsi"/>
          <w:i/>
          <w:iCs/>
          <w:color w:val="221E1F"/>
        </w:rPr>
        <w:t>ABC</w:t>
      </w:r>
      <w:r w:rsidRPr="00C16D94">
        <w:rPr>
          <w:rFonts w:asciiTheme="minorHAnsi" w:hAnsiTheme="minorHAnsi"/>
          <w:color w:val="221E1F"/>
        </w:rPr>
        <w:t>.</w:t>
      </w:r>
      <w:r w:rsidRPr="00C16D94">
        <w:rPr>
          <w:rFonts w:asciiTheme="minorHAnsi" w:hAnsiTheme="minorHAnsi"/>
          <w:color w:val="221E1F"/>
        </w:rPr>
        <w:br/>
      </w:r>
      <w:r w:rsidRPr="00C16D94">
        <w:rPr>
          <w:rFonts w:asciiTheme="minorHAnsi" w:hAnsiTheme="minorHAnsi"/>
          <w:i/>
          <w:iCs/>
          <w:color w:val="221E1F"/>
        </w:rPr>
        <w:t xml:space="preserve">BC </w:t>
      </w:r>
      <w:r w:rsidRPr="00C16D94">
        <w:rPr>
          <w:rFonts w:asciiTheme="minorHAnsi" w:hAnsiTheme="minorHAnsi"/>
          <w:color w:val="221E1F"/>
        </w:rPr>
        <w:t>= 8.5 cm</w:t>
      </w:r>
      <w:proofErr w:type="gramStart"/>
      <w:r w:rsidRPr="00C16D94">
        <w:rPr>
          <w:rFonts w:asciiTheme="minorHAnsi" w:hAnsiTheme="minorHAnsi"/>
          <w:color w:val="221E1F"/>
        </w:rPr>
        <w:t>.</w:t>
      </w:r>
      <w:proofErr w:type="gramEnd"/>
      <w:r w:rsidRPr="00C16D94">
        <w:rPr>
          <w:rFonts w:asciiTheme="minorHAnsi" w:hAnsiTheme="minorHAnsi"/>
          <w:color w:val="221E1F"/>
        </w:rPr>
        <w:br/>
        <w:t xml:space="preserve">Angle </w:t>
      </w:r>
      <w:r w:rsidRPr="00C16D94">
        <w:rPr>
          <w:rFonts w:asciiTheme="minorHAnsi" w:hAnsiTheme="minorHAnsi"/>
          <w:i/>
          <w:iCs/>
          <w:color w:val="221E1F"/>
        </w:rPr>
        <w:t xml:space="preserve">ABC </w:t>
      </w:r>
      <w:r w:rsidRPr="00C16D94">
        <w:rPr>
          <w:rFonts w:asciiTheme="minorHAnsi" w:hAnsiTheme="minorHAnsi"/>
          <w:color w:val="221E1F"/>
        </w:rPr>
        <w:t>= 90°.</w:t>
      </w:r>
      <w:r w:rsidRPr="00C16D94">
        <w:rPr>
          <w:rFonts w:asciiTheme="minorHAnsi" w:hAnsiTheme="minorHAnsi"/>
          <w:color w:val="221E1F"/>
        </w:rPr>
        <w:br/>
        <w:t xml:space="preserve">Angle </w:t>
      </w:r>
      <w:r w:rsidRPr="00C16D94">
        <w:rPr>
          <w:rFonts w:asciiTheme="minorHAnsi" w:hAnsiTheme="minorHAnsi"/>
          <w:i/>
          <w:iCs/>
          <w:color w:val="221E1F"/>
        </w:rPr>
        <w:t xml:space="preserve">ACB </w:t>
      </w:r>
      <w:r w:rsidRPr="00C16D94">
        <w:rPr>
          <w:rFonts w:asciiTheme="minorHAnsi" w:hAnsiTheme="minorHAnsi"/>
          <w:color w:val="221E1F"/>
        </w:rPr>
        <w:t>= 38°.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/>
          <w:color w:val="221E1F"/>
        </w:rPr>
        <w:tab/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/>
          <w:color w:val="221E1F"/>
        </w:rPr>
        <w:tab/>
        <w:t xml:space="preserve">Work out the length of </w:t>
      </w:r>
      <w:r w:rsidRPr="00C16D94">
        <w:rPr>
          <w:rFonts w:asciiTheme="minorHAnsi" w:hAnsiTheme="minorHAnsi"/>
          <w:i/>
          <w:iCs/>
          <w:color w:val="221E1F"/>
        </w:rPr>
        <w:t>AB</w:t>
      </w:r>
      <w:proofErr w:type="gramStart"/>
      <w:r w:rsidRPr="00C16D94">
        <w:rPr>
          <w:rFonts w:asciiTheme="minorHAnsi" w:hAnsiTheme="minorHAnsi"/>
          <w:color w:val="221E1F"/>
        </w:rPr>
        <w:t>.</w:t>
      </w:r>
      <w:proofErr w:type="gramEnd"/>
      <w:r w:rsidRPr="00C16D94">
        <w:rPr>
          <w:rFonts w:asciiTheme="minorHAnsi" w:hAnsiTheme="minorHAnsi"/>
          <w:color w:val="221E1F"/>
        </w:rPr>
        <w:br/>
        <w:t>Give your answer correct to 3 significant figures.</w:t>
      </w: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 cm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indent3"/>
        <w:tabs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28D3E41E" wp14:editId="63E31E46">
            <wp:extent cx="1533525" cy="1057275"/>
            <wp:effectExtent l="0" t="0" r="9525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Diagram </w:t>
      </w:r>
      <w:proofErr w:type="gramStart"/>
      <w:r w:rsidRPr="00C16D94">
        <w:rPr>
          <w:rFonts w:asciiTheme="minorHAnsi" w:hAnsiTheme="minorHAnsi"/>
          <w:b/>
          <w:bCs/>
        </w:rPr>
        <w:t xml:space="preserve">NOT </w:t>
      </w:r>
      <w:r w:rsidRPr="00C16D94">
        <w:rPr>
          <w:rFonts w:asciiTheme="minorHAnsi" w:hAnsiTheme="minorHAnsi"/>
        </w:rPr>
        <w:t xml:space="preserve"> accurately</w:t>
      </w:r>
      <w:proofErr w:type="gramEnd"/>
      <w:r w:rsidRPr="00C16D94">
        <w:rPr>
          <w:rFonts w:asciiTheme="minorHAnsi" w:hAnsiTheme="minorHAnsi"/>
        </w:rPr>
        <w:t xml:space="preserve"> drawn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Work out the value of </w:t>
      </w:r>
      <w:r w:rsidRPr="00C16D94">
        <w:rPr>
          <w:rFonts w:asciiTheme="minorHAnsi" w:hAnsiTheme="minorHAnsi"/>
          <w:i/>
          <w:iCs/>
        </w:rPr>
        <w:t>x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  <w:t>Give your answer correct to 1 decimal place.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x</w:t>
      </w:r>
      <w:r w:rsidRPr="00C16D94">
        <w:rPr>
          <w:rFonts w:asciiTheme="minorHAnsi" w:hAnsiTheme="minorHAnsi"/>
        </w:rPr>
        <w:t xml:space="preserve"> </w:t>
      </w:r>
      <w:proofErr w:type="gramStart"/>
      <w:r w:rsidRPr="00C16D94">
        <w:rPr>
          <w:rFonts w:asciiTheme="minorHAnsi" w:hAnsiTheme="minorHAnsi"/>
        </w:rPr>
        <w:t>= ...............................</w:t>
      </w:r>
      <w:proofErr w:type="gramEnd"/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3.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1B0D594B" wp14:editId="6A27615E">
            <wp:extent cx="1876425" cy="2428875"/>
            <wp:effectExtent l="0" t="0" r="9525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Diagram </w:t>
      </w:r>
      <w:r w:rsidRPr="00C16D94">
        <w:rPr>
          <w:rFonts w:asciiTheme="minorHAnsi" w:hAnsiTheme="minorHAnsi"/>
          <w:b/>
          <w:bCs/>
        </w:rPr>
        <w:t>NOT</w:t>
      </w:r>
      <w:r w:rsidRPr="00C16D94">
        <w:rPr>
          <w:rFonts w:asciiTheme="minorHAnsi" w:hAnsiTheme="minorHAnsi"/>
        </w:rPr>
        <w:br/>
        <w:t>accurately drawn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i/>
          <w:iCs/>
        </w:rPr>
      </w:pP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  <w:i/>
          <w:iCs/>
        </w:rPr>
        <w:tab/>
        <w:t xml:space="preserve">AB </w:t>
      </w:r>
      <w:r w:rsidRPr="00C16D94">
        <w:rPr>
          <w:rFonts w:asciiTheme="minorHAnsi" w:hAnsiTheme="minorHAnsi"/>
        </w:rPr>
        <w:t xml:space="preserve">is parallel to </w:t>
      </w:r>
      <w:r w:rsidRPr="00C16D94">
        <w:rPr>
          <w:rFonts w:asciiTheme="minorHAnsi" w:hAnsiTheme="minorHAnsi"/>
          <w:i/>
          <w:iCs/>
        </w:rPr>
        <w:t>DC.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ab/>
        <w:t xml:space="preserve">AD = </w:t>
      </w:r>
      <w:r w:rsidRPr="00C16D94">
        <w:rPr>
          <w:rFonts w:asciiTheme="minorHAnsi" w:hAnsiTheme="minorHAnsi"/>
        </w:rPr>
        <w:t xml:space="preserve">9 cm, </w:t>
      </w:r>
      <w:r w:rsidRPr="00C16D94">
        <w:rPr>
          <w:rFonts w:asciiTheme="minorHAnsi" w:hAnsiTheme="minorHAnsi"/>
          <w:i/>
          <w:iCs/>
        </w:rPr>
        <w:t xml:space="preserve">DC </w:t>
      </w:r>
      <w:r w:rsidRPr="00C16D94">
        <w:rPr>
          <w:rFonts w:asciiTheme="minorHAnsi" w:hAnsiTheme="minorHAnsi"/>
        </w:rPr>
        <w:t>= 3 cm.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Angle </w:t>
      </w:r>
      <w:r w:rsidRPr="00C16D94">
        <w:rPr>
          <w:rFonts w:asciiTheme="minorHAnsi" w:hAnsiTheme="minorHAnsi"/>
          <w:i/>
          <w:iCs/>
        </w:rPr>
        <w:t xml:space="preserve">BCD = </w:t>
      </w:r>
      <w:r w:rsidRPr="00C16D94">
        <w:rPr>
          <w:rFonts w:asciiTheme="minorHAnsi" w:hAnsiTheme="minorHAnsi"/>
        </w:rPr>
        <w:t>35°.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Angle </w:t>
      </w:r>
      <w:r w:rsidRPr="00C16D94">
        <w:rPr>
          <w:rFonts w:asciiTheme="minorHAnsi" w:hAnsiTheme="minorHAnsi"/>
          <w:i/>
          <w:iCs/>
        </w:rPr>
        <w:t xml:space="preserve">ABD </w:t>
      </w:r>
      <w:r w:rsidRPr="00C16D94">
        <w:rPr>
          <w:rFonts w:asciiTheme="minorHAnsi" w:hAnsiTheme="minorHAnsi"/>
        </w:rPr>
        <w:t>= 90°.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Calculate the size of angle </w:t>
      </w:r>
      <w:r w:rsidRPr="00C16D94">
        <w:rPr>
          <w:rFonts w:asciiTheme="minorHAnsi" w:hAnsiTheme="minorHAnsi"/>
          <w:i/>
          <w:iCs/>
        </w:rPr>
        <w:t>BAD.</w:t>
      </w:r>
      <w:r w:rsidRPr="00C16D94">
        <w:rPr>
          <w:rFonts w:asciiTheme="minorHAnsi" w:hAnsiTheme="minorHAnsi"/>
          <w:i/>
          <w:iCs/>
        </w:rPr>
        <w:br/>
      </w:r>
      <w:r w:rsidRPr="00C16D94">
        <w:rPr>
          <w:rFonts w:asciiTheme="minorHAnsi" w:hAnsiTheme="minorHAnsi"/>
        </w:rPr>
        <w:t>Give your answer correct to one decimal place.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  </w:t>
      </w:r>
    </w:p>
    <w:p w:rsidR="00F34C2C" w:rsidRPr="00C16D94" w:rsidRDefault="00F34C2C" w:rsidP="00F34C2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AC0729" w:rsidRDefault="00AC0729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4.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03CF4C29" wp14:editId="42A981C8">
            <wp:extent cx="2600325" cy="2128291"/>
            <wp:effectExtent l="0" t="0" r="0" b="571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128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The diagram shows a tetrahedron.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 xml:space="preserve">AD </w:t>
      </w:r>
      <w:r w:rsidRPr="00C16D94">
        <w:rPr>
          <w:rFonts w:asciiTheme="minorHAnsi" w:hAnsiTheme="minorHAnsi"/>
        </w:rPr>
        <w:t xml:space="preserve">is perpendicular to both </w:t>
      </w:r>
      <w:r w:rsidRPr="00C16D94">
        <w:rPr>
          <w:rFonts w:asciiTheme="minorHAnsi" w:hAnsiTheme="minorHAnsi"/>
          <w:i/>
          <w:iCs/>
        </w:rPr>
        <w:t xml:space="preserve">AB </w:t>
      </w:r>
      <w:r w:rsidRPr="00C16D94">
        <w:rPr>
          <w:rFonts w:asciiTheme="minorHAnsi" w:hAnsiTheme="minorHAnsi"/>
        </w:rPr>
        <w:t xml:space="preserve">and </w:t>
      </w:r>
      <w:r w:rsidRPr="00C16D94">
        <w:rPr>
          <w:rFonts w:asciiTheme="minorHAnsi" w:hAnsiTheme="minorHAnsi"/>
          <w:i/>
          <w:iCs/>
        </w:rPr>
        <w:t>AC</w:t>
      </w:r>
      <w:proofErr w:type="gramStart"/>
      <w:r w:rsidRPr="00C16D94">
        <w:rPr>
          <w:rFonts w:asciiTheme="minorHAnsi" w:hAnsiTheme="minorHAnsi"/>
          <w:i/>
          <w:iCs/>
        </w:rPr>
        <w:t>.</w:t>
      </w:r>
      <w:proofErr w:type="gramEnd"/>
      <w:r w:rsidRPr="00C16D94">
        <w:rPr>
          <w:rFonts w:asciiTheme="minorHAnsi" w:hAnsiTheme="minorHAnsi"/>
          <w:i/>
          <w:iCs/>
        </w:rPr>
        <w:br/>
        <w:t xml:space="preserve">AB = </w:t>
      </w:r>
      <w:r w:rsidRPr="00C16D94">
        <w:rPr>
          <w:rFonts w:asciiTheme="minorHAnsi" w:hAnsiTheme="minorHAnsi"/>
        </w:rPr>
        <w:t>10 cm.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 xml:space="preserve">AC = </w:t>
      </w:r>
      <w:r w:rsidRPr="00C16D94">
        <w:rPr>
          <w:rFonts w:asciiTheme="minorHAnsi" w:hAnsiTheme="minorHAnsi"/>
        </w:rPr>
        <w:t>8 cm.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 xml:space="preserve">AD = </w:t>
      </w:r>
      <w:r w:rsidRPr="00C16D94">
        <w:rPr>
          <w:rFonts w:asciiTheme="minorHAnsi" w:hAnsiTheme="minorHAnsi"/>
        </w:rPr>
        <w:t>5 cm.</w:t>
      </w:r>
      <w:r w:rsidRPr="00C16D94">
        <w:rPr>
          <w:rFonts w:asciiTheme="minorHAnsi" w:hAnsiTheme="minorHAnsi"/>
        </w:rPr>
        <w:br/>
        <w:t xml:space="preserve">Angle </w:t>
      </w:r>
      <w:r w:rsidRPr="00C16D94">
        <w:rPr>
          <w:rFonts w:asciiTheme="minorHAnsi" w:hAnsiTheme="minorHAnsi"/>
          <w:i/>
          <w:iCs/>
        </w:rPr>
        <w:t xml:space="preserve">BAC </w:t>
      </w:r>
      <w:r w:rsidRPr="00C16D94">
        <w:rPr>
          <w:rFonts w:asciiTheme="minorHAnsi" w:hAnsiTheme="minorHAnsi"/>
        </w:rPr>
        <w:t>= 90°.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Calculate the size of angle </w:t>
      </w:r>
      <w:r w:rsidRPr="00C16D94">
        <w:rPr>
          <w:rFonts w:asciiTheme="minorHAnsi" w:hAnsiTheme="minorHAnsi"/>
          <w:i/>
          <w:iCs/>
        </w:rPr>
        <w:t>BDC.</w:t>
      </w:r>
      <w:r w:rsidRPr="00C16D94">
        <w:rPr>
          <w:rFonts w:asciiTheme="minorHAnsi" w:hAnsiTheme="minorHAnsi"/>
          <w:i/>
          <w:iCs/>
        </w:rPr>
        <w:br/>
      </w:r>
      <w:r w:rsidRPr="00C16D94">
        <w:rPr>
          <w:rFonts w:asciiTheme="minorHAnsi" w:hAnsiTheme="minorHAnsi"/>
        </w:rPr>
        <w:t>Give your answer correct to 1 decimal place.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  </w:t>
      </w:r>
    </w:p>
    <w:p w:rsidR="00F34C2C" w:rsidRPr="00C16D94" w:rsidRDefault="00F34C2C" w:rsidP="00F34C2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6 marks)</w:t>
      </w:r>
    </w:p>
    <w:p w:rsidR="00F34C2C" w:rsidRPr="00C16D94" w:rsidRDefault="00F34C2C" w:rsidP="00F34C2C">
      <w:pPr>
        <w:pStyle w:val="Normal0"/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7BE4BB08" wp14:editId="10E818E5">
                <wp:simplePos x="0" y="0"/>
                <wp:positionH relativeFrom="column">
                  <wp:posOffset>-50165</wp:posOffset>
                </wp:positionH>
                <wp:positionV relativeFrom="paragraph">
                  <wp:posOffset>-343535</wp:posOffset>
                </wp:positionV>
                <wp:extent cx="4772660" cy="247650"/>
                <wp:effectExtent l="0" t="0" r="27940" b="19050"/>
                <wp:wrapNone/>
                <wp:docPr id="44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Sine and Cosine rules including Area of a triangle</w:t>
                            </w:r>
                          </w:p>
                          <w:p w:rsidR="00C16D94" w:rsidRPr="00EA4FD1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3.95pt;margin-top:-27.05pt;width:375.8pt;height:19.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" strokeweight="2pt">
                <v:textbox>
                  <w:txbxContent>
                    <w:p w:rsidR="00C16D94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Sine and Cosine rules including Area of a triangle</w:t>
                      </w:r>
                    </w:p>
                    <w:p w:rsidR="00C16D94" w:rsidRPr="00EA4FD1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330FCDC0" wp14:editId="00552050">
            <wp:extent cx="4838700" cy="1609725"/>
            <wp:effectExtent l="0" t="0" r="0" b="952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ABC</w:t>
      </w:r>
      <w:r w:rsidRPr="00C16D94">
        <w:rPr>
          <w:rFonts w:asciiTheme="minorHAnsi" w:hAnsiTheme="minorHAnsi"/>
        </w:rPr>
        <w:t xml:space="preserve"> is a triangle.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AB</w:t>
      </w:r>
      <w:r w:rsidRPr="00C16D94">
        <w:rPr>
          <w:rFonts w:asciiTheme="minorHAnsi" w:hAnsiTheme="minorHAnsi"/>
        </w:rPr>
        <w:t xml:space="preserve"> = 8 cm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BC</w:t>
      </w:r>
      <w:r w:rsidRPr="00C16D94">
        <w:rPr>
          <w:rFonts w:asciiTheme="minorHAnsi" w:hAnsiTheme="minorHAnsi"/>
        </w:rPr>
        <w:t xml:space="preserve"> = 14 cm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Angle </w:t>
      </w:r>
      <w:r w:rsidRPr="00C16D94">
        <w:rPr>
          <w:rFonts w:asciiTheme="minorHAnsi" w:hAnsiTheme="minorHAnsi"/>
          <w:i/>
          <w:iCs/>
        </w:rPr>
        <w:t>ABC</w:t>
      </w:r>
      <w:r w:rsidRPr="00C16D94">
        <w:rPr>
          <w:rFonts w:asciiTheme="minorHAnsi" w:hAnsiTheme="minorHAnsi"/>
        </w:rPr>
        <w:t xml:space="preserve"> = 106</w:t>
      </w:r>
      <w:r w:rsidRPr="00C16D94">
        <w:rPr>
          <w:rFonts w:asciiTheme="minorHAnsi" w:hAnsiTheme="minorHAnsi"/>
          <w:noProof/>
          <w:position w:val="-4"/>
        </w:rPr>
        <w:drawing>
          <wp:inline distT="0" distB="0" distL="0" distR="0" wp14:anchorId="5CC53D35" wp14:editId="15C9F12D">
            <wp:extent cx="104775" cy="161925"/>
            <wp:effectExtent l="0" t="0" r="9525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area of the triangle.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Give your answer correct to 3 significant figures.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………………..cm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F34C2C" w:rsidRPr="00C16D94" w:rsidRDefault="00F34C2C" w:rsidP="00F34C2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br w:type="page"/>
      </w:r>
      <w:r w:rsidRPr="00C16D94">
        <w:rPr>
          <w:rFonts w:asciiTheme="minorHAnsi" w:hAnsiTheme="minorHAnsi"/>
          <w:b/>
          <w:bCs/>
        </w:rPr>
        <w:lastRenderedPageBreak/>
        <w:t>2.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7F3601D1" wp14:editId="55F0B126">
            <wp:extent cx="2466975" cy="1295400"/>
            <wp:effectExtent l="0" t="0" r="9525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In triangle </w:t>
      </w:r>
      <w:r w:rsidRPr="00C16D94">
        <w:rPr>
          <w:rFonts w:asciiTheme="minorHAnsi" w:hAnsiTheme="minorHAnsi"/>
          <w:i/>
          <w:iCs/>
        </w:rPr>
        <w:t>ABC</w:t>
      </w:r>
      <w:proofErr w:type="gramStart"/>
      <w:r w:rsidRPr="00C16D94">
        <w:rPr>
          <w:rFonts w:asciiTheme="minorHAnsi" w:hAnsiTheme="minorHAnsi"/>
        </w:rPr>
        <w:t>,</w:t>
      </w:r>
      <w:proofErr w:type="gramEnd"/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AC</w:t>
      </w:r>
      <w:r w:rsidRPr="00C16D94">
        <w:rPr>
          <w:rFonts w:asciiTheme="minorHAnsi" w:hAnsiTheme="minorHAnsi"/>
        </w:rPr>
        <w:t xml:space="preserve"> = 8 cm,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BC</w:t>
      </w:r>
      <w:r w:rsidRPr="00C16D94">
        <w:rPr>
          <w:rFonts w:asciiTheme="minorHAnsi" w:hAnsiTheme="minorHAnsi"/>
        </w:rPr>
        <w:t xml:space="preserve"> =15 cm,</w:t>
      </w:r>
      <w:r w:rsidRPr="00C16D94">
        <w:rPr>
          <w:rFonts w:asciiTheme="minorHAnsi" w:hAnsiTheme="minorHAnsi"/>
        </w:rPr>
        <w:br/>
        <w:t xml:space="preserve">Angle </w:t>
      </w:r>
      <w:r w:rsidRPr="00C16D94">
        <w:rPr>
          <w:rFonts w:asciiTheme="minorHAnsi" w:hAnsiTheme="minorHAnsi"/>
          <w:i/>
          <w:iCs/>
        </w:rPr>
        <w:t>ACB</w:t>
      </w:r>
      <w:r w:rsidRPr="00C16D94">
        <w:rPr>
          <w:rFonts w:asciiTheme="minorHAnsi" w:hAnsiTheme="minorHAnsi"/>
        </w:rPr>
        <w:t xml:space="preserve"> = 70°.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 xml:space="preserve">Calculate the length of </w:t>
      </w:r>
      <w:r w:rsidRPr="00C16D94">
        <w:rPr>
          <w:rFonts w:asciiTheme="minorHAnsi" w:hAnsiTheme="minorHAnsi"/>
          <w:i/>
          <w:iCs/>
        </w:rPr>
        <w:t>AB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  <w:t>Give your answer correct to 3 significant figures.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 cm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 xml:space="preserve">Calculate the size of angle </w:t>
      </w:r>
      <w:r w:rsidRPr="00C16D94">
        <w:rPr>
          <w:rFonts w:asciiTheme="minorHAnsi" w:hAnsiTheme="minorHAnsi"/>
          <w:i/>
          <w:iCs/>
        </w:rPr>
        <w:t>BAC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>Give your answer correct to 1 decimal place.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...................................°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5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3.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indent3"/>
        <w:tabs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0DC8F352" wp14:editId="712B5592">
            <wp:extent cx="2228850" cy="1076325"/>
            <wp:effectExtent l="0" t="0" r="0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The lengths of the sides of a triangle are 4.2 cm, 5.3 cm and 7.6 cm.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>Calculate the size of the largest angle of the triangle.</w:t>
      </w:r>
      <w:r w:rsidRPr="00C16D94">
        <w:rPr>
          <w:rFonts w:asciiTheme="minorHAnsi" w:hAnsiTheme="minorHAnsi"/>
        </w:rPr>
        <w:br/>
        <w:t>Give your answer correct to 1 decimal place.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....................................°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>Calculate the area of the triangle.</w:t>
      </w:r>
      <w:r w:rsidRPr="00C16D94">
        <w:rPr>
          <w:rFonts w:asciiTheme="minorHAnsi" w:hAnsiTheme="minorHAnsi"/>
        </w:rPr>
        <w:br/>
        <w:t>Give your answer correct to 3 significant figures.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 cm</w:t>
      </w:r>
      <w:r w:rsidRPr="00C16D94">
        <w:rPr>
          <w:rStyle w:val="A16"/>
          <w:rFonts w:asciiTheme="minorHAnsi" w:hAnsiTheme="minorHAnsi"/>
          <w:position w:val="10"/>
          <w:sz w:val="16"/>
          <w:szCs w:val="16"/>
        </w:rPr>
        <w:t>2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6 marks)</w:t>
      </w:r>
    </w:p>
    <w:p w:rsidR="00AC0729" w:rsidRDefault="00AC0729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i/>
          <w:iCs/>
        </w:rPr>
      </w:pPr>
      <w:r w:rsidRPr="00C16D94">
        <w:rPr>
          <w:rFonts w:asciiTheme="minorHAnsi" w:hAnsiTheme="minorHAnsi"/>
          <w:b/>
          <w:bCs/>
        </w:rPr>
        <w:lastRenderedPageBreak/>
        <w:t>4.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267EB881" wp14:editId="6678E715">
            <wp:extent cx="3381375" cy="1590675"/>
            <wp:effectExtent l="0" t="0" r="9525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i/>
          <w:iCs/>
        </w:rPr>
        <w:t>AB</w:t>
      </w:r>
      <w:r w:rsidRPr="00C16D94">
        <w:rPr>
          <w:rFonts w:asciiTheme="minorHAnsi" w:hAnsiTheme="minorHAnsi"/>
        </w:rPr>
        <w:t xml:space="preserve"> = 3.2 cm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BC</w:t>
      </w:r>
      <w:r w:rsidRPr="00C16D94">
        <w:rPr>
          <w:rFonts w:asciiTheme="minorHAnsi" w:hAnsiTheme="minorHAnsi"/>
        </w:rPr>
        <w:t xml:space="preserve"> = 8.4 cm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area of triangle </w:t>
      </w:r>
      <w:r w:rsidRPr="00C16D94">
        <w:rPr>
          <w:rFonts w:asciiTheme="minorHAnsi" w:hAnsiTheme="minorHAnsi"/>
          <w:i/>
          <w:iCs/>
        </w:rPr>
        <w:t>ABC</w:t>
      </w:r>
      <w:r w:rsidRPr="00C16D94">
        <w:rPr>
          <w:rFonts w:asciiTheme="minorHAnsi" w:hAnsiTheme="minorHAnsi"/>
        </w:rPr>
        <w:t xml:space="preserve"> is 10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Calculate the perimeter of triangle </w:t>
      </w:r>
      <w:r w:rsidRPr="00C16D94">
        <w:rPr>
          <w:rFonts w:asciiTheme="minorHAnsi" w:hAnsiTheme="minorHAnsi"/>
          <w:i/>
          <w:iCs/>
        </w:rPr>
        <w:t>ABC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>Give your answer correct to three significant figures.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 cm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6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745EFA3" wp14:editId="61072657">
                <wp:simplePos x="0" y="0"/>
                <wp:positionH relativeFrom="column">
                  <wp:posOffset>-2540</wp:posOffset>
                </wp:positionH>
                <wp:positionV relativeFrom="paragraph">
                  <wp:posOffset>-334010</wp:posOffset>
                </wp:positionV>
                <wp:extent cx="4772660" cy="247650"/>
                <wp:effectExtent l="0" t="0" r="27940" b="19050"/>
                <wp:wrapNone/>
                <wp:docPr id="5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Similar shapes including length, area, and volume scale factors</w:t>
                            </w:r>
                          </w:p>
                          <w:p w:rsidR="00C16D94" w:rsidRPr="00EA4FD1" w:rsidRDefault="00C16D94" w:rsidP="00F34C2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.2pt;margin-top:-26.3pt;width:375.8pt;height:19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" strokeweight="2pt">
                <v:textbox>
                  <w:txbxContent>
                    <w:p w:rsidR="00C16D94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Similar shapes including length, area, and volume scale factors</w:t>
                      </w:r>
                    </w:p>
                    <w:p w:rsidR="00C16D94" w:rsidRPr="00EA4FD1" w:rsidRDefault="00C16D94" w:rsidP="00F34C2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  <w:t xml:space="preserve">Shapes </w:t>
      </w:r>
      <w:r w:rsidRPr="00C16D94">
        <w:rPr>
          <w:rFonts w:asciiTheme="minorHAnsi" w:hAnsiTheme="minorHAnsi"/>
          <w:i/>
          <w:iCs/>
        </w:rPr>
        <w:t xml:space="preserve">ABCD </w:t>
      </w:r>
      <w:r w:rsidRPr="00C16D94">
        <w:rPr>
          <w:rFonts w:asciiTheme="minorHAnsi" w:hAnsiTheme="minorHAnsi"/>
        </w:rPr>
        <w:t xml:space="preserve">and </w:t>
      </w:r>
      <w:r w:rsidRPr="00C16D94">
        <w:rPr>
          <w:rFonts w:asciiTheme="minorHAnsi" w:hAnsiTheme="minorHAnsi"/>
          <w:i/>
          <w:iCs/>
        </w:rPr>
        <w:t xml:space="preserve">EFGH </w:t>
      </w:r>
      <w:r w:rsidRPr="00C16D94">
        <w:rPr>
          <w:rFonts w:asciiTheme="minorHAnsi" w:hAnsiTheme="minorHAnsi"/>
        </w:rPr>
        <w:t>are mathematically similar.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6A56C78C" wp14:editId="1E322DF0">
            <wp:extent cx="4355574" cy="2000250"/>
            <wp:effectExtent l="0" t="0" r="698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574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 xml:space="preserve">Calculate the length of </w:t>
      </w:r>
      <w:r w:rsidRPr="00C16D94">
        <w:rPr>
          <w:rFonts w:asciiTheme="minorHAnsi" w:hAnsiTheme="minorHAnsi"/>
          <w:i/>
          <w:iCs/>
        </w:rPr>
        <w:t>BC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 cm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 xml:space="preserve">Calculate the length of </w:t>
      </w:r>
      <w:r w:rsidRPr="00C16D94">
        <w:rPr>
          <w:rFonts w:asciiTheme="minorHAnsi" w:hAnsiTheme="minorHAnsi"/>
          <w:i/>
          <w:iCs/>
        </w:rPr>
        <w:t>EF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 cm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b/>
          <w:bCs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2.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06190F22" wp14:editId="0A662EA5">
            <wp:extent cx="4162425" cy="1287012"/>
            <wp:effectExtent l="0" t="0" r="0" b="889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287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Cylinder </w:t>
      </w:r>
      <w:r w:rsidRPr="00C16D94">
        <w:rPr>
          <w:rFonts w:asciiTheme="minorHAnsi" w:hAnsiTheme="minorHAnsi"/>
          <w:b/>
          <w:bCs/>
        </w:rPr>
        <w:t>A</w:t>
      </w:r>
      <w:r w:rsidRPr="00C16D94">
        <w:rPr>
          <w:rFonts w:asciiTheme="minorHAnsi" w:hAnsiTheme="minorHAnsi"/>
        </w:rPr>
        <w:t xml:space="preserve"> and cylinder </w:t>
      </w:r>
      <w:r w:rsidRPr="00C16D94">
        <w:rPr>
          <w:rFonts w:asciiTheme="minorHAnsi" w:hAnsiTheme="minorHAnsi"/>
          <w:b/>
          <w:bCs/>
        </w:rPr>
        <w:t>B</w:t>
      </w:r>
      <w:r w:rsidRPr="00C16D94">
        <w:rPr>
          <w:rFonts w:asciiTheme="minorHAnsi" w:hAnsiTheme="minorHAnsi"/>
        </w:rPr>
        <w:t xml:space="preserve"> are mathematically similar.</w:t>
      </w:r>
      <w:r w:rsidRPr="00C16D94">
        <w:rPr>
          <w:rFonts w:asciiTheme="minorHAnsi" w:hAnsiTheme="minorHAnsi"/>
        </w:rPr>
        <w:br/>
        <w:t xml:space="preserve">The length of cylinder </w:t>
      </w:r>
      <w:r w:rsidRPr="00C16D94">
        <w:rPr>
          <w:rFonts w:asciiTheme="minorHAnsi" w:hAnsiTheme="minorHAnsi"/>
          <w:b/>
          <w:bCs/>
        </w:rPr>
        <w:t>A</w:t>
      </w:r>
      <w:r w:rsidRPr="00C16D94">
        <w:rPr>
          <w:rFonts w:asciiTheme="minorHAnsi" w:hAnsiTheme="minorHAnsi"/>
        </w:rPr>
        <w:t xml:space="preserve"> is 4 cm and the length of cylinder </w:t>
      </w:r>
      <w:r w:rsidRPr="00C16D94">
        <w:rPr>
          <w:rFonts w:asciiTheme="minorHAnsi" w:hAnsiTheme="minorHAnsi"/>
          <w:b/>
          <w:bCs/>
        </w:rPr>
        <w:t>B</w:t>
      </w:r>
      <w:r w:rsidRPr="00C16D94">
        <w:rPr>
          <w:rFonts w:asciiTheme="minorHAnsi" w:hAnsiTheme="minorHAnsi"/>
        </w:rPr>
        <w:t xml:space="preserve"> is 6 cm.</w:t>
      </w:r>
      <w:r w:rsidRPr="00C16D94">
        <w:rPr>
          <w:rFonts w:asciiTheme="minorHAnsi" w:hAnsiTheme="minorHAnsi"/>
        </w:rPr>
        <w:br/>
        <w:t xml:space="preserve">The volume of cylinder </w:t>
      </w:r>
      <w:r w:rsidRPr="00C16D94">
        <w:rPr>
          <w:rFonts w:asciiTheme="minorHAnsi" w:hAnsiTheme="minorHAnsi"/>
          <w:b/>
          <w:bCs/>
        </w:rPr>
        <w:t>A</w:t>
      </w:r>
      <w:r w:rsidRPr="00C16D94">
        <w:rPr>
          <w:rFonts w:asciiTheme="minorHAnsi" w:hAnsiTheme="minorHAnsi"/>
        </w:rPr>
        <w:t xml:space="preserve"> is 80 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Calculate the volume of cylinder </w:t>
      </w:r>
      <w:r w:rsidRPr="00C16D94">
        <w:rPr>
          <w:rFonts w:asciiTheme="minorHAnsi" w:hAnsiTheme="minorHAnsi"/>
          <w:b/>
          <w:bCs/>
        </w:rPr>
        <w:t>B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………………………… 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</w:p>
    <w:p w:rsidR="00F34C2C" w:rsidRPr="00C16D94" w:rsidRDefault="00F34C2C" w:rsidP="00F34C2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35744" behindDoc="0" locked="0" layoutInCell="1" allowOverlap="1" wp14:anchorId="0D1838A0" wp14:editId="75410CF1">
            <wp:simplePos x="0" y="0"/>
            <wp:positionH relativeFrom="column">
              <wp:posOffset>2930525</wp:posOffset>
            </wp:positionH>
            <wp:positionV relativeFrom="paragraph">
              <wp:posOffset>330200</wp:posOffset>
            </wp:positionV>
            <wp:extent cx="1866900" cy="933450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</w:rPr>
        <w:tab/>
        <w:t xml:space="preserve">Two prisms, </w:t>
      </w:r>
      <w:r w:rsidRPr="00C16D94">
        <w:rPr>
          <w:rFonts w:asciiTheme="minorHAnsi" w:hAnsiTheme="minorHAnsi"/>
          <w:b/>
          <w:bCs/>
        </w:rPr>
        <w:t>A</w:t>
      </w:r>
      <w:r w:rsidRPr="00C16D94">
        <w:rPr>
          <w:rFonts w:asciiTheme="minorHAnsi" w:hAnsiTheme="minorHAnsi"/>
        </w:rPr>
        <w:t xml:space="preserve"> and </w:t>
      </w:r>
      <w:r w:rsidRPr="00C16D94">
        <w:rPr>
          <w:rFonts w:asciiTheme="minorHAnsi" w:hAnsiTheme="minorHAnsi"/>
          <w:b/>
          <w:bCs/>
        </w:rPr>
        <w:t>B</w:t>
      </w:r>
      <w:r w:rsidRPr="00C16D94">
        <w:rPr>
          <w:rFonts w:asciiTheme="minorHAnsi" w:hAnsiTheme="minorHAnsi"/>
        </w:rPr>
        <w:t>, are mathematically similar.</w:t>
      </w:r>
      <w:r w:rsidRPr="00C16D94">
        <w:rPr>
          <w:rFonts w:asciiTheme="minorHAnsi" w:hAnsiTheme="minorHAnsi"/>
        </w:rPr>
        <w:br/>
        <w:t xml:space="preserve">The volume of prism </w:t>
      </w:r>
      <w:r w:rsidRPr="00C16D94">
        <w:rPr>
          <w:rFonts w:asciiTheme="minorHAnsi" w:hAnsiTheme="minorHAnsi"/>
          <w:b/>
          <w:bCs/>
        </w:rPr>
        <w:t>A</w:t>
      </w:r>
      <w:r w:rsidRPr="00C16D94">
        <w:rPr>
          <w:rFonts w:asciiTheme="minorHAnsi" w:hAnsiTheme="minorHAnsi"/>
        </w:rPr>
        <w:t xml:space="preserve"> is 12 000 cm</w:t>
      </w:r>
      <w:r w:rsidRPr="00C16D94">
        <w:rPr>
          <w:rStyle w:val="A16"/>
          <w:rFonts w:asciiTheme="minorHAnsi" w:hAnsiTheme="minorHAnsi"/>
          <w:position w:val="10"/>
          <w:sz w:val="16"/>
          <w:szCs w:val="16"/>
        </w:rPr>
        <w:t>3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 xml:space="preserve">The volume of prism </w:t>
      </w:r>
      <w:r w:rsidRPr="00C16D94">
        <w:rPr>
          <w:rFonts w:asciiTheme="minorHAnsi" w:hAnsiTheme="minorHAnsi"/>
          <w:b/>
          <w:bCs/>
        </w:rPr>
        <w:t>B</w:t>
      </w:r>
      <w:r w:rsidRPr="00C16D94">
        <w:rPr>
          <w:rFonts w:asciiTheme="minorHAnsi" w:hAnsiTheme="minorHAnsi"/>
        </w:rPr>
        <w:t xml:space="preserve"> is 49 152 cm</w:t>
      </w:r>
      <w:r w:rsidRPr="00C16D94">
        <w:rPr>
          <w:rStyle w:val="A16"/>
          <w:rFonts w:asciiTheme="minorHAnsi" w:hAnsiTheme="minorHAnsi"/>
          <w:position w:val="10"/>
          <w:sz w:val="16"/>
          <w:szCs w:val="16"/>
        </w:rPr>
        <w:t>3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 xml:space="preserve">The total surface area of prism </w:t>
      </w:r>
      <w:r w:rsidRPr="00C16D94">
        <w:rPr>
          <w:rFonts w:asciiTheme="minorHAnsi" w:hAnsiTheme="minorHAnsi"/>
          <w:b/>
          <w:bCs/>
        </w:rPr>
        <w:t>B</w:t>
      </w:r>
      <w:r w:rsidRPr="00C16D94">
        <w:rPr>
          <w:rFonts w:asciiTheme="minorHAnsi" w:hAnsiTheme="minorHAnsi"/>
        </w:rPr>
        <w:t xml:space="preserve"> is 9728 cm</w:t>
      </w:r>
      <w:r w:rsidRPr="00C16D94">
        <w:rPr>
          <w:rStyle w:val="A16"/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Calculate the total surface area of prism </w:t>
      </w:r>
      <w:r w:rsidRPr="00C16D94">
        <w:rPr>
          <w:rFonts w:asciiTheme="minorHAnsi" w:hAnsiTheme="minorHAnsi"/>
          <w:b/>
          <w:bCs/>
        </w:rPr>
        <w:t>A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 cm</w:t>
      </w:r>
      <w:r w:rsidRPr="00C16D94">
        <w:rPr>
          <w:rStyle w:val="A16"/>
          <w:rFonts w:asciiTheme="minorHAnsi" w:hAnsiTheme="minorHAnsi"/>
          <w:position w:val="10"/>
          <w:sz w:val="16"/>
          <w:szCs w:val="16"/>
        </w:rPr>
        <w:t>2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4.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noProof/>
        </w:rPr>
        <w:drawing>
          <wp:inline distT="0" distB="0" distL="0" distR="0" wp14:anchorId="5B9A69F1" wp14:editId="4DDF2E13">
            <wp:extent cx="3619500" cy="1952625"/>
            <wp:effectExtent l="0" t="0" r="0" b="952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Two cones, </w:t>
      </w:r>
      <w:r w:rsidRPr="00C16D94">
        <w:rPr>
          <w:rFonts w:asciiTheme="minorHAnsi" w:hAnsiTheme="minorHAnsi"/>
          <w:b/>
          <w:bCs/>
        </w:rPr>
        <w:t xml:space="preserve">P </w:t>
      </w:r>
      <w:r w:rsidRPr="00C16D94">
        <w:rPr>
          <w:rFonts w:asciiTheme="minorHAnsi" w:hAnsiTheme="minorHAnsi"/>
        </w:rPr>
        <w:t xml:space="preserve">and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</w:rPr>
        <w:t>, are mathematically similar.</w:t>
      </w:r>
      <w:r w:rsidRPr="00C16D94">
        <w:rPr>
          <w:rFonts w:asciiTheme="minorHAnsi" w:hAnsiTheme="minorHAnsi"/>
        </w:rPr>
        <w:br/>
        <w:t xml:space="preserve">The total surface area of cone </w:t>
      </w:r>
      <w:r w:rsidRPr="00C16D94">
        <w:rPr>
          <w:rFonts w:asciiTheme="minorHAnsi" w:hAnsiTheme="minorHAnsi"/>
          <w:b/>
          <w:bCs/>
        </w:rPr>
        <w:t xml:space="preserve">P </w:t>
      </w:r>
      <w:r w:rsidRPr="00C16D94">
        <w:rPr>
          <w:rFonts w:asciiTheme="minorHAnsi" w:hAnsiTheme="minorHAnsi"/>
        </w:rPr>
        <w:t>is 24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 xml:space="preserve">The total surface area of cone </w:t>
      </w:r>
      <w:r w:rsidRPr="00C16D94">
        <w:rPr>
          <w:rFonts w:asciiTheme="minorHAnsi" w:hAnsiTheme="minorHAnsi"/>
          <w:b/>
          <w:bCs/>
        </w:rPr>
        <w:t xml:space="preserve">Q </w:t>
      </w:r>
      <w:r w:rsidRPr="00C16D94">
        <w:rPr>
          <w:rFonts w:asciiTheme="minorHAnsi" w:hAnsiTheme="minorHAnsi"/>
        </w:rPr>
        <w:t>is 96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 xml:space="preserve">The height of cone </w:t>
      </w:r>
      <w:r w:rsidRPr="00C16D94">
        <w:rPr>
          <w:rFonts w:asciiTheme="minorHAnsi" w:hAnsiTheme="minorHAnsi"/>
          <w:b/>
          <w:bCs/>
        </w:rPr>
        <w:t xml:space="preserve">P </w:t>
      </w:r>
      <w:r w:rsidRPr="00C16D94">
        <w:rPr>
          <w:rFonts w:asciiTheme="minorHAnsi" w:hAnsiTheme="minorHAnsi"/>
        </w:rPr>
        <w:t>is 4 cm.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  <w:i/>
          <w:iCs/>
        </w:rPr>
      </w:pPr>
      <w:r w:rsidRPr="00C16D94">
        <w:rPr>
          <w:rFonts w:asciiTheme="minorHAnsi" w:hAnsiTheme="minorHAnsi"/>
        </w:rPr>
        <w:t xml:space="preserve"> (a)</w:t>
      </w:r>
      <w:r w:rsidRPr="00C16D94">
        <w:rPr>
          <w:rFonts w:asciiTheme="minorHAnsi" w:hAnsiTheme="minorHAnsi"/>
        </w:rPr>
        <w:tab/>
        <w:t xml:space="preserve">Work out the height of cone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  <w:i/>
          <w:iCs/>
        </w:rPr>
        <w:t>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  <w:i/>
          <w:iCs/>
        </w:rPr>
      </w:pP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 cm</w:t>
      </w:r>
    </w:p>
    <w:p w:rsidR="00F34C2C" w:rsidRPr="00C16D94" w:rsidRDefault="00F34C2C" w:rsidP="00F34C2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F34C2C" w:rsidRPr="00C16D94" w:rsidRDefault="00F34C2C" w:rsidP="00F34C2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volume of cone </w:t>
      </w:r>
      <w:r w:rsidRPr="00C16D94">
        <w:rPr>
          <w:rFonts w:asciiTheme="minorHAnsi" w:hAnsiTheme="minorHAnsi"/>
          <w:b/>
          <w:bCs/>
        </w:rPr>
        <w:t xml:space="preserve">P </w:t>
      </w:r>
      <w:r w:rsidRPr="00C16D94">
        <w:rPr>
          <w:rFonts w:asciiTheme="minorHAnsi" w:hAnsiTheme="minorHAnsi"/>
        </w:rPr>
        <w:t>is 12 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 xml:space="preserve">Work out the volume of cone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 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</w:p>
    <w:p w:rsidR="00F34C2C" w:rsidRPr="00C16D94" w:rsidRDefault="00F34C2C" w:rsidP="00F34C2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F34C2C" w:rsidRPr="00C16D94" w:rsidRDefault="00F34C2C" w:rsidP="00F34C2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5 marks)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 xml:space="preserve"> 5.</w:t>
      </w:r>
      <w:r w:rsidRPr="00C16D94">
        <w:rPr>
          <w:rFonts w:asciiTheme="minorHAnsi" w:hAnsiTheme="minorHAnsi"/>
        </w:rPr>
        <w:tab/>
      </w:r>
    </w:p>
    <w:p w:rsidR="00F34C2C" w:rsidRPr="00C16D94" w:rsidRDefault="00F34C2C" w:rsidP="00F34C2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05F75B7C" wp14:editId="7D7D4995">
            <wp:extent cx="4248150" cy="1273590"/>
            <wp:effectExtent l="0" t="0" r="0" b="317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27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Two cylinders, </w:t>
      </w:r>
      <w:r w:rsidRPr="00C16D94">
        <w:rPr>
          <w:rFonts w:asciiTheme="minorHAnsi" w:hAnsiTheme="minorHAnsi"/>
          <w:b/>
          <w:bCs/>
        </w:rPr>
        <w:t>P</w:t>
      </w:r>
      <w:r w:rsidRPr="00C16D94">
        <w:rPr>
          <w:rFonts w:asciiTheme="minorHAnsi" w:hAnsiTheme="minorHAnsi"/>
        </w:rPr>
        <w:t xml:space="preserve"> and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</w:rPr>
        <w:t>, are mathematically similar.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total surface area of cylinder </w:t>
      </w:r>
      <w:r w:rsidRPr="00C16D94">
        <w:rPr>
          <w:rFonts w:asciiTheme="minorHAnsi" w:hAnsiTheme="minorHAnsi"/>
          <w:b/>
          <w:bCs/>
        </w:rPr>
        <w:t>P</w:t>
      </w:r>
      <w:r w:rsidRPr="00C16D94">
        <w:rPr>
          <w:rFonts w:asciiTheme="minorHAnsi" w:hAnsiTheme="minorHAnsi"/>
        </w:rPr>
        <w:t xml:space="preserve"> is 90</w:t>
      </w:r>
      <w:proofErr w:type="gramStart"/>
      <w:r w:rsidRPr="00C16D94">
        <w:rPr>
          <w:rFonts w:asciiTheme="minorHAnsi" w:hAnsiTheme="minorHAnsi" w:cs="Symbol"/>
          <w:i/>
          <w:iCs/>
        </w:rPr>
        <w:t></w:t>
      </w:r>
      <w:r w:rsidRPr="00C16D94">
        <w:rPr>
          <w:rFonts w:asciiTheme="minorHAnsi" w:hAnsiTheme="minorHAnsi"/>
        </w:rPr>
        <w:t xml:space="preserve"> 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proofErr w:type="gramEnd"/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total surface area of cylinder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</w:rPr>
        <w:t xml:space="preserve"> is 810</w:t>
      </w:r>
      <w:proofErr w:type="gramStart"/>
      <w:r w:rsidRPr="00C16D94">
        <w:rPr>
          <w:rFonts w:asciiTheme="minorHAnsi" w:hAnsiTheme="minorHAnsi" w:cs="Symbol"/>
          <w:i/>
          <w:iCs/>
        </w:rPr>
        <w:t></w:t>
      </w:r>
      <w:r w:rsidRPr="00C16D94">
        <w:rPr>
          <w:rFonts w:asciiTheme="minorHAnsi" w:hAnsiTheme="minorHAnsi"/>
        </w:rPr>
        <w:t xml:space="preserve"> 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proofErr w:type="gramEnd"/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length of cylinder </w:t>
      </w:r>
      <w:r w:rsidRPr="00C16D94">
        <w:rPr>
          <w:rFonts w:asciiTheme="minorHAnsi" w:hAnsiTheme="minorHAnsi"/>
          <w:b/>
          <w:bCs/>
        </w:rPr>
        <w:t>P</w:t>
      </w:r>
      <w:r w:rsidRPr="00C16D94">
        <w:rPr>
          <w:rFonts w:asciiTheme="minorHAnsi" w:hAnsiTheme="minorHAnsi"/>
        </w:rPr>
        <w:t xml:space="preserve"> is 4 cm.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 xml:space="preserve">Work out the length of cylinder </w:t>
      </w:r>
      <w:r w:rsidRPr="00C16D94">
        <w:rPr>
          <w:rFonts w:asciiTheme="minorHAnsi" w:hAnsiTheme="minorHAnsi"/>
          <w:b/>
          <w:bCs/>
        </w:rPr>
        <w:t>Q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 cm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volume of cylinder </w:t>
      </w:r>
      <w:r w:rsidRPr="00C16D94">
        <w:rPr>
          <w:rFonts w:asciiTheme="minorHAnsi" w:hAnsiTheme="minorHAnsi"/>
          <w:b/>
          <w:bCs/>
        </w:rPr>
        <w:t>P</w:t>
      </w:r>
      <w:r w:rsidRPr="00C16D94">
        <w:rPr>
          <w:rFonts w:asciiTheme="minorHAnsi" w:hAnsiTheme="minorHAnsi"/>
        </w:rPr>
        <w:t xml:space="preserve"> is 100</w:t>
      </w:r>
      <w:proofErr w:type="gramStart"/>
      <w:r w:rsidRPr="00C16D94">
        <w:rPr>
          <w:rFonts w:asciiTheme="minorHAnsi" w:hAnsiTheme="minorHAnsi" w:cs="Symbol"/>
          <w:i/>
          <w:iCs/>
        </w:rPr>
        <w:t></w:t>
      </w:r>
      <w:r w:rsidRPr="00C16D94">
        <w:rPr>
          <w:rFonts w:asciiTheme="minorHAnsi" w:hAnsiTheme="minorHAnsi"/>
        </w:rPr>
        <w:t xml:space="preserve">  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  <w:proofErr w:type="gramEnd"/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 xml:space="preserve">Work out the volume of cylinder </w:t>
      </w:r>
      <w:r w:rsidRPr="00C16D94">
        <w:rPr>
          <w:rFonts w:asciiTheme="minorHAnsi" w:hAnsiTheme="minorHAnsi"/>
          <w:b/>
          <w:bCs/>
        </w:rPr>
        <w:t>Q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  <w:t xml:space="preserve">Give your answer as a multiple of </w:t>
      </w:r>
      <w:r w:rsidRPr="00C16D94">
        <w:rPr>
          <w:rFonts w:asciiTheme="minorHAnsi" w:hAnsiTheme="minorHAnsi" w:cs="Symbol"/>
          <w:i/>
          <w:iCs/>
        </w:rPr>
        <w:t></w:t>
      </w:r>
      <w:r w:rsidRPr="00C16D94">
        <w:rPr>
          <w:rFonts w:asciiTheme="minorHAnsi" w:hAnsiTheme="minorHAnsi"/>
        </w:rPr>
        <w:t>.</w:t>
      </w: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F34C2C" w:rsidRPr="00C16D94" w:rsidRDefault="00F34C2C" w:rsidP="00F34C2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 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F34C2C" w:rsidRPr="00C16D94" w:rsidRDefault="00F34C2C" w:rsidP="00F34C2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5 marks)</w:t>
      </w:r>
    </w:p>
    <w:p w:rsidR="00F34C2C" w:rsidRPr="00C16D94" w:rsidRDefault="00F34C2C" w:rsidP="00F34C2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Normal0"/>
        <w:spacing w:before="240"/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A7CD968" wp14:editId="32AD436C">
                <wp:simplePos x="0" y="0"/>
                <wp:positionH relativeFrom="column">
                  <wp:posOffset>-78740</wp:posOffset>
                </wp:positionH>
                <wp:positionV relativeFrom="paragraph">
                  <wp:posOffset>-305435</wp:posOffset>
                </wp:positionV>
                <wp:extent cx="4772660" cy="247650"/>
                <wp:effectExtent l="0" t="0" r="27940" b="19050"/>
                <wp:wrapNone/>
                <wp:docPr id="5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C63BD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Circles</w:t>
                            </w:r>
                          </w:p>
                          <w:p w:rsidR="00C16D94" w:rsidRPr="00EA4FD1" w:rsidRDefault="00C16D94" w:rsidP="00C63BD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6.2pt;margin-top:-24.05pt;width:375.8pt;height:19.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" strokeweight="2pt">
                <v:textbox>
                  <w:txbxContent>
                    <w:p w:rsidR="00C16D94" w:rsidRDefault="00C16D94" w:rsidP="00C63BD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Circles</w:t>
                      </w:r>
                    </w:p>
                    <w:p w:rsidR="00C16D94" w:rsidRPr="00EA4FD1" w:rsidRDefault="00C16D94" w:rsidP="00C63BD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  <w:t>A 10 pence coin is made from copper and nickel.</w:t>
      </w:r>
      <w:r w:rsidRPr="00C16D94">
        <w:rPr>
          <w:rFonts w:asciiTheme="minorHAnsi" w:hAnsiTheme="minorHAnsi"/>
        </w:rPr>
        <w:br/>
        <w:t>The ratio of the weight of copper to the weight of nickel is 18:6</w:t>
      </w:r>
    </w:p>
    <w:p w:rsidR="00C63BDC" w:rsidRPr="00C16D94" w:rsidRDefault="00C63BDC" w:rsidP="00C63BD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>Write the ratio 18:6 in its simplest form</w:t>
      </w: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…………………….</w:t>
      </w:r>
    </w:p>
    <w:p w:rsidR="00C63BDC" w:rsidRPr="00C16D94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(1)</w:t>
      </w:r>
    </w:p>
    <w:p w:rsidR="00C63BDC" w:rsidRPr="00C16D94" w:rsidRDefault="00C63BDC" w:rsidP="00C63BD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</w:rPr>
        <w:tab/>
        <w:t>The diameter of the 10 pence coin is 2.45 cm.</w:t>
      </w:r>
    </w:p>
    <w:p w:rsidR="00C63BDC" w:rsidRPr="00C16D94" w:rsidRDefault="00C63BDC" w:rsidP="00C63BD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>Work out the circumference of the coin.</w:t>
      </w:r>
      <w:r w:rsidRPr="00C16D94">
        <w:rPr>
          <w:rFonts w:asciiTheme="minorHAnsi" w:hAnsiTheme="minorHAnsi"/>
        </w:rPr>
        <w:br/>
        <w:t>Give your answer correct to 1 decimal place.</w:t>
      </w:r>
    </w:p>
    <w:p w:rsidR="00C63BDC" w:rsidRPr="00C16D94" w:rsidRDefault="00C63BDC" w:rsidP="00C63BD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left"/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3C005B81" wp14:editId="74C33276">
            <wp:extent cx="1154825" cy="1095375"/>
            <wp:effectExtent l="0" t="0" r="762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386" cy="109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…………………cm</w:t>
      </w:r>
    </w:p>
    <w:p w:rsidR="00C63BDC" w:rsidRPr="00C16D94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C63BDC" w:rsidRPr="00C16D94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/>
          <w:b/>
          <w:bCs/>
          <w:color w:val="221E1F"/>
        </w:rPr>
        <w:t>2.</w:t>
      </w:r>
      <w:r w:rsidRPr="00C16D94">
        <w:rPr>
          <w:rFonts w:asciiTheme="minorHAnsi" w:hAnsiTheme="minorHAnsi"/>
          <w:color w:val="221E1F"/>
        </w:rPr>
        <w:tab/>
      </w: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38816" behindDoc="0" locked="0" layoutInCell="1" allowOverlap="1" wp14:anchorId="7F73C775" wp14:editId="17B7D79B">
            <wp:simplePos x="0" y="0"/>
            <wp:positionH relativeFrom="column">
              <wp:posOffset>3093085</wp:posOffset>
            </wp:positionH>
            <wp:positionV relativeFrom="paragraph">
              <wp:posOffset>151765</wp:posOffset>
            </wp:positionV>
            <wp:extent cx="1733550" cy="1087298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 rotWithShape="1"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189"/>
                    <a:stretch/>
                  </pic:blipFill>
                  <pic:spPr bwMode="auto">
                    <a:xfrm>
                      <a:off x="0" y="0"/>
                      <a:ext cx="1733550" cy="1087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/>
          <w:color w:val="221E1F"/>
        </w:rPr>
        <w:tab/>
        <w:t>The diagram shows a semi-circle.</w:t>
      </w:r>
      <w:r w:rsidRPr="00C16D94">
        <w:rPr>
          <w:rFonts w:asciiTheme="minorHAnsi" w:hAnsiTheme="minorHAnsi"/>
          <w:color w:val="221E1F"/>
        </w:rPr>
        <w:br/>
        <w:t>The diameter of the semi-circle is 15 cm.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/>
          <w:color w:val="221E1F"/>
        </w:rPr>
        <w:t xml:space="preserve"> </w:t>
      </w:r>
      <w:r w:rsidRPr="00C16D94">
        <w:rPr>
          <w:rFonts w:asciiTheme="minorHAnsi" w:hAnsiTheme="minorHAnsi"/>
          <w:color w:val="221E1F"/>
        </w:rPr>
        <w:tab/>
        <w:t>Calculate the area of the semi-circle.</w:t>
      </w:r>
      <w:r w:rsidRPr="00C16D94">
        <w:rPr>
          <w:rFonts w:asciiTheme="minorHAnsi" w:hAnsiTheme="minorHAnsi"/>
          <w:color w:val="221E1F"/>
        </w:rPr>
        <w:br/>
        <w:t>Give your answer correct to 3 significant figures.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</w:t>
      </w:r>
    </w:p>
    <w:p w:rsidR="00C63BDC" w:rsidRPr="00C16D94" w:rsidRDefault="00C63BDC" w:rsidP="00C63BD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3.</w:t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39840" behindDoc="0" locked="0" layoutInCell="1" allowOverlap="1" wp14:anchorId="02D711C8" wp14:editId="0FD1C92D">
            <wp:simplePos x="0" y="0"/>
            <wp:positionH relativeFrom="column">
              <wp:posOffset>2825750</wp:posOffset>
            </wp:positionH>
            <wp:positionV relativeFrom="paragraph">
              <wp:posOffset>150495</wp:posOffset>
            </wp:positionV>
            <wp:extent cx="1875065" cy="109537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 rotWithShape="1"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942"/>
                    <a:stretch/>
                  </pic:blipFill>
                  <pic:spPr bwMode="auto">
                    <a:xfrm>
                      <a:off x="0" y="0"/>
                      <a:ext cx="187506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A semicircle has a diameter of 20 cm.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perimeter of the semicircle.</w:t>
      </w:r>
      <w:r w:rsidRPr="00C16D94">
        <w:rPr>
          <w:rFonts w:asciiTheme="minorHAnsi" w:hAnsiTheme="minorHAnsi"/>
        </w:rPr>
        <w:br/>
        <w:t xml:space="preserve">Take the value of </w:t>
      </w:r>
      <w:r w:rsidRPr="00C16D94">
        <w:rPr>
          <w:rFonts w:asciiTheme="minorHAnsi" w:hAnsiTheme="minorHAnsi" w:cs="Symbol"/>
        </w:rPr>
        <w:t></w:t>
      </w:r>
      <w:r w:rsidRPr="00C16D94">
        <w:rPr>
          <w:rFonts w:asciiTheme="minorHAnsi" w:hAnsiTheme="minorHAnsi"/>
        </w:rPr>
        <w:t xml:space="preserve"> to be 3.14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 cm</w:t>
      </w:r>
    </w:p>
    <w:p w:rsidR="00C63BDC" w:rsidRPr="00C16D94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</w:r>
    </w:p>
    <w:p w:rsidR="00C63BDC" w:rsidRPr="00C16D94" w:rsidRDefault="00C63BDC" w:rsidP="00C63BDC">
      <w:pPr>
        <w:pStyle w:val="question"/>
        <w:tabs>
          <w:tab w:val="left" w:pos="567"/>
          <w:tab w:val="center" w:pos="48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</w:rPr>
        <w:tab/>
      </w:r>
      <w:r w:rsidRPr="00C16D94">
        <w:rPr>
          <w:rFonts w:asciiTheme="minorHAnsi" w:hAnsiTheme="minorHAnsi"/>
          <w:noProof/>
        </w:rPr>
        <w:drawing>
          <wp:inline distT="0" distB="0" distL="0" distR="0" wp14:anchorId="7E1F7A92" wp14:editId="18AE1EDD">
            <wp:extent cx="2762250" cy="1333987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895" cy="133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A circle has a radius of 6 cm.</w:t>
      </w:r>
      <w:r w:rsidR="00AC0729">
        <w:rPr>
          <w:rFonts w:asciiTheme="minorHAnsi" w:hAnsiTheme="minorHAnsi"/>
        </w:rPr>
        <w:t xml:space="preserve">  </w:t>
      </w:r>
      <w:r w:rsidRPr="00C16D94">
        <w:rPr>
          <w:rFonts w:asciiTheme="minorHAnsi" w:hAnsiTheme="minorHAnsi"/>
        </w:rPr>
        <w:t>A square has a side of length 12 cm.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difference between the area of the circle and the area of the square.</w:t>
      </w:r>
      <w:r w:rsidRPr="00C16D94">
        <w:rPr>
          <w:rFonts w:asciiTheme="minorHAnsi" w:hAnsiTheme="minorHAnsi"/>
        </w:rPr>
        <w:br/>
        <w:t>Give your answer correct to one decimal place.</w:t>
      </w:r>
    </w:p>
    <w:p w:rsidR="00C63BDC" w:rsidRPr="00C16D94" w:rsidRDefault="00C63BDC" w:rsidP="00C63BDC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</w:p>
    <w:p w:rsidR="00C63BDC" w:rsidRPr="00C16D94" w:rsidRDefault="00C63BDC" w:rsidP="00C63BD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4 marks)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lastRenderedPageBreak/>
        <w:drawing>
          <wp:anchor distT="0" distB="0" distL="114300" distR="114300" simplePos="0" relativeHeight="251940864" behindDoc="0" locked="0" layoutInCell="1" allowOverlap="1" wp14:anchorId="6AE2C672" wp14:editId="18E3EC2B">
            <wp:simplePos x="0" y="0"/>
            <wp:positionH relativeFrom="column">
              <wp:posOffset>3083560</wp:posOffset>
            </wp:positionH>
            <wp:positionV relativeFrom="paragraph">
              <wp:posOffset>149225</wp:posOffset>
            </wp:positionV>
            <wp:extent cx="1781175" cy="1208405"/>
            <wp:effectExtent l="0" t="0" r="9525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  <w:b/>
          <w:bCs/>
        </w:rPr>
        <w:t>5.</w:t>
      </w:r>
      <w:r w:rsidRPr="00C16D94">
        <w:rPr>
          <w:rFonts w:asciiTheme="minorHAnsi" w:hAnsiTheme="minorHAnsi"/>
        </w:rPr>
        <w:tab/>
      </w:r>
    </w:p>
    <w:p w:rsidR="00C63BDC" w:rsidRPr="00C16D94" w:rsidRDefault="00C63BDC" w:rsidP="00C63BDC">
      <w:pPr>
        <w:pStyle w:val="question"/>
        <w:tabs>
          <w:tab w:val="left" w:pos="567"/>
          <w:tab w:val="center" w:pos="48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The diagram shows a sector of a circle, centre </w:t>
      </w:r>
      <w:r w:rsidRPr="00C16D94">
        <w:rPr>
          <w:rFonts w:asciiTheme="minorHAnsi" w:hAnsiTheme="minorHAnsi"/>
          <w:i/>
          <w:iCs/>
        </w:rPr>
        <w:t>O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>The radius of the circle is 13 cm.</w:t>
      </w:r>
      <w:r w:rsidRPr="00C16D94">
        <w:rPr>
          <w:rFonts w:asciiTheme="minorHAnsi" w:hAnsiTheme="minorHAnsi"/>
        </w:rPr>
        <w:br/>
        <w:t>The angle of the sector is 150°.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area of the sector.</w:t>
      </w:r>
      <w:r w:rsidRPr="00C16D94">
        <w:rPr>
          <w:rFonts w:asciiTheme="minorHAnsi" w:hAnsiTheme="minorHAnsi"/>
        </w:rPr>
        <w:br/>
        <w:t>Give your answer correct to 3 significant figures.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..............................................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</w:p>
    <w:p w:rsidR="00C63BDC" w:rsidRPr="00C16D94" w:rsidRDefault="00C63BDC" w:rsidP="00C63BD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6.</w:t>
      </w:r>
      <w:r w:rsidRPr="00C16D94">
        <w:rPr>
          <w:rFonts w:asciiTheme="minorHAnsi" w:hAnsiTheme="minorHAnsi"/>
        </w:rPr>
        <w:tab/>
      </w:r>
    </w:p>
    <w:p w:rsidR="00C63BDC" w:rsidRPr="00C16D94" w:rsidRDefault="00C63BDC" w:rsidP="00C63BDC">
      <w:pPr>
        <w:pStyle w:val="indent3"/>
        <w:tabs>
          <w:tab w:val="left" w:pos="226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ind w:left="567" w:firstLine="0"/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41888" behindDoc="0" locked="0" layoutInCell="1" allowOverlap="1" wp14:anchorId="7AE7DEB2" wp14:editId="2C5751E5">
            <wp:simplePos x="0" y="0"/>
            <wp:positionH relativeFrom="column">
              <wp:posOffset>2454910</wp:posOffset>
            </wp:positionH>
            <wp:positionV relativeFrom="paragraph">
              <wp:posOffset>151130</wp:posOffset>
            </wp:positionV>
            <wp:extent cx="2305685" cy="170180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  <w:i/>
          <w:iCs/>
        </w:rPr>
        <w:t>OAB</w:t>
      </w:r>
      <w:r w:rsidRPr="00C16D94">
        <w:rPr>
          <w:rFonts w:asciiTheme="minorHAnsi" w:hAnsiTheme="minorHAnsi"/>
        </w:rPr>
        <w:t xml:space="preserve"> is a sector of a circle, centre </w:t>
      </w:r>
      <w:r w:rsidRPr="00C16D94">
        <w:rPr>
          <w:rFonts w:asciiTheme="minorHAnsi" w:hAnsiTheme="minorHAnsi"/>
          <w:i/>
          <w:iCs/>
        </w:rPr>
        <w:t>O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  <w:t xml:space="preserve">Angle </w:t>
      </w:r>
      <w:r w:rsidRPr="00C16D94">
        <w:rPr>
          <w:rFonts w:asciiTheme="minorHAnsi" w:hAnsiTheme="minorHAnsi"/>
          <w:i/>
          <w:iCs/>
        </w:rPr>
        <w:t>AOB</w:t>
      </w:r>
      <w:r w:rsidRPr="00C16D94">
        <w:rPr>
          <w:rFonts w:asciiTheme="minorHAnsi" w:hAnsiTheme="minorHAnsi"/>
        </w:rPr>
        <w:t xml:space="preserve"> = 60º.</w:t>
      </w:r>
      <w:r w:rsidRPr="00C16D94">
        <w:rPr>
          <w:rFonts w:asciiTheme="minorHAnsi" w:hAnsiTheme="minorHAnsi"/>
        </w:rPr>
        <w:br/>
      </w:r>
      <w:r w:rsidRPr="00C16D94">
        <w:rPr>
          <w:rFonts w:asciiTheme="minorHAnsi" w:hAnsiTheme="minorHAnsi"/>
          <w:i/>
          <w:iCs/>
        </w:rPr>
        <w:t>OA</w:t>
      </w:r>
      <w:r w:rsidRPr="00C16D94">
        <w:rPr>
          <w:rFonts w:asciiTheme="minorHAnsi" w:hAnsiTheme="minorHAnsi"/>
        </w:rPr>
        <w:t xml:space="preserve"> = </w:t>
      </w:r>
      <w:r w:rsidRPr="00C16D94">
        <w:rPr>
          <w:rFonts w:asciiTheme="minorHAnsi" w:hAnsiTheme="minorHAnsi"/>
          <w:i/>
          <w:iCs/>
        </w:rPr>
        <w:t>OB</w:t>
      </w:r>
      <w:r w:rsidRPr="00C16D94">
        <w:rPr>
          <w:rFonts w:asciiTheme="minorHAnsi" w:hAnsiTheme="minorHAnsi"/>
        </w:rPr>
        <w:t xml:space="preserve"> = 12 cm.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 xml:space="preserve">Work out the length of the arc </w:t>
      </w:r>
      <w:r w:rsidRPr="00C16D94">
        <w:rPr>
          <w:rFonts w:asciiTheme="minorHAnsi" w:hAnsiTheme="minorHAnsi"/>
          <w:i/>
          <w:iCs/>
        </w:rPr>
        <w:t>AB</w:t>
      </w:r>
      <w:proofErr w:type="gramStart"/>
      <w:r w:rsidRPr="00C16D94">
        <w:rPr>
          <w:rFonts w:asciiTheme="minorHAnsi" w:hAnsiTheme="minorHAnsi"/>
        </w:rPr>
        <w:t>.</w:t>
      </w:r>
      <w:proofErr w:type="gramEnd"/>
      <w:r w:rsidRPr="00C16D94">
        <w:rPr>
          <w:rFonts w:asciiTheme="minorHAnsi" w:hAnsiTheme="minorHAnsi"/>
        </w:rPr>
        <w:br/>
        <w:t>Give your answer in terms of π.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 cm</w:t>
      </w:r>
    </w:p>
    <w:p w:rsidR="00C63BDC" w:rsidRPr="00C16D94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  <w:r w:rsidRPr="00C16D94">
        <w:rPr>
          <w:rFonts w:asciiTheme="minorHAnsi" w:hAnsiTheme="minorHAnsi"/>
          <w:b/>
          <w:bCs/>
        </w:rPr>
        <w:t xml:space="preserve"> </w:t>
      </w:r>
    </w:p>
    <w:p w:rsidR="00C63BDC" w:rsidRPr="00C16D94" w:rsidRDefault="00C63BDC" w:rsidP="00C63BD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7.</w:t>
      </w:r>
      <w:r w:rsidRPr="00C16D94">
        <w:rPr>
          <w:rFonts w:asciiTheme="minorHAnsi" w:hAnsiTheme="minorHAnsi"/>
        </w:rPr>
        <w:tab/>
      </w:r>
    </w:p>
    <w:p w:rsidR="00C63BDC" w:rsidRPr="00C16D94" w:rsidRDefault="00C63BDC" w:rsidP="00C63BD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inline distT="0" distB="0" distL="0" distR="0" wp14:anchorId="2CED8227" wp14:editId="2EA6E258">
            <wp:extent cx="2600325" cy="1722307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798" cy="172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BDC" w:rsidRPr="00C16D94" w:rsidRDefault="00C63BDC" w:rsidP="00C63BDC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</w:rPr>
        <w:tab/>
        <w:t xml:space="preserve">The diagram shows a sector </w:t>
      </w:r>
      <w:r w:rsidRPr="00C16D94">
        <w:rPr>
          <w:rFonts w:asciiTheme="minorHAnsi" w:hAnsiTheme="minorHAnsi"/>
          <w:i/>
          <w:iCs/>
        </w:rPr>
        <w:t xml:space="preserve">OABC </w:t>
      </w:r>
      <w:r w:rsidRPr="00C16D94">
        <w:rPr>
          <w:rFonts w:asciiTheme="minorHAnsi" w:hAnsiTheme="minorHAnsi"/>
        </w:rPr>
        <w:t xml:space="preserve">of a circle with centre </w:t>
      </w:r>
      <w:r w:rsidRPr="00C16D94">
        <w:rPr>
          <w:rFonts w:asciiTheme="minorHAnsi" w:hAnsiTheme="minorHAnsi"/>
          <w:i/>
          <w:iCs/>
        </w:rPr>
        <w:t>O</w:t>
      </w:r>
      <w:proofErr w:type="gramStart"/>
      <w:r w:rsidRPr="00C16D94">
        <w:rPr>
          <w:rFonts w:asciiTheme="minorHAnsi" w:hAnsiTheme="minorHAnsi"/>
          <w:i/>
          <w:iCs/>
        </w:rPr>
        <w:t>.</w:t>
      </w:r>
      <w:proofErr w:type="gramEnd"/>
      <w:r w:rsidRPr="00C16D94">
        <w:rPr>
          <w:rFonts w:asciiTheme="minorHAnsi" w:hAnsiTheme="minorHAnsi"/>
          <w:i/>
          <w:iCs/>
        </w:rPr>
        <w:br/>
        <w:t xml:space="preserve">OA = OC = </w:t>
      </w:r>
      <w:r w:rsidRPr="00C16D94">
        <w:rPr>
          <w:rFonts w:asciiTheme="minorHAnsi" w:hAnsiTheme="minorHAnsi"/>
        </w:rPr>
        <w:t>10.4 cm.</w:t>
      </w:r>
      <w:r w:rsidRPr="00C16D94">
        <w:rPr>
          <w:rFonts w:asciiTheme="minorHAnsi" w:hAnsiTheme="minorHAnsi"/>
        </w:rPr>
        <w:br/>
        <w:t xml:space="preserve">Angle </w:t>
      </w:r>
      <w:r w:rsidRPr="00C16D94">
        <w:rPr>
          <w:rFonts w:asciiTheme="minorHAnsi" w:hAnsiTheme="minorHAnsi"/>
          <w:i/>
          <w:iCs/>
        </w:rPr>
        <w:t xml:space="preserve">AOC = </w:t>
      </w:r>
      <w:r w:rsidRPr="00C16D94">
        <w:rPr>
          <w:rFonts w:asciiTheme="minorHAnsi" w:hAnsiTheme="minorHAnsi"/>
        </w:rPr>
        <w:t>120°.</w:t>
      </w:r>
    </w:p>
    <w:p w:rsidR="00C63BDC" w:rsidRPr="00C16D94" w:rsidRDefault="00C63BDC" w:rsidP="00C63BDC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 xml:space="preserve">Calculate the length of the arc </w:t>
      </w:r>
      <w:r w:rsidRPr="00C16D94">
        <w:rPr>
          <w:rFonts w:asciiTheme="minorHAnsi" w:hAnsiTheme="minorHAnsi"/>
          <w:i/>
          <w:iCs/>
        </w:rPr>
        <w:t xml:space="preserve">ABC </w:t>
      </w:r>
      <w:r w:rsidRPr="00C16D94">
        <w:rPr>
          <w:rFonts w:asciiTheme="minorHAnsi" w:hAnsiTheme="minorHAnsi"/>
        </w:rPr>
        <w:t>of the sector.</w:t>
      </w:r>
      <w:r w:rsidRPr="00C16D94">
        <w:rPr>
          <w:rFonts w:asciiTheme="minorHAnsi" w:hAnsiTheme="minorHAnsi"/>
        </w:rPr>
        <w:br/>
        <w:t>Give your answer correct to 3 significant figures.</w:t>
      </w:r>
    </w:p>
    <w:p w:rsidR="00C63BDC" w:rsidRPr="00C16D94" w:rsidRDefault="00C63BDC" w:rsidP="00C63BDC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.....................................cm</w:t>
      </w:r>
    </w:p>
    <w:p w:rsidR="00C63BDC" w:rsidRPr="00C16D94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C63BDC" w:rsidRPr="00C16D94" w:rsidRDefault="00C63BDC" w:rsidP="00C63BD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 xml:space="preserve">Calculate the area of the shaded segment </w:t>
      </w:r>
      <w:r w:rsidRPr="00C16D94">
        <w:rPr>
          <w:rFonts w:asciiTheme="minorHAnsi" w:hAnsiTheme="minorHAnsi"/>
          <w:i/>
          <w:iCs/>
        </w:rPr>
        <w:t>ABC.</w:t>
      </w:r>
      <w:r w:rsidRPr="00C16D94">
        <w:rPr>
          <w:rFonts w:asciiTheme="minorHAnsi" w:hAnsiTheme="minorHAnsi"/>
          <w:i/>
          <w:iCs/>
        </w:rPr>
        <w:br/>
      </w:r>
      <w:r w:rsidRPr="00C16D94">
        <w:rPr>
          <w:rFonts w:asciiTheme="minorHAnsi" w:hAnsiTheme="minorHAnsi"/>
        </w:rPr>
        <w:t>Give your answer correct to 3 significant figures.</w:t>
      </w:r>
    </w:p>
    <w:p w:rsidR="00C63BDC" w:rsidRPr="00C16D94" w:rsidRDefault="00C63BDC" w:rsidP="00C63BDC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</w:p>
    <w:p w:rsidR="00C63BDC" w:rsidRPr="00C16D94" w:rsidRDefault="00C63BDC" w:rsidP="00C63BD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</w:p>
    <w:p w:rsidR="00C63BDC" w:rsidRPr="00C16D94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(4)</w:t>
      </w:r>
    </w:p>
    <w:p w:rsidR="00C63BDC" w:rsidRPr="00C16D94" w:rsidRDefault="00C63BDC" w:rsidP="00C63BD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7 marks)</w:t>
      </w:r>
    </w:p>
    <w:p w:rsidR="00AC0729" w:rsidRDefault="00AC0729" w:rsidP="002754AC">
      <w:pPr>
        <w:pStyle w:val="Normal0"/>
        <w:rPr>
          <w:rFonts w:asciiTheme="minorHAnsi" w:hAnsiTheme="minorHAnsi"/>
          <w:b/>
          <w:bCs/>
        </w:rPr>
      </w:pPr>
    </w:p>
    <w:p w:rsidR="002754AC" w:rsidRPr="00C16D94" w:rsidRDefault="002754AC" w:rsidP="002754AC">
      <w:pPr>
        <w:pStyle w:val="Normal0"/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3460B15" wp14:editId="4123F88D">
                <wp:simplePos x="0" y="0"/>
                <wp:positionH relativeFrom="column">
                  <wp:posOffset>74295</wp:posOffset>
                </wp:positionH>
                <wp:positionV relativeFrom="paragraph">
                  <wp:posOffset>-260350</wp:posOffset>
                </wp:positionV>
                <wp:extent cx="4772660" cy="247650"/>
                <wp:effectExtent l="0" t="0" r="27940" b="19050"/>
                <wp:wrapNone/>
                <wp:docPr id="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2754AC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3D Volume</w:t>
                            </w:r>
                          </w:p>
                          <w:p w:rsidR="00C16D94" w:rsidRPr="00EA4FD1" w:rsidRDefault="00C16D94" w:rsidP="002754AC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5.85pt;margin-top:-20.5pt;width:375.8pt;height:19.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" strokeweight="2pt">
                <v:textbox>
                  <w:txbxContent>
                    <w:p w:rsidR="00C16D94" w:rsidRDefault="00C16D94" w:rsidP="002754AC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3D Volume</w:t>
                      </w:r>
                    </w:p>
                    <w:p w:rsidR="00C16D94" w:rsidRPr="00EA4FD1" w:rsidRDefault="00C16D94" w:rsidP="002754AC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D94">
        <w:rPr>
          <w:rFonts w:asciiTheme="minorHAnsi" w:hAnsiTheme="minorHAnsi"/>
          <w:b/>
          <w:bCs/>
        </w:rPr>
        <w:t>1.</w:t>
      </w:r>
      <w:r w:rsidRPr="00C16D94">
        <w:rPr>
          <w:rFonts w:asciiTheme="minorHAnsi" w:hAnsiTheme="minorHAnsi"/>
        </w:rPr>
        <w:tab/>
        <w:t>Calculate the volume of the triangular prism.</w:t>
      </w:r>
      <w:r w:rsidRPr="00C16D94">
        <w:rPr>
          <w:rFonts w:asciiTheme="minorHAnsi" w:hAnsiTheme="minorHAnsi"/>
          <w:noProof/>
        </w:rPr>
        <w:t xml:space="preserve"> 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44960" behindDoc="0" locked="0" layoutInCell="1" allowOverlap="1" wp14:anchorId="1C02FD7C" wp14:editId="39C343BB">
            <wp:simplePos x="0" y="0"/>
            <wp:positionH relativeFrom="column">
              <wp:posOffset>2112010</wp:posOffset>
            </wp:positionH>
            <wp:positionV relativeFrom="paragraph">
              <wp:posOffset>52705</wp:posOffset>
            </wp:positionV>
            <wp:extent cx="2615565" cy="142875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</w:t>
      </w:r>
    </w:p>
    <w:p w:rsidR="002754AC" w:rsidRPr="00C16D94" w:rsidRDefault="002754AC" w:rsidP="002754A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4</w:t>
      </w:r>
      <w:r w:rsidRPr="00C16D94">
        <w:rPr>
          <w:rFonts w:asciiTheme="minorHAnsi" w:hAnsiTheme="minorHAnsi"/>
          <w:b w:val="0"/>
          <w:bCs w:val="0"/>
        </w:rPr>
        <w:t xml:space="preserve"> </w:t>
      </w:r>
      <w:r w:rsidRPr="00C16D94">
        <w:rPr>
          <w:rFonts w:asciiTheme="minorHAnsi" w:hAnsiTheme="minorHAnsi"/>
        </w:rPr>
        <w:t>marks)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>The diagram shows a wedge in the shape of a triangular prism.</w:t>
      </w:r>
    </w:p>
    <w:p w:rsidR="002754AC" w:rsidRPr="00C16D94" w:rsidRDefault="002754AC" w:rsidP="002754AC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45984" behindDoc="0" locked="0" layoutInCell="1" allowOverlap="1" wp14:anchorId="130A33EE" wp14:editId="0976E085">
            <wp:simplePos x="0" y="0"/>
            <wp:positionH relativeFrom="column">
              <wp:posOffset>2302510</wp:posOffset>
            </wp:positionH>
            <wp:positionV relativeFrom="paragraph">
              <wp:posOffset>154940</wp:posOffset>
            </wp:positionV>
            <wp:extent cx="2640482" cy="161925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250"/>
                    <a:stretch/>
                  </pic:blipFill>
                  <pic:spPr bwMode="auto">
                    <a:xfrm>
                      <a:off x="0" y="0"/>
                      <a:ext cx="2640482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</w:rPr>
        <w:tab/>
        <w:t>The cross section of the prism is shown as a shaded triangle.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The area of the triangle is 15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  <w:r w:rsidRPr="00C16D94">
        <w:rPr>
          <w:rFonts w:asciiTheme="minorHAnsi" w:hAnsiTheme="minorHAnsi"/>
        </w:rPr>
        <w:t>.</w:t>
      </w:r>
      <w:r w:rsidRPr="00C16D94">
        <w:rPr>
          <w:rFonts w:asciiTheme="minorHAnsi" w:hAnsiTheme="minorHAnsi"/>
        </w:rPr>
        <w:br/>
        <w:t>The length of the prism is 10 cm.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Work out the volume of the prism.</w:t>
      </w:r>
    </w:p>
    <w:p w:rsidR="002754AC" w:rsidRPr="00C16D94" w:rsidRDefault="002754AC" w:rsidP="002754A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</w:t>
      </w:r>
    </w:p>
    <w:p w:rsidR="002754AC" w:rsidRPr="00C16D94" w:rsidRDefault="002754AC" w:rsidP="002754A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br w:type="page"/>
      </w:r>
      <w:r w:rsidRPr="00C16D94">
        <w:rPr>
          <w:rFonts w:asciiTheme="minorHAnsi" w:hAnsiTheme="minorHAnsi"/>
          <w:noProof/>
        </w:rPr>
        <w:lastRenderedPageBreak/>
        <w:drawing>
          <wp:anchor distT="0" distB="0" distL="114300" distR="114300" simplePos="0" relativeHeight="251947008" behindDoc="0" locked="0" layoutInCell="1" allowOverlap="1" wp14:anchorId="3090047E" wp14:editId="200915C4">
            <wp:simplePos x="0" y="0"/>
            <wp:positionH relativeFrom="column">
              <wp:posOffset>3492500</wp:posOffset>
            </wp:positionH>
            <wp:positionV relativeFrom="paragraph">
              <wp:posOffset>158750</wp:posOffset>
            </wp:positionV>
            <wp:extent cx="1428750" cy="1386334"/>
            <wp:effectExtent l="0" t="0" r="0" b="444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293"/>
                    <a:stretch/>
                  </pic:blipFill>
                  <pic:spPr bwMode="auto">
                    <a:xfrm>
                      <a:off x="0" y="0"/>
                      <a:ext cx="1431054" cy="138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>A can of drink is in the shape of a cylinder.</w:t>
      </w:r>
      <w:r w:rsidRPr="00C16D94">
        <w:rPr>
          <w:rFonts w:asciiTheme="minorHAnsi" w:hAnsiTheme="minorHAnsi"/>
        </w:rPr>
        <w:br/>
        <w:t>The can has a radius of 4 cm and a height of 15 cm.</w:t>
      </w:r>
    </w:p>
    <w:p w:rsidR="002754AC" w:rsidRPr="00C16D94" w:rsidRDefault="002754AC" w:rsidP="002754AC">
      <w:pPr>
        <w:pStyle w:val="graph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left"/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volume of the cylinder.</w:t>
      </w:r>
      <w:r w:rsidRPr="00C16D94">
        <w:rPr>
          <w:rFonts w:asciiTheme="minorHAnsi" w:hAnsiTheme="minorHAnsi"/>
        </w:rPr>
        <w:br/>
        <w:t>Give your answer correct to 3 significant figures.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…………………………</w:t>
      </w:r>
    </w:p>
    <w:p w:rsidR="002754AC" w:rsidRPr="00C16D94" w:rsidRDefault="002754AC" w:rsidP="002754A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4.</w:t>
      </w:r>
      <w:r w:rsidRPr="00C16D94">
        <w:rPr>
          <w:rFonts w:asciiTheme="minorHAnsi" w:hAnsiTheme="minorHAnsi"/>
        </w:rPr>
        <w:tab/>
        <w:t>The diagram shows a cylinder with a height of 10 cm and a radius of 4 cm.</w:t>
      </w: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48032" behindDoc="0" locked="0" layoutInCell="1" allowOverlap="1" wp14:anchorId="1794B854" wp14:editId="3F7023DD">
            <wp:simplePos x="0" y="0"/>
            <wp:positionH relativeFrom="column">
              <wp:posOffset>3216275</wp:posOffset>
            </wp:positionH>
            <wp:positionV relativeFrom="paragraph">
              <wp:posOffset>267335</wp:posOffset>
            </wp:positionV>
            <wp:extent cx="1651000" cy="11430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408"/>
                    <a:stretch/>
                  </pic:blipFill>
                  <pic:spPr bwMode="auto">
                    <a:xfrm>
                      <a:off x="0" y="0"/>
                      <a:ext cx="1651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</w:rPr>
        <w:t>(a)</w:t>
      </w:r>
      <w:r w:rsidRPr="00C16D94">
        <w:rPr>
          <w:rFonts w:asciiTheme="minorHAnsi" w:hAnsiTheme="minorHAnsi"/>
        </w:rPr>
        <w:tab/>
        <w:t>Calculate the volume of the cylinder.</w:t>
      </w:r>
      <w:r w:rsidRPr="00C16D94">
        <w:rPr>
          <w:rFonts w:asciiTheme="minorHAnsi" w:hAnsiTheme="minorHAnsi"/>
        </w:rPr>
        <w:br/>
        <w:t>Give your answer correct to 3 significant figures.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</w:p>
    <w:p w:rsidR="002754AC" w:rsidRPr="00C16D94" w:rsidRDefault="002754AC" w:rsidP="002754A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color w:val="221E1F"/>
        </w:rPr>
      </w:pPr>
      <w:r w:rsidRPr="00C16D94">
        <w:rPr>
          <w:rFonts w:asciiTheme="minorHAnsi" w:hAnsiTheme="minorHAnsi"/>
          <w:color w:val="221E1F"/>
        </w:rPr>
        <w:t xml:space="preserve"> </w:t>
      </w:r>
      <w:r w:rsidRPr="00C16D94">
        <w:rPr>
          <w:rFonts w:asciiTheme="minorHAnsi" w:hAnsiTheme="minorHAnsi"/>
          <w:color w:val="221E1F"/>
        </w:rPr>
        <w:tab/>
        <w:t>The length of a pencil is 13 cm.</w:t>
      </w:r>
      <w:r w:rsidR="00AC0729">
        <w:rPr>
          <w:rFonts w:asciiTheme="minorHAnsi" w:hAnsiTheme="minorHAnsi"/>
          <w:color w:val="221E1F"/>
        </w:rPr>
        <w:t xml:space="preserve"> </w:t>
      </w:r>
      <w:r w:rsidRPr="00C16D94">
        <w:rPr>
          <w:rFonts w:asciiTheme="minorHAnsi" w:hAnsiTheme="minorHAnsi"/>
          <w:color w:val="221E1F"/>
        </w:rPr>
        <w:t>The pencil cannot be broken.</w:t>
      </w: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>Show that this pencil cannot fit inside the cylinder.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2754AC" w:rsidRPr="00C16D94" w:rsidRDefault="002754AC" w:rsidP="002754A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5 marks)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lastRenderedPageBreak/>
        <w:drawing>
          <wp:anchor distT="0" distB="0" distL="114300" distR="114300" simplePos="0" relativeHeight="251949056" behindDoc="0" locked="0" layoutInCell="1" allowOverlap="1" wp14:anchorId="4C1CBBB6" wp14:editId="055A1A93">
            <wp:simplePos x="0" y="0"/>
            <wp:positionH relativeFrom="column">
              <wp:posOffset>3159759</wp:posOffset>
            </wp:positionH>
            <wp:positionV relativeFrom="paragraph">
              <wp:posOffset>-60325</wp:posOffset>
            </wp:positionV>
            <wp:extent cx="1809079" cy="1323975"/>
            <wp:effectExtent l="0" t="0" r="127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079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  <w:b/>
          <w:bCs/>
        </w:rPr>
        <w:t>5.</w:t>
      </w:r>
      <w:r w:rsidR="00AC0729">
        <w:rPr>
          <w:rFonts w:asciiTheme="minorHAnsi" w:hAnsiTheme="minorHAnsi"/>
        </w:rPr>
        <w:tab/>
      </w:r>
      <w:r w:rsidRPr="00C16D94">
        <w:rPr>
          <w:rFonts w:asciiTheme="minorHAnsi" w:hAnsiTheme="minorHAnsi"/>
        </w:rPr>
        <w:t>The diagram represents a cone.</w:t>
      </w:r>
      <w:r w:rsidRPr="00C16D94">
        <w:rPr>
          <w:rFonts w:asciiTheme="minorHAnsi" w:hAnsiTheme="minorHAnsi"/>
        </w:rPr>
        <w:br/>
        <w:t>The height of the cone is 12 cm.</w:t>
      </w:r>
      <w:r w:rsidRPr="00C16D94">
        <w:rPr>
          <w:rFonts w:asciiTheme="minorHAnsi" w:hAnsiTheme="minorHAnsi"/>
        </w:rPr>
        <w:br/>
        <w:t>The diameter of the base of the cone is 10 cm.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Calculate the curved surface area of the cone.</w:t>
      </w:r>
      <w:r w:rsidRPr="00C16D94">
        <w:rPr>
          <w:rFonts w:asciiTheme="minorHAnsi" w:hAnsiTheme="minorHAnsi"/>
        </w:rPr>
        <w:br/>
        <w:t xml:space="preserve">Give your answer as a multiple of </w:t>
      </w:r>
      <w:r w:rsidRPr="00C16D94">
        <w:rPr>
          <w:rFonts w:asciiTheme="minorHAnsi" w:hAnsiTheme="minorHAnsi" w:cs="Symbol"/>
          <w:i/>
          <w:iCs/>
        </w:rPr>
        <w:t></w:t>
      </w:r>
      <w:r w:rsidRPr="00C16D94">
        <w:rPr>
          <w:rFonts w:asciiTheme="minorHAnsi" w:hAnsiTheme="minorHAnsi"/>
        </w:rPr>
        <w:t>.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…………….. cm</w:t>
      </w:r>
      <w:r w:rsidRPr="00C16D94">
        <w:rPr>
          <w:rFonts w:asciiTheme="minorHAnsi" w:hAnsiTheme="minorHAnsi"/>
          <w:position w:val="10"/>
          <w:sz w:val="16"/>
          <w:szCs w:val="16"/>
        </w:rPr>
        <w:t>2</w:t>
      </w:r>
    </w:p>
    <w:p w:rsidR="002754AC" w:rsidRPr="00C16D94" w:rsidRDefault="002754AC" w:rsidP="002754AC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6.</w:t>
      </w:r>
      <w:r w:rsidRPr="00C16D94">
        <w:rPr>
          <w:rFonts w:asciiTheme="minorHAnsi" w:hAnsiTheme="minorHAnsi"/>
        </w:rPr>
        <w:tab/>
        <w:t>The diagram shows a storage tank.</w:t>
      </w:r>
      <w:r w:rsidR="00282A39" w:rsidRPr="00C16D94">
        <w:rPr>
          <w:rFonts w:asciiTheme="minorHAnsi" w:hAnsiTheme="minorHAnsi"/>
        </w:rPr>
        <w:t xml:space="preserve"> </w:t>
      </w:r>
      <w:r w:rsidRPr="00C16D94">
        <w:rPr>
          <w:rFonts w:asciiTheme="minorHAnsi" w:hAnsiTheme="minorHAnsi"/>
        </w:rPr>
        <w:t>The storage tank consists of a hemisphere on top of a cylinder.</w:t>
      </w:r>
    </w:p>
    <w:p w:rsidR="002754AC" w:rsidRPr="00C16D94" w:rsidRDefault="00282A39" w:rsidP="00282A3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50080" behindDoc="0" locked="0" layoutInCell="1" allowOverlap="1" wp14:anchorId="6CBA2AA1" wp14:editId="3D02494A">
            <wp:simplePos x="0" y="0"/>
            <wp:positionH relativeFrom="column">
              <wp:posOffset>3607435</wp:posOffset>
            </wp:positionH>
            <wp:positionV relativeFrom="paragraph">
              <wp:posOffset>34925</wp:posOffset>
            </wp:positionV>
            <wp:extent cx="1362075" cy="13620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54AC" w:rsidRPr="00C16D94">
        <w:rPr>
          <w:rFonts w:asciiTheme="minorHAnsi" w:hAnsiTheme="minorHAnsi"/>
        </w:rPr>
        <w:tab/>
        <w:t>(a)</w:t>
      </w:r>
      <w:r w:rsidR="002754AC" w:rsidRPr="00C16D94">
        <w:rPr>
          <w:rFonts w:asciiTheme="minorHAnsi" w:hAnsiTheme="minorHAnsi"/>
        </w:rPr>
        <w:tab/>
        <w:t>Calculate the total volume of the storage tank.</w:t>
      </w:r>
      <w:r w:rsidR="002754AC" w:rsidRPr="00C16D94">
        <w:rPr>
          <w:rFonts w:asciiTheme="minorHAnsi" w:hAnsiTheme="minorHAnsi"/>
        </w:rPr>
        <w:br/>
        <w:t>Give your answer correct to 3 significant figures.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 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</w:p>
    <w:p w:rsidR="002754AC" w:rsidRPr="00C16D94" w:rsidRDefault="002754AC" w:rsidP="002754A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ab/>
        <w:t>A sphere has a volume of 500 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  <w:r w:rsidRPr="00C16D94">
        <w:rPr>
          <w:rFonts w:asciiTheme="minorHAnsi" w:hAnsiTheme="minorHAnsi"/>
        </w:rPr>
        <w:t>.</w:t>
      </w: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>Calculate the radius of the sphere.</w:t>
      </w:r>
      <w:r w:rsidRPr="00C16D94">
        <w:rPr>
          <w:rFonts w:asciiTheme="minorHAnsi" w:hAnsiTheme="minorHAnsi"/>
        </w:rPr>
        <w:br/>
        <w:t>Give your answer correct to 3 significant figures.</w:t>
      </w:r>
    </w:p>
    <w:p w:rsidR="002754AC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....................................... </w:t>
      </w:r>
      <w:proofErr w:type="gramStart"/>
      <w:r w:rsidRPr="00C16D94">
        <w:rPr>
          <w:rFonts w:asciiTheme="minorHAnsi" w:hAnsiTheme="minorHAnsi"/>
        </w:rPr>
        <w:t>m</w:t>
      </w:r>
      <w:proofErr w:type="gramEnd"/>
    </w:p>
    <w:p w:rsidR="002754AC" w:rsidRPr="00C16D94" w:rsidRDefault="002754AC" w:rsidP="002754A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(3)</w:t>
      </w:r>
    </w:p>
    <w:p w:rsidR="002754AC" w:rsidRPr="00C16D94" w:rsidRDefault="002754AC" w:rsidP="002754AC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6 marks)</w:t>
      </w:r>
    </w:p>
    <w:p w:rsidR="002754AC" w:rsidRPr="00C16D94" w:rsidRDefault="002754AC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  <w:r w:rsidRPr="00C16D94">
        <w:rPr>
          <w:rFonts w:asciiTheme="minorHAnsi" w:hAnsiTheme="minorHAnsi"/>
          <w:b/>
          <w:bCs/>
        </w:rPr>
        <w:t xml:space="preserve"> </w:t>
      </w:r>
    </w:p>
    <w:p w:rsidR="002754AC" w:rsidRPr="00C16D94" w:rsidRDefault="00282A39" w:rsidP="00282A3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 w:cstheme="minorHAns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1BC27DD1" wp14:editId="0F617DEA">
                <wp:simplePos x="0" y="0"/>
                <wp:positionH relativeFrom="column">
                  <wp:posOffset>5226685</wp:posOffset>
                </wp:positionH>
                <wp:positionV relativeFrom="paragraph">
                  <wp:posOffset>-260350</wp:posOffset>
                </wp:positionV>
                <wp:extent cx="4772660" cy="247650"/>
                <wp:effectExtent l="0" t="0" r="27940" b="19050"/>
                <wp:wrapNone/>
                <wp:docPr id="5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66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94" w:rsidRDefault="00C16D94" w:rsidP="00282A39">
                            <w:pPr>
                              <w:spacing w:line="480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Surds</w:t>
                            </w:r>
                          </w:p>
                          <w:p w:rsidR="00C16D94" w:rsidRPr="00EA4FD1" w:rsidRDefault="00C16D94" w:rsidP="00282A39">
                            <w:pPr>
                              <w:spacing w:line="48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411.55pt;margin-top:-20.5pt;width:375.8pt;height:19.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" strokeweight="2pt">
                <v:textbox>
                  <w:txbxContent>
                    <w:p w:rsidR="00C16D94" w:rsidRDefault="00C16D94" w:rsidP="00282A39">
                      <w:pPr>
                        <w:spacing w:line="480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Surds</w:t>
                      </w:r>
                    </w:p>
                    <w:p w:rsidR="00C16D94" w:rsidRPr="00EA4FD1" w:rsidRDefault="00C16D94" w:rsidP="00282A39">
                      <w:pPr>
                        <w:spacing w:line="480" w:lineRule="auto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54AC" w:rsidRPr="00C16D94">
        <w:rPr>
          <w:rFonts w:asciiTheme="minorHAnsi" w:hAnsiTheme="minorHAnsi"/>
          <w:b/>
          <w:bCs/>
        </w:rPr>
        <w:t>7.</w:t>
      </w:r>
      <w:r w:rsidR="002754AC" w:rsidRPr="00C16D94">
        <w:rPr>
          <w:rFonts w:asciiTheme="minorHAnsi" w:hAnsiTheme="minorHAnsi"/>
        </w:rPr>
        <w:tab/>
      </w:r>
      <w:r w:rsidR="002754AC" w:rsidRPr="00C16D94">
        <w:rPr>
          <w:rFonts w:asciiTheme="minorHAnsi" w:hAnsiTheme="minorHAnsi"/>
        </w:rPr>
        <w:tab/>
        <w:t>A cone has a base radius of 5 cm and a vertical height of 8 cm.</w:t>
      </w:r>
    </w:p>
    <w:p w:rsidR="002754AC" w:rsidRPr="00C16D94" w:rsidRDefault="00282A39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51104" behindDoc="0" locked="0" layoutInCell="1" allowOverlap="1" wp14:anchorId="2A283C52" wp14:editId="649EE61C">
            <wp:simplePos x="0" y="0"/>
            <wp:positionH relativeFrom="column">
              <wp:posOffset>3540125</wp:posOffset>
            </wp:positionH>
            <wp:positionV relativeFrom="paragraph">
              <wp:posOffset>85090</wp:posOffset>
            </wp:positionV>
            <wp:extent cx="1212850" cy="1628775"/>
            <wp:effectExtent l="0" t="0" r="635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54AC" w:rsidRPr="00C16D94">
        <w:rPr>
          <w:rFonts w:asciiTheme="minorHAnsi" w:hAnsiTheme="minorHAnsi"/>
        </w:rPr>
        <w:t>(a)</w:t>
      </w:r>
      <w:r w:rsidR="002754AC" w:rsidRPr="00C16D94">
        <w:rPr>
          <w:rFonts w:asciiTheme="minorHAnsi" w:hAnsiTheme="minorHAnsi"/>
        </w:rPr>
        <w:tab/>
        <w:t>Calculate the volume of the cone.</w:t>
      </w:r>
      <w:r w:rsidR="002754AC" w:rsidRPr="00C16D94">
        <w:rPr>
          <w:rFonts w:asciiTheme="minorHAnsi" w:hAnsiTheme="minorHAnsi"/>
        </w:rPr>
        <w:br/>
        <w:t>Give your answer correct to 3 significant figures.</w:t>
      </w: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82A39" w:rsidRPr="00C16D94" w:rsidRDefault="00282A39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 cm</w:t>
      </w:r>
      <w:r w:rsidRPr="00C16D94">
        <w:rPr>
          <w:rFonts w:asciiTheme="minorHAnsi" w:hAnsiTheme="minorHAnsi"/>
          <w:position w:val="10"/>
          <w:sz w:val="16"/>
          <w:szCs w:val="16"/>
        </w:rPr>
        <w:t>3</w:t>
      </w:r>
    </w:p>
    <w:p w:rsidR="002754AC" w:rsidRPr="00C16D94" w:rsidRDefault="002754AC" w:rsidP="002754A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2754AC" w:rsidRPr="00C16D94" w:rsidRDefault="00282A39" w:rsidP="002754A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</w:rPr>
        <w:drawing>
          <wp:anchor distT="0" distB="0" distL="114300" distR="114300" simplePos="0" relativeHeight="251952128" behindDoc="0" locked="0" layoutInCell="1" allowOverlap="1" wp14:anchorId="3EEEB596" wp14:editId="66B9072B">
            <wp:simplePos x="0" y="0"/>
            <wp:positionH relativeFrom="column">
              <wp:posOffset>2863849</wp:posOffset>
            </wp:positionH>
            <wp:positionV relativeFrom="paragraph">
              <wp:posOffset>53340</wp:posOffset>
            </wp:positionV>
            <wp:extent cx="2028825" cy="1880940"/>
            <wp:effectExtent l="0" t="0" r="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607" cy="1885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54AC" w:rsidRPr="00C16D94">
        <w:rPr>
          <w:rFonts w:asciiTheme="minorHAnsi" w:hAnsiTheme="minorHAnsi"/>
        </w:rPr>
        <w:t xml:space="preserve"> </w:t>
      </w:r>
      <w:r w:rsidR="002754AC" w:rsidRPr="00C16D94">
        <w:rPr>
          <w:rFonts w:asciiTheme="minorHAnsi" w:hAnsiTheme="minorHAnsi"/>
        </w:rPr>
        <w:tab/>
        <w:t>Here is the net of a different cone.</w:t>
      </w:r>
    </w:p>
    <w:p w:rsidR="00282A39" w:rsidRPr="00C16D94" w:rsidRDefault="00282A39" w:rsidP="00282A3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82A39" w:rsidRPr="00C16D94" w:rsidRDefault="00282A39" w:rsidP="00282A3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</w:t>
      </w:r>
    </w:p>
    <w:p w:rsidR="00282A39" w:rsidRPr="00C16D94" w:rsidRDefault="002754AC" w:rsidP="00282A3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Reflex angle </w:t>
      </w:r>
      <w:r w:rsidRPr="00C16D94">
        <w:rPr>
          <w:rFonts w:asciiTheme="minorHAnsi" w:hAnsiTheme="minorHAnsi"/>
          <w:i/>
          <w:iCs/>
        </w:rPr>
        <w:t xml:space="preserve">AOB </w:t>
      </w:r>
      <w:r w:rsidR="00282A39" w:rsidRPr="00C16D94">
        <w:rPr>
          <w:rFonts w:asciiTheme="minorHAnsi" w:hAnsiTheme="minorHAnsi"/>
        </w:rPr>
        <w:t>= 216°</w:t>
      </w:r>
    </w:p>
    <w:p w:rsidR="002754AC" w:rsidRPr="00C16D94" w:rsidRDefault="002754AC" w:rsidP="00282A3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The net makes a cone of slant height 15 cm.</w:t>
      </w: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>Work out the vertical height of the cone.</w:t>
      </w: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82A39" w:rsidRPr="00C16D94" w:rsidRDefault="00282A39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</w:p>
    <w:p w:rsidR="002754AC" w:rsidRPr="00C16D94" w:rsidRDefault="002754AC" w:rsidP="002754AC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 cm</w:t>
      </w:r>
    </w:p>
    <w:p w:rsidR="002754AC" w:rsidRPr="00C16D94" w:rsidRDefault="002754AC" w:rsidP="002754A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(4)</w:t>
      </w:r>
    </w:p>
    <w:p w:rsidR="002754AC" w:rsidRPr="00C16D94" w:rsidRDefault="002754AC" w:rsidP="002754AC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6 marks)</w:t>
      </w:r>
    </w:p>
    <w:p w:rsidR="00282A39" w:rsidRPr="00C16D94" w:rsidRDefault="00282A39" w:rsidP="00282A3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1.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a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 xml:space="preserve">Use your calculator to work out </w:t>
      </w:r>
      <w:r w:rsidRPr="00C16D94">
        <w:rPr>
          <w:rFonts w:asciiTheme="minorHAnsi" w:hAnsiTheme="minorHAnsi"/>
          <w:noProof/>
          <w:position w:val="-22"/>
        </w:rPr>
        <w:drawing>
          <wp:inline distT="0" distB="0" distL="0" distR="0" wp14:anchorId="6354E7FE" wp14:editId="4B54E047">
            <wp:extent cx="800100" cy="419100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</w:rPr>
        <w:br/>
        <w:t>Write down all the figures on your calculator display.</w:t>
      </w:r>
    </w:p>
    <w:p w:rsidR="00282A39" w:rsidRPr="00C16D94" w:rsidRDefault="00282A39" w:rsidP="00282A3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282A39" w:rsidRPr="00C16D94" w:rsidRDefault="00282A39" w:rsidP="00282A3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>Write your answer to part (a) correct to 3 significant figures.</w:t>
      </w:r>
    </w:p>
    <w:p w:rsidR="00282A39" w:rsidRPr="00C16D94" w:rsidRDefault="00282A39" w:rsidP="00282A3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(1)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282A39" w:rsidRPr="00C16D94" w:rsidRDefault="00282A39" w:rsidP="00282A3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2.</w:t>
      </w:r>
      <w:r w:rsidRPr="00C16D94">
        <w:rPr>
          <w:rFonts w:asciiTheme="minorHAnsi" w:hAnsiTheme="minorHAnsi"/>
        </w:rPr>
        <w:tab/>
        <w:t xml:space="preserve">Work out </w:t>
      </w:r>
      <w:r w:rsidRPr="00C16D94">
        <w:rPr>
          <w:rFonts w:asciiTheme="minorHAnsi" w:hAnsiTheme="minorHAnsi"/>
          <w:noProof/>
          <w:position w:val="-22"/>
        </w:rPr>
        <w:drawing>
          <wp:inline distT="0" distB="0" distL="0" distR="0" wp14:anchorId="122CD7F1" wp14:editId="5D64EB5A">
            <wp:extent cx="800100" cy="390525"/>
            <wp:effectExtent l="0" t="0" r="0" b="9525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A39" w:rsidRPr="00C16D94" w:rsidRDefault="00282A39" w:rsidP="00282A39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(a)</w:t>
      </w:r>
      <w:r w:rsidRPr="00C16D94">
        <w:rPr>
          <w:rFonts w:asciiTheme="minorHAnsi" w:hAnsiTheme="minorHAnsi"/>
        </w:rPr>
        <w:tab/>
        <w:t>Write down all the figures on your calculator display.</w:t>
      </w:r>
    </w:p>
    <w:p w:rsidR="00282A39" w:rsidRPr="00C16D94" w:rsidRDefault="00282A39" w:rsidP="00282A3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(2)</w:t>
      </w:r>
    </w:p>
    <w:p w:rsidR="00282A39" w:rsidRPr="00C16D94" w:rsidRDefault="00282A39" w:rsidP="00282A39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(b)</w:t>
      </w:r>
      <w:r w:rsidRPr="00C16D94">
        <w:rPr>
          <w:rFonts w:asciiTheme="minorHAnsi" w:hAnsiTheme="minorHAnsi"/>
        </w:rPr>
        <w:tab/>
        <w:t>Give your answer to part (a) to an appropriate degree of accuracy.</w:t>
      </w:r>
    </w:p>
    <w:p w:rsidR="00282A39" w:rsidRPr="00C16D94" w:rsidRDefault="00282A39" w:rsidP="00282A3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(1)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282A39" w:rsidRPr="00C16D94" w:rsidRDefault="00282A39" w:rsidP="00282A39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3.</w:t>
      </w:r>
      <w:r w:rsidRPr="00C16D94">
        <w:rPr>
          <w:rFonts w:asciiTheme="minorHAnsi" w:hAnsiTheme="minorHAnsi"/>
        </w:rPr>
        <w:tab/>
        <w:t>(</w:t>
      </w:r>
      <w:proofErr w:type="gramStart"/>
      <w:r w:rsidRPr="00C16D94">
        <w:rPr>
          <w:rFonts w:asciiTheme="minorHAnsi" w:hAnsiTheme="minorHAnsi"/>
        </w:rPr>
        <w:t>a</w:t>
      </w:r>
      <w:proofErr w:type="gramEnd"/>
      <w:r w:rsidRPr="00C16D94">
        <w:rPr>
          <w:rFonts w:asciiTheme="minorHAnsi" w:hAnsiTheme="minorHAnsi"/>
        </w:rPr>
        <w:t>)</w:t>
      </w:r>
      <w:r w:rsidRPr="00C16D94">
        <w:rPr>
          <w:rFonts w:asciiTheme="minorHAnsi" w:hAnsiTheme="minorHAnsi"/>
        </w:rPr>
        <w:tab/>
        <w:t xml:space="preserve">Write down the value of </w:t>
      </w:r>
      <w:r w:rsidRPr="00C16D94">
        <w:rPr>
          <w:rFonts w:asciiTheme="minorHAnsi" w:hAnsiTheme="minorHAnsi"/>
          <w:noProof/>
          <w:position w:val="-6"/>
        </w:rPr>
        <w:drawing>
          <wp:inline distT="0" distB="0" distL="0" distR="0" wp14:anchorId="03A5BB62" wp14:editId="0812505C">
            <wp:extent cx="266700" cy="304800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A39" w:rsidRPr="00C16D94" w:rsidRDefault="00282A39" w:rsidP="00282A3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</w:t>
      </w:r>
    </w:p>
    <w:p w:rsidR="00282A39" w:rsidRPr="00C16D94" w:rsidRDefault="00282A39" w:rsidP="00282A3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(1)</w:t>
      </w:r>
    </w:p>
    <w:p w:rsidR="00282A39" w:rsidRPr="00C16D94" w:rsidRDefault="00282A39" w:rsidP="00282A39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(b)</w:t>
      </w:r>
      <w:r w:rsidRPr="00C16D94">
        <w:rPr>
          <w:rFonts w:asciiTheme="minorHAnsi" w:hAnsiTheme="minorHAnsi"/>
        </w:rPr>
        <w:tab/>
        <w:t xml:space="preserve">Write </w:t>
      </w:r>
      <w:r w:rsidRPr="00C16D94">
        <w:rPr>
          <w:rFonts w:asciiTheme="minorHAnsi" w:hAnsiTheme="minorHAnsi"/>
          <w:noProof/>
          <w:position w:val="-8"/>
        </w:rPr>
        <w:drawing>
          <wp:inline distT="0" distB="0" distL="0" distR="0" wp14:anchorId="41A17DEA" wp14:editId="6B683F17">
            <wp:extent cx="295275" cy="219075"/>
            <wp:effectExtent l="0" t="0" r="9525" b="9525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</w:rPr>
        <w:t xml:space="preserve"> in the </w:t>
      </w:r>
      <w:proofErr w:type="gramStart"/>
      <w:r w:rsidRPr="00C16D94">
        <w:rPr>
          <w:rFonts w:asciiTheme="minorHAnsi" w:hAnsiTheme="minorHAnsi"/>
        </w:rPr>
        <w:t xml:space="preserve">form </w:t>
      </w:r>
      <w:proofErr w:type="gramEnd"/>
      <w:r w:rsidRPr="00C16D94">
        <w:rPr>
          <w:rFonts w:asciiTheme="minorHAnsi" w:hAnsiTheme="minorHAnsi"/>
          <w:noProof/>
          <w:position w:val="-8"/>
        </w:rPr>
        <w:drawing>
          <wp:inline distT="0" distB="0" distL="0" distR="0" wp14:anchorId="19494154" wp14:editId="2A5C039E">
            <wp:extent cx="295275" cy="219075"/>
            <wp:effectExtent l="0" t="0" r="9525" b="9525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</w:rPr>
        <w:t xml:space="preserve">, where </w:t>
      </w:r>
      <w:r w:rsidRPr="00C16D94">
        <w:rPr>
          <w:rFonts w:asciiTheme="minorHAnsi" w:hAnsiTheme="minorHAnsi"/>
          <w:i/>
          <w:iCs/>
        </w:rPr>
        <w:t xml:space="preserve">k </w:t>
      </w:r>
      <w:r w:rsidRPr="00C16D94">
        <w:rPr>
          <w:rFonts w:asciiTheme="minorHAnsi" w:hAnsiTheme="minorHAnsi"/>
        </w:rPr>
        <w:t>is an integer.</w:t>
      </w:r>
    </w:p>
    <w:p w:rsidR="00282A39" w:rsidRPr="00C16D94" w:rsidRDefault="00282A39" w:rsidP="00282A3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</w:t>
      </w:r>
    </w:p>
    <w:p w:rsidR="00282A39" w:rsidRPr="00C16D94" w:rsidRDefault="00282A39" w:rsidP="00282A3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(1)</w:t>
      </w:r>
    </w:p>
    <w:p w:rsidR="00282A39" w:rsidRPr="00C16D94" w:rsidRDefault="00282A39" w:rsidP="00282A3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282A39" w:rsidRPr="00C16D94" w:rsidRDefault="00282A39" w:rsidP="00282A3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lastRenderedPageBreak/>
        <w:t>4.</w:t>
      </w:r>
      <w:r w:rsidRPr="00C16D94">
        <w:rPr>
          <w:rFonts w:asciiTheme="minorHAnsi" w:hAnsiTheme="minorHAnsi"/>
        </w:rPr>
        <w:tab/>
        <w:t xml:space="preserve">Expand and simplify </w:t>
      </w:r>
      <w:r w:rsidRPr="00C16D94">
        <w:rPr>
          <w:rFonts w:asciiTheme="minorHAnsi" w:hAnsiTheme="minorHAnsi"/>
          <w:noProof/>
          <w:position w:val="-10"/>
        </w:rPr>
        <w:drawing>
          <wp:inline distT="0" distB="0" distL="0" distR="0" wp14:anchorId="27037E8B" wp14:editId="4C1A7289">
            <wp:extent cx="1152525" cy="228600"/>
            <wp:effectExtent l="0" t="0" r="9525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A39" w:rsidRPr="00C16D94" w:rsidRDefault="00282A39" w:rsidP="00282A3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82A39" w:rsidRPr="00C16D94" w:rsidRDefault="00282A39" w:rsidP="00282A3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82A39" w:rsidRPr="00C16D94" w:rsidRDefault="00282A39" w:rsidP="00282A39">
      <w:pPr>
        <w:pStyle w:val="rightCharChar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</w:t>
      </w:r>
    </w:p>
    <w:p w:rsidR="00282A39" w:rsidRPr="00C16D94" w:rsidRDefault="00282A39" w:rsidP="00282A3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282A39" w:rsidRPr="00C16D94" w:rsidRDefault="00282A39" w:rsidP="00282A3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5.</w:t>
      </w:r>
      <w:r w:rsidRPr="00C16D94">
        <w:rPr>
          <w:rFonts w:asciiTheme="minorHAnsi" w:hAnsiTheme="minorHAnsi"/>
        </w:rPr>
        <w:tab/>
        <w:t xml:space="preserve">Write </w:t>
      </w:r>
      <w:r w:rsidRPr="00C16D94">
        <w:rPr>
          <w:rFonts w:asciiTheme="minorHAnsi" w:hAnsiTheme="minorHAnsi"/>
          <w:noProof/>
          <w:position w:val="-26"/>
        </w:rPr>
        <w:drawing>
          <wp:inline distT="0" distB="0" distL="0" distR="0" wp14:anchorId="2DA8DC05" wp14:editId="420D7506">
            <wp:extent cx="600075" cy="41910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</w:rPr>
        <w:t xml:space="preserve"> in the form </w:t>
      </w:r>
      <w:r w:rsidRPr="00C16D94">
        <w:rPr>
          <w:rFonts w:asciiTheme="minorHAnsi" w:hAnsiTheme="minorHAnsi"/>
          <w:i/>
          <w:iCs/>
        </w:rPr>
        <w:t>p</w:t>
      </w:r>
      <w:r w:rsidRPr="00C16D94">
        <w:rPr>
          <w:rFonts w:asciiTheme="minorHAnsi" w:hAnsiTheme="minorHAnsi"/>
        </w:rPr>
        <w:t xml:space="preserve"> + </w:t>
      </w:r>
      <w:r w:rsidRPr="00C16D94">
        <w:rPr>
          <w:rFonts w:asciiTheme="minorHAnsi" w:hAnsiTheme="minorHAnsi"/>
          <w:i/>
          <w:iCs/>
        </w:rPr>
        <w:t>q</w:t>
      </w:r>
      <w:r w:rsidRPr="00C16D94">
        <w:rPr>
          <w:rFonts w:asciiTheme="minorHAnsi" w:hAnsiTheme="minorHAnsi"/>
          <w:noProof/>
          <w:position w:val="-6"/>
        </w:rPr>
        <w:drawing>
          <wp:inline distT="0" distB="0" distL="0" distR="0" wp14:anchorId="194F2C6B" wp14:editId="0D67B20E">
            <wp:extent cx="228600" cy="200025"/>
            <wp:effectExtent l="0" t="0" r="0" b="9525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D94">
        <w:rPr>
          <w:rFonts w:asciiTheme="minorHAnsi" w:hAnsiTheme="minorHAnsi"/>
        </w:rPr>
        <w:t xml:space="preserve">, where </w:t>
      </w:r>
      <w:r w:rsidRPr="00C16D94">
        <w:rPr>
          <w:rFonts w:asciiTheme="minorHAnsi" w:hAnsiTheme="minorHAnsi"/>
          <w:i/>
          <w:iCs/>
        </w:rPr>
        <w:t>p</w:t>
      </w:r>
      <w:r w:rsidRPr="00C16D94">
        <w:rPr>
          <w:rFonts w:asciiTheme="minorHAnsi" w:hAnsiTheme="minorHAnsi"/>
        </w:rPr>
        <w:t xml:space="preserve"> and </w:t>
      </w:r>
      <w:r w:rsidRPr="00C16D94">
        <w:rPr>
          <w:rFonts w:asciiTheme="minorHAnsi" w:hAnsiTheme="minorHAnsi"/>
          <w:i/>
          <w:iCs/>
        </w:rPr>
        <w:t>q</w:t>
      </w:r>
      <w:r w:rsidRPr="00C16D94">
        <w:rPr>
          <w:rFonts w:asciiTheme="minorHAnsi" w:hAnsiTheme="minorHAnsi"/>
        </w:rPr>
        <w:t xml:space="preserve"> are integers.</w:t>
      </w:r>
    </w:p>
    <w:p w:rsidR="00282A39" w:rsidRPr="00C16D94" w:rsidRDefault="00282A39" w:rsidP="00282A3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82A39" w:rsidRPr="00C16D94" w:rsidRDefault="00282A39" w:rsidP="00282A3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82A39" w:rsidRPr="00C16D94" w:rsidRDefault="00282A39" w:rsidP="00282A3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82A39" w:rsidRPr="00C16D94" w:rsidRDefault="00282A39" w:rsidP="00282A3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p</w:t>
      </w:r>
      <w:r w:rsidRPr="00C16D94">
        <w:rPr>
          <w:rFonts w:asciiTheme="minorHAnsi" w:hAnsiTheme="minorHAnsi"/>
        </w:rPr>
        <w:t xml:space="preserve"> </w:t>
      </w:r>
      <w:proofErr w:type="gramStart"/>
      <w:r w:rsidRPr="00C16D94">
        <w:rPr>
          <w:rFonts w:asciiTheme="minorHAnsi" w:hAnsiTheme="minorHAnsi"/>
        </w:rPr>
        <w:t>= ..</w:t>
      </w:r>
      <w:proofErr w:type="gramEnd"/>
      <w:r w:rsidRPr="00C16D94">
        <w:rPr>
          <w:rFonts w:asciiTheme="minorHAnsi" w:hAnsiTheme="minorHAnsi"/>
        </w:rPr>
        <w:t>….…….</w:t>
      </w:r>
    </w:p>
    <w:p w:rsidR="00282A39" w:rsidRPr="00C16D94" w:rsidRDefault="00282A39" w:rsidP="00282A39">
      <w:pPr>
        <w:pStyle w:val="right"/>
        <w:tabs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i/>
          <w:iCs/>
        </w:rPr>
        <w:t>q</w:t>
      </w:r>
      <w:r w:rsidRPr="00C16D94">
        <w:rPr>
          <w:rFonts w:asciiTheme="minorHAnsi" w:hAnsiTheme="minorHAnsi"/>
        </w:rPr>
        <w:t xml:space="preserve"> = ………….</w:t>
      </w:r>
    </w:p>
    <w:p w:rsidR="00282A39" w:rsidRPr="00C16D94" w:rsidRDefault="00282A39" w:rsidP="00282A39">
      <w:pPr>
        <w:pStyle w:val="mark"/>
        <w:tabs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2 marks)</w:t>
      </w:r>
    </w:p>
    <w:p w:rsidR="00282A39" w:rsidRPr="00C16D94" w:rsidRDefault="00282A39" w:rsidP="00282A39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82A39" w:rsidRPr="00C16D94" w:rsidRDefault="00282A39" w:rsidP="00282A3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  <w:b/>
          <w:bCs/>
        </w:rPr>
      </w:pPr>
      <w:r w:rsidRPr="00C16D94">
        <w:rPr>
          <w:rFonts w:asciiTheme="minorHAnsi" w:hAnsiTheme="minorHAnsi"/>
          <w:b/>
          <w:bCs/>
        </w:rPr>
        <w:t xml:space="preserve"> </w:t>
      </w:r>
    </w:p>
    <w:p w:rsidR="00282A39" w:rsidRPr="00C16D94" w:rsidRDefault="00282A39" w:rsidP="00282A3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rFonts w:asciiTheme="minorHAnsi" w:hAnsiTheme="minorHAnsi"/>
        </w:rPr>
      </w:pPr>
      <w:r w:rsidRPr="00C16D94">
        <w:rPr>
          <w:rFonts w:asciiTheme="minorHAnsi" w:hAnsiTheme="minorHAnsi"/>
          <w:b/>
          <w:bCs/>
        </w:rPr>
        <w:t>6.</w:t>
      </w:r>
      <w:r w:rsidRPr="00C16D94">
        <w:rPr>
          <w:rFonts w:asciiTheme="minorHAnsi" w:hAnsiTheme="minorHAnsi"/>
        </w:rPr>
        <w:tab/>
        <w:t>Work out</w:t>
      </w:r>
    </w:p>
    <w:p w:rsidR="00282A39" w:rsidRPr="00C16D94" w:rsidRDefault="00282A39" w:rsidP="00AC0729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Theme="minorHAnsi" w:hAnsiTheme="minorHAnsi"/>
        </w:rPr>
      </w:pPr>
      <w:r w:rsidRPr="00C16D94">
        <w:rPr>
          <w:rFonts w:asciiTheme="minorHAnsi" w:hAnsiTheme="minorHAnsi"/>
          <w:noProof/>
          <w:position w:val="-28"/>
        </w:rPr>
        <w:drawing>
          <wp:inline distT="0" distB="0" distL="0" distR="0" wp14:anchorId="4B2D3531" wp14:editId="205E6BC0">
            <wp:extent cx="1000125" cy="428625"/>
            <wp:effectExtent l="0" t="0" r="9525" b="9525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0729">
        <w:rPr>
          <w:rFonts w:asciiTheme="minorHAnsi" w:hAnsiTheme="minorHAnsi"/>
        </w:rPr>
        <w:t xml:space="preserve">    </w:t>
      </w:r>
      <w:bookmarkStart w:id="0" w:name="_GoBack"/>
      <w:bookmarkEnd w:id="0"/>
      <w:r w:rsidRPr="00C16D94">
        <w:rPr>
          <w:rFonts w:asciiTheme="minorHAnsi" w:hAnsiTheme="minorHAnsi"/>
        </w:rPr>
        <w:t>Give your answer in its simplest form.</w:t>
      </w:r>
    </w:p>
    <w:p w:rsidR="00282A39" w:rsidRPr="00C16D94" w:rsidRDefault="00282A39" w:rsidP="00282A3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82A39" w:rsidRPr="00C16D94" w:rsidRDefault="00282A39" w:rsidP="00282A3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82A39" w:rsidRPr="00C16D94" w:rsidRDefault="00282A39" w:rsidP="00282A3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</w:rPr>
      </w:pPr>
    </w:p>
    <w:p w:rsidR="00282A39" w:rsidRPr="00C16D94" w:rsidRDefault="00282A39" w:rsidP="00282A39">
      <w:pPr>
        <w:pStyle w:val="right"/>
        <w:tabs>
          <w:tab w:val="clear" w:pos="8505"/>
          <w:tab w:val="right" w:pos="8504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.................................................</w:t>
      </w:r>
    </w:p>
    <w:p w:rsidR="00282A39" w:rsidRPr="00C16D94" w:rsidRDefault="00282A39" w:rsidP="00282A39">
      <w:pPr>
        <w:pStyle w:val="mark"/>
        <w:tabs>
          <w:tab w:val="right" w:pos="9638"/>
        </w:tabs>
        <w:rPr>
          <w:rFonts w:asciiTheme="minorHAnsi" w:hAnsiTheme="minorHAnsi"/>
        </w:rPr>
      </w:pPr>
      <w:r w:rsidRPr="00C16D94">
        <w:rPr>
          <w:rFonts w:asciiTheme="minorHAnsi" w:hAnsiTheme="minorHAnsi"/>
        </w:rPr>
        <w:t>(Total 3 marks)</w:t>
      </w:r>
    </w:p>
    <w:p w:rsidR="00C16D94" w:rsidRPr="00C16D94" w:rsidRDefault="00C16D94" w:rsidP="00C16D94">
      <w:pPr>
        <w:pStyle w:val="mark"/>
        <w:tabs>
          <w:tab w:val="right" w:pos="9638"/>
        </w:tabs>
        <w:jc w:val="left"/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Don’t forget the </w:t>
      </w:r>
      <w:proofErr w:type="spellStart"/>
      <w:r w:rsidRPr="00C16D94">
        <w:rPr>
          <w:rFonts w:asciiTheme="minorHAnsi" w:hAnsiTheme="minorHAnsi"/>
        </w:rPr>
        <w:t>wikispace</w:t>
      </w:r>
      <w:proofErr w:type="spellEnd"/>
      <w:r w:rsidRPr="00C16D94">
        <w:rPr>
          <w:rFonts w:asciiTheme="minorHAnsi" w:hAnsiTheme="minorHAnsi"/>
        </w:rPr>
        <w:t>!</w:t>
      </w: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  <w:hyperlink r:id="rId64" w:history="1">
        <w:r w:rsidRPr="00C16D94">
          <w:rPr>
            <w:rStyle w:val="Hyperlink"/>
            <w:rFonts w:asciiTheme="minorHAnsi" w:hAnsiTheme="minorHAnsi"/>
          </w:rPr>
          <w:t>http://glynmathsgcse.wikispaces.com/METHODS+Revision</w:t>
        </w:r>
      </w:hyperlink>
      <w:r w:rsidRPr="00C16D94">
        <w:rPr>
          <w:rFonts w:asciiTheme="minorHAnsi" w:hAnsiTheme="minorHAnsi"/>
        </w:rPr>
        <w:t xml:space="preserve"> </w:t>
      </w:r>
    </w:p>
    <w:p w:rsidR="00C16D94" w:rsidRPr="00C16D94" w:rsidRDefault="00C16D94" w:rsidP="00C16D94">
      <w:pPr>
        <w:pStyle w:val="ListParagraph"/>
        <w:numPr>
          <w:ilvl w:val="0"/>
          <w:numId w:val="22"/>
        </w:numPr>
        <w:spacing w:after="200" w:line="276" w:lineRule="auto"/>
        <w:rPr>
          <w:rFonts w:asciiTheme="minorHAnsi" w:hAnsiTheme="minorHAnsi"/>
        </w:rPr>
      </w:pPr>
      <w:r w:rsidRPr="00C16D94">
        <w:rPr>
          <w:rFonts w:asciiTheme="minorHAnsi" w:hAnsiTheme="minorHAnsi"/>
        </w:rPr>
        <w:t>Answers to these questions</w:t>
      </w:r>
    </w:p>
    <w:p w:rsidR="00C16D94" w:rsidRPr="00C16D94" w:rsidRDefault="00C16D94" w:rsidP="00C16D94">
      <w:pPr>
        <w:pStyle w:val="ListParagraph"/>
        <w:numPr>
          <w:ilvl w:val="0"/>
          <w:numId w:val="22"/>
        </w:numPr>
        <w:spacing w:after="200" w:line="276" w:lineRule="auto"/>
        <w:rPr>
          <w:rFonts w:asciiTheme="minorHAnsi" w:hAnsiTheme="minorHAnsi"/>
        </w:rPr>
      </w:pPr>
      <w:r w:rsidRPr="00C16D94">
        <w:rPr>
          <w:rFonts w:asciiTheme="minorHAnsi" w:hAnsiTheme="minorHAnsi"/>
          <w:noProof/>
          <w:lang w:eastAsia="en-GB"/>
        </w:rPr>
        <w:drawing>
          <wp:anchor distT="0" distB="0" distL="114300" distR="114300" simplePos="0" relativeHeight="251957248" behindDoc="0" locked="0" layoutInCell="1" allowOverlap="1" wp14:anchorId="298A0C4F" wp14:editId="3006F35D">
            <wp:simplePos x="0" y="0"/>
            <wp:positionH relativeFrom="column">
              <wp:posOffset>1891030</wp:posOffset>
            </wp:positionH>
            <wp:positionV relativeFrom="paragraph">
              <wp:posOffset>122555</wp:posOffset>
            </wp:positionV>
            <wp:extent cx="2146300" cy="2146300"/>
            <wp:effectExtent l="0" t="0" r="6350" b="6350"/>
            <wp:wrapNone/>
            <wp:docPr id="84" name="Picture 84" descr="http://chart.googleapis.com/chart?cht=qr&amp;chs=150x150&amp;choe=UTF-8&amp;chld=H&amp;chl=http://goo.gl/97Nx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hart.googleapis.com/chart?cht=qr&amp;chs=150x150&amp;choe=UTF-8&amp;chld=H&amp;chl=http://goo.gl/97NxY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</w:rPr>
        <w:t>Past papers</w:t>
      </w:r>
    </w:p>
    <w:p w:rsidR="00C16D94" w:rsidRPr="00C16D94" w:rsidRDefault="00C16D94" w:rsidP="00C16D94">
      <w:pPr>
        <w:pStyle w:val="ListParagraph"/>
        <w:numPr>
          <w:ilvl w:val="0"/>
          <w:numId w:val="22"/>
        </w:numPr>
        <w:spacing w:after="200" w:line="276" w:lineRule="auto"/>
        <w:rPr>
          <w:rFonts w:asciiTheme="minorHAnsi" w:hAnsiTheme="minorHAnsi"/>
        </w:rPr>
      </w:pPr>
      <w:r w:rsidRPr="00C16D94">
        <w:rPr>
          <w:rFonts w:asciiTheme="minorHAnsi" w:hAnsiTheme="minorHAnsi"/>
        </w:rPr>
        <w:t>Focused revision</w:t>
      </w:r>
    </w:p>
    <w:p w:rsidR="00C16D94" w:rsidRPr="00C16D94" w:rsidRDefault="00C16D94" w:rsidP="00C16D94">
      <w:pPr>
        <w:pStyle w:val="ListParagraph"/>
        <w:numPr>
          <w:ilvl w:val="0"/>
          <w:numId w:val="22"/>
        </w:numPr>
        <w:spacing w:after="200" w:line="276" w:lineRule="auto"/>
        <w:rPr>
          <w:rFonts w:asciiTheme="minorHAnsi" w:hAnsiTheme="minorHAnsi"/>
        </w:rPr>
      </w:pPr>
      <w:r w:rsidRPr="00C16D94">
        <w:rPr>
          <w:rFonts w:asciiTheme="minorHAnsi" w:hAnsiTheme="minorHAnsi"/>
        </w:rPr>
        <w:t>Videos</w:t>
      </w:r>
    </w:p>
    <w:p w:rsidR="00C16D94" w:rsidRPr="00C16D94" w:rsidRDefault="00C16D94" w:rsidP="00C16D94">
      <w:pPr>
        <w:ind w:left="360"/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</w:p>
    <w:p w:rsidR="00C16D94" w:rsidRPr="00C16D94" w:rsidRDefault="00C16D94" w:rsidP="00C16D94">
      <w:pPr>
        <w:rPr>
          <w:rFonts w:asciiTheme="minorHAnsi" w:hAnsiTheme="minorHAnsi"/>
        </w:rPr>
      </w:pPr>
      <w:r w:rsidRPr="00C16D94">
        <w:rPr>
          <w:rFonts w:asciiTheme="minorHAnsi" w:hAnsiTheme="minorHAnsi"/>
          <w:noProof/>
          <w:lang w:eastAsia="en-GB"/>
        </w:rPr>
        <w:drawing>
          <wp:anchor distT="0" distB="0" distL="114300" distR="114300" simplePos="0" relativeHeight="251956224" behindDoc="0" locked="0" layoutInCell="1" allowOverlap="1" wp14:anchorId="15B30743" wp14:editId="102A4BF7">
            <wp:simplePos x="0" y="0"/>
            <wp:positionH relativeFrom="column">
              <wp:posOffset>3252083</wp:posOffset>
            </wp:positionH>
            <wp:positionV relativeFrom="paragraph">
              <wp:posOffset>5478863</wp:posOffset>
            </wp:positionV>
            <wp:extent cx="3085107" cy="3085107"/>
            <wp:effectExtent l="0" t="0" r="1270" b="1270"/>
            <wp:wrapNone/>
            <wp:docPr id="86" name="Picture 86" descr="http://chart.googleapis.com/chart?cht=qr&amp;chs=150x150&amp;choe=UTF-8&amp;chld=H&amp;chl=http://goo.gl/97Nx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art.googleapis.com/chart?cht=qr&amp;chs=150x150&amp;choe=UTF-8&amp;chld=H&amp;chl=http://goo.gl/97NxY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107" cy="308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D94">
        <w:rPr>
          <w:rFonts w:asciiTheme="minorHAnsi" w:hAnsiTheme="minorHAnsi"/>
        </w:rPr>
        <w:t>Video Solutions:</w:t>
      </w:r>
    </w:p>
    <w:p w:rsidR="00C16D94" w:rsidRPr="00C16D94" w:rsidRDefault="00C16D94" w:rsidP="00C16D94">
      <w:pPr>
        <w:rPr>
          <w:rFonts w:asciiTheme="minorHAnsi" w:hAnsiTheme="minorHAnsi"/>
        </w:rPr>
      </w:pPr>
      <w:hyperlink r:id="rId66" w:history="1">
        <w:r w:rsidRPr="00C16D94">
          <w:rPr>
            <w:rStyle w:val="Hyperlink"/>
            <w:rFonts w:asciiTheme="minorHAnsi" w:hAnsiTheme="minorHAnsi"/>
          </w:rPr>
          <w:t>November 2012 Unit 2 Higher exam paper</w:t>
        </w:r>
      </w:hyperlink>
    </w:p>
    <w:p w:rsidR="00C16D94" w:rsidRPr="00C16D94" w:rsidRDefault="00C16D94" w:rsidP="00C16D94">
      <w:pPr>
        <w:rPr>
          <w:rFonts w:asciiTheme="minorHAnsi" w:hAnsiTheme="minorHAnsi"/>
        </w:rPr>
      </w:pPr>
      <w:r w:rsidRPr="00C16D94">
        <w:rPr>
          <w:rFonts w:asciiTheme="minorHAnsi" w:hAnsiTheme="minorHAnsi"/>
        </w:rPr>
        <w:t xml:space="preserve"> </w:t>
      </w:r>
    </w:p>
    <w:p w:rsidR="00C16D94" w:rsidRPr="00C16D94" w:rsidRDefault="00C16D94" w:rsidP="00C16D94">
      <w:pPr>
        <w:rPr>
          <w:rFonts w:asciiTheme="minorHAnsi" w:hAnsiTheme="minorHAnsi"/>
          <w:b/>
          <w:bCs/>
        </w:rPr>
      </w:pPr>
      <w:r w:rsidRPr="00C16D94">
        <w:rPr>
          <w:rFonts w:asciiTheme="minorHAnsi" w:hAnsiTheme="minorHAnsi"/>
          <w:noProof/>
          <w:lang w:eastAsia="en-GB"/>
        </w:rPr>
        <w:drawing>
          <wp:anchor distT="0" distB="0" distL="114300" distR="114300" simplePos="0" relativeHeight="251958272" behindDoc="0" locked="0" layoutInCell="1" allowOverlap="1" wp14:anchorId="41B1062B" wp14:editId="3F466561">
            <wp:simplePos x="0" y="0"/>
            <wp:positionH relativeFrom="column">
              <wp:posOffset>1892935</wp:posOffset>
            </wp:positionH>
            <wp:positionV relativeFrom="paragraph">
              <wp:posOffset>26670</wp:posOffset>
            </wp:positionV>
            <wp:extent cx="2162175" cy="2162175"/>
            <wp:effectExtent l="0" t="0" r="9525" b="9525"/>
            <wp:wrapNone/>
            <wp:docPr id="85" name="Picture 85" descr="http://chart.googleapis.com/chart?cht=qr&amp;chs=150x150&amp;choe=UTF-8&amp;chld=H&amp;chl=http://goo.gl/i3T4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hart.googleapis.com/chart?cht=qr&amp;chs=150x150&amp;choe=UTF-8&amp;chld=H&amp;chl=http://goo.gl/i3T4y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6D94" w:rsidRPr="00C16D94" w:rsidSect="00707A02">
      <w:footerReference w:type="default" r:id="rId68"/>
      <w:type w:val="continuous"/>
      <w:pgSz w:w="16838" w:h="11906" w:orient="landscape" w:code="9"/>
      <w:pgMar w:top="680" w:right="680" w:bottom="680" w:left="680" w:header="431" w:footer="142" w:gutter="0"/>
      <w:cols w:num="2" w:sep="1"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D94" w:rsidRDefault="00C16D94">
      <w:r>
        <w:separator/>
      </w:r>
    </w:p>
  </w:endnote>
  <w:endnote w:type="continuationSeparator" w:id="0">
    <w:p w:rsidR="00C16D94" w:rsidRDefault="00C1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94" w:rsidRDefault="00C16D94">
    <w:pPr>
      <w:pStyle w:val="Footer"/>
      <w:jc w:val="center"/>
      <w:rPr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610156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D94" w:rsidRDefault="00C16D94">
      <w:r>
        <w:separator/>
      </w:r>
    </w:p>
  </w:footnote>
  <w:footnote w:type="continuationSeparator" w:id="0">
    <w:p w:rsidR="00C16D94" w:rsidRDefault="00C1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3938"/>
    <w:multiLevelType w:val="hybridMultilevel"/>
    <w:tmpl w:val="D3421A74"/>
    <w:lvl w:ilvl="0" w:tplc="00000000">
      <w:start w:val="2"/>
      <w:numFmt w:val="lowerLetter"/>
      <w:lvlText w:val="(%1)"/>
      <w:lvlJc w:val="left"/>
      <w:pPr>
        <w:ind w:left="15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34" w:hanging="360"/>
      </w:pPr>
    </w:lvl>
    <w:lvl w:ilvl="2" w:tplc="0809001B" w:tentative="1">
      <w:start w:val="1"/>
      <w:numFmt w:val="lowerRoman"/>
      <w:lvlText w:val="%3."/>
      <w:lvlJc w:val="right"/>
      <w:pPr>
        <w:ind w:left="2954" w:hanging="180"/>
      </w:pPr>
    </w:lvl>
    <w:lvl w:ilvl="3" w:tplc="0809000F" w:tentative="1">
      <w:start w:val="1"/>
      <w:numFmt w:val="decimal"/>
      <w:lvlText w:val="%4."/>
      <w:lvlJc w:val="left"/>
      <w:pPr>
        <w:ind w:left="3674" w:hanging="360"/>
      </w:pPr>
    </w:lvl>
    <w:lvl w:ilvl="4" w:tplc="08090019" w:tentative="1">
      <w:start w:val="1"/>
      <w:numFmt w:val="lowerLetter"/>
      <w:lvlText w:val="%5."/>
      <w:lvlJc w:val="left"/>
      <w:pPr>
        <w:ind w:left="4394" w:hanging="360"/>
      </w:pPr>
    </w:lvl>
    <w:lvl w:ilvl="5" w:tplc="0809001B" w:tentative="1">
      <w:start w:val="1"/>
      <w:numFmt w:val="lowerRoman"/>
      <w:lvlText w:val="%6."/>
      <w:lvlJc w:val="right"/>
      <w:pPr>
        <w:ind w:left="5114" w:hanging="180"/>
      </w:pPr>
    </w:lvl>
    <w:lvl w:ilvl="6" w:tplc="0809000F" w:tentative="1">
      <w:start w:val="1"/>
      <w:numFmt w:val="decimal"/>
      <w:lvlText w:val="%7."/>
      <w:lvlJc w:val="left"/>
      <w:pPr>
        <w:ind w:left="5834" w:hanging="360"/>
      </w:pPr>
    </w:lvl>
    <w:lvl w:ilvl="7" w:tplc="08090019" w:tentative="1">
      <w:start w:val="1"/>
      <w:numFmt w:val="lowerLetter"/>
      <w:lvlText w:val="%8."/>
      <w:lvlJc w:val="left"/>
      <w:pPr>
        <w:ind w:left="6554" w:hanging="360"/>
      </w:pPr>
    </w:lvl>
    <w:lvl w:ilvl="8" w:tplc="0809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">
    <w:nsid w:val="04DF197D"/>
    <w:multiLevelType w:val="hybridMultilevel"/>
    <w:tmpl w:val="5720E97E"/>
    <w:lvl w:ilvl="0" w:tplc="2110E77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543C"/>
    <w:multiLevelType w:val="hybridMultilevel"/>
    <w:tmpl w:val="B6C65DB6"/>
    <w:lvl w:ilvl="0" w:tplc="AAEA6C18">
      <w:start w:val="1"/>
      <w:numFmt w:val="lowerLetter"/>
      <w:lvlText w:val="(%1)"/>
      <w:lvlJc w:val="left"/>
      <w:pPr>
        <w:ind w:left="149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0DF071EB"/>
    <w:multiLevelType w:val="hybridMultilevel"/>
    <w:tmpl w:val="15245FD6"/>
    <w:lvl w:ilvl="0" w:tplc="13667E4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B705E8"/>
    <w:multiLevelType w:val="hybridMultilevel"/>
    <w:tmpl w:val="B57E2E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C3E36"/>
    <w:multiLevelType w:val="hybridMultilevel"/>
    <w:tmpl w:val="BC1029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769C0"/>
    <w:multiLevelType w:val="hybridMultilevel"/>
    <w:tmpl w:val="B3BCE5A4"/>
    <w:lvl w:ilvl="0" w:tplc="7EDC54C0">
      <w:start w:val="1"/>
      <w:numFmt w:val="lowerLetter"/>
      <w:lvlText w:val="(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744AA"/>
    <w:multiLevelType w:val="hybridMultilevel"/>
    <w:tmpl w:val="788AB4BE"/>
    <w:lvl w:ilvl="0" w:tplc="18A4ACA6">
      <w:start w:val="1"/>
      <w:numFmt w:val="lowerLetter"/>
      <w:lvlText w:val="(%1)"/>
      <w:lvlJc w:val="left"/>
      <w:pPr>
        <w:ind w:left="719" w:hanging="43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2B04556"/>
    <w:multiLevelType w:val="hybridMultilevel"/>
    <w:tmpl w:val="496E79BC"/>
    <w:lvl w:ilvl="0" w:tplc="38B2643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F6F11"/>
    <w:multiLevelType w:val="hybridMultilevel"/>
    <w:tmpl w:val="5C96393C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A0F2A"/>
    <w:multiLevelType w:val="hybridMultilevel"/>
    <w:tmpl w:val="106C7452"/>
    <w:lvl w:ilvl="0" w:tplc="D5F234B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C20B1"/>
    <w:multiLevelType w:val="hybridMultilevel"/>
    <w:tmpl w:val="A664E91E"/>
    <w:lvl w:ilvl="0" w:tplc="B6D47434">
      <w:start w:val="1"/>
      <w:numFmt w:val="lowerLetter"/>
      <w:lvlText w:val="(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57D02"/>
    <w:multiLevelType w:val="hybridMultilevel"/>
    <w:tmpl w:val="25FCBBCC"/>
    <w:lvl w:ilvl="0" w:tplc="38B26434">
      <w:start w:val="1"/>
      <w:numFmt w:val="lowerLetter"/>
      <w:lvlText w:val="(%1)"/>
      <w:lvlJc w:val="left"/>
      <w:pPr>
        <w:ind w:left="108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516" w:hanging="360"/>
      </w:pPr>
    </w:lvl>
    <w:lvl w:ilvl="2" w:tplc="0809001B" w:tentative="1">
      <w:start w:val="1"/>
      <w:numFmt w:val="lowerRoman"/>
      <w:lvlText w:val="%3."/>
      <w:lvlJc w:val="right"/>
      <w:pPr>
        <w:ind w:left="2236" w:hanging="180"/>
      </w:pPr>
    </w:lvl>
    <w:lvl w:ilvl="3" w:tplc="0809000F" w:tentative="1">
      <w:start w:val="1"/>
      <w:numFmt w:val="decimal"/>
      <w:lvlText w:val="%4."/>
      <w:lvlJc w:val="left"/>
      <w:pPr>
        <w:ind w:left="2956" w:hanging="360"/>
      </w:pPr>
    </w:lvl>
    <w:lvl w:ilvl="4" w:tplc="08090019" w:tentative="1">
      <w:start w:val="1"/>
      <w:numFmt w:val="lowerLetter"/>
      <w:lvlText w:val="%5."/>
      <w:lvlJc w:val="left"/>
      <w:pPr>
        <w:ind w:left="3676" w:hanging="360"/>
      </w:pPr>
    </w:lvl>
    <w:lvl w:ilvl="5" w:tplc="0809001B" w:tentative="1">
      <w:start w:val="1"/>
      <w:numFmt w:val="lowerRoman"/>
      <w:lvlText w:val="%6."/>
      <w:lvlJc w:val="right"/>
      <w:pPr>
        <w:ind w:left="4396" w:hanging="180"/>
      </w:pPr>
    </w:lvl>
    <w:lvl w:ilvl="6" w:tplc="0809000F" w:tentative="1">
      <w:start w:val="1"/>
      <w:numFmt w:val="decimal"/>
      <w:lvlText w:val="%7."/>
      <w:lvlJc w:val="left"/>
      <w:pPr>
        <w:ind w:left="5116" w:hanging="360"/>
      </w:pPr>
    </w:lvl>
    <w:lvl w:ilvl="7" w:tplc="08090019" w:tentative="1">
      <w:start w:val="1"/>
      <w:numFmt w:val="lowerLetter"/>
      <w:lvlText w:val="%8."/>
      <w:lvlJc w:val="left"/>
      <w:pPr>
        <w:ind w:left="5836" w:hanging="360"/>
      </w:pPr>
    </w:lvl>
    <w:lvl w:ilvl="8" w:tplc="08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>
    <w:nsid w:val="5AB22699"/>
    <w:multiLevelType w:val="hybridMultilevel"/>
    <w:tmpl w:val="106C7452"/>
    <w:lvl w:ilvl="0" w:tplc="D5F234B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626FAD"/>
    <w:multiLevelType w:val="hybridMultilevel"/>
    <w:tmpl w:val="20B4EF3A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F79DC"/>
    <w:multiLevelType w:val="hybridMultilevel"/>
    <w:tmpl w:val="6280616C"/>
    <w:lvl w:ilvl="0" w:tplc="0F54527C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307FD7"/>
    <w:multiLevelType w:val="hybridMultilevel"/>
    <w:tmpl w:val="5C14FF06"/>
    <w:lvl w:ilvl="0" w:tplc="00000000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6406D"/>
    <w:multiLevelType w:val="hybridMultilevel"/>
    <w:tmpl w:val="8D881BDC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045DB2"/>
    <w:multiLevelType w:val="hybridMultilevel"/>
    <w:tmpl w:val="788AB4BE"/>
    <w:lvl w:ilvl="0" w:tplc="18A4ACA6">
      <w:start w:val="1"/>
      <w:numFmt w:val="lowerLetter"/>
      <w:lvlText w:val="(%1)"/>
      <w:lvlJc w:val="left"/>
      <w:pPr>
        <w:ind w:left="719" w:hanging="43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AAF6983"/>
    <w:multiLevelType w:val="hybridMultilevel"/>
    <w:tmpl w:val="6A024282"/>
    <w:lvl w:ilvl="0" w:tplc="F9FCC3D4">
      <w:start w:val="1"/>
      <w:numFmt w:val="lowerLetter"/>
      <w:lvlText w:val="(%1)"/>
      <w:lvlJc w:val="left"/>
      <w:pPr>
        <w:ind w:left="644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C3C6820"/>
    <w:multiLevelType w:val="hybridMultilevel"/>
    <w:tmpl w:val="D5B07120"/>
    <w:lvl w:ilvl="0" w:tplc="38B26434">
      <w:start w:val="1"/>
      <w:numFmt w:val="lowerLetter"/>
      <w:lvlText w:val="(%1)"/>
      <w:lvlJc w:val="left"/>
      <w:pPr>
        <w:ind w:left="1004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C546FA2"/>
    <w:multiLevelType w:val="hybridMultilevel"/>
    <w:tmpl w:val="217AC3E6"/>
    <w:lvl w:ilvl="0" w:tplc="CFE882A6">
      <w:start w:val="1"/>
      <w:numFmt w:val="lowerLetter"/>
      <w:lvlText w:val="(%1)"/>
      <w:lvlJc w:val="left"/>
      <w:pPr>
        <w:ind w:left="149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2"/>
  </w:num>
  <w:num w:numId="5">
    <w:abstractNumId w:val="9"/>
  </w:num>
  <w:num w:numId="6">
    <w:abstractNumId w:val="21"/>
  </w:num>
  <w:num w:numId="7">
    <w:abstractNumId w:val="14"/>
  </w:num>
  <w:num w:numId="8">
    <w:abstractNumId w:val="13"/>
  </w:num>
  <w:num w:numId="9">
    <w:abstractNumId w:val="10"/>
  </w:num>
  <w:num w:numId="10">
    <w:abstractNumId w:val="16"/>
  </w:num>
  <w:num w:numId="11">
    <w:abstractNumId w:val="15"/>
  </w:num>
  <w:num w:numId="12">
    <w:abstractNumId w:val="0"/>
  </w:num>
  <w:num w:numId="13">
    <w:abstractNumId w:val="11"/>
  </w:num>
  <w:num w:numId="14">
    <w:abstractNumId w:val="1"/>
  </w:num>
  <w:num w:numId="15">
    <w:abstractNumId w:val="20"/>
  </w:num>
  <w:num w:numId="16">
    <w:abstractNumId w:val="12"/>
  </w:num>
  <w:num w:numId="17">
    <w:abstractNumId w:val="17"/>
  </w:num>
  <w:num w:numId="18">
    <w:abstractNumId w:val="8"/>
  </w:num>
  <w:num w:numId="19">
    <w:abstractNumId w:val="7"/>
  </w:num>
  <w:num w:numId="20">
    <w:abstractNumId w:val="18"/>
  </w:num>
  <w:num w:numId="21">
    <w:abstractNumId w:val="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243"/>
    <w:rsid w:val="0005461D"/>
    <w:rsid w:val="00111243"/>
    <w:rsid w:val="00123FD9"/>
    <w:rsid w:val="00150F0E"/>
    <w:rsid w:val="00186711"/>
    <w:rsid w:val="00211228"/>
    <w:rsid w:val="002511A6"/>
    <w:rsid w:val="002754AC"/>
    <w:rsid w:val="00282A39"/>
    <w:rsid w:val="002A6559"/>
    <w:rsid w:val="002A6D45"/>
    <w:rsid w:val="002D7852"/>
    <w:rsid w:val="002F2AE4"/>
    <w:rsid w:val="00303E67"/>
    <w:rsid w:val="00312D92"/>
    <w:rsid w:val="00336834"/>
    <w:rsid w:val="003666C4"/>
    <w:rsid w:val="00470A65"/>
    <w:rsid w:val="00470D4A"/>
    <w:rsid w:val="004A56F3"/>
    <w:rsid w:val="00560265"/>
    <w:rsid w:val="005B1BF9"/>
    <w:rsid w:val="00602509"/>
    <w:rsid w:val="00610156"/>
    <w:rsid w:val="00611B5F"/>
    <w:rsid w:val="00667B0D"/>
    <w:rsid w:val="006C341E"/>
    <w:rsid w:val="00707A02"/>
    <w:rsid w:val="00757266"/>
    <w:rsid w:val="00770E72"/>
    <w:rsid w:val="007A7F7C"/>
    <w:rsid w:val="008148D9"/>
    <w:rsid w:val="00843AC9"/>
    <w:rsid w:val="00853F88"/>
    <w:rsid w:val="00903DFF"/>
    <w:rsid w:val="009118D5"/>
    <w:rsid w:val="009E5219"/>
    <w:rsid w:val="00A06FF2"/>
    <w:rsid w:val="00A47F9E"/>
    <w:rsid w:val="00A5076D"/>
    <w:rsid w:val="00A651CE"/>
    <w:rsid w:val="00A66AA5"/>
    <w:rsid w:val="00A734AD"/>
    <w:rsid w:val="00AC0729"/>
    <w:rsid w:val="00AD4C5D"/>
    <w:rsid w:val="00AE4BC1"/>
    <w:rsid w:val="00B84384"/>
    <w:rsid w:val="00B84810"/>
    <w:rsid w:val="00BD0F24"/>
    <w:rsid w:val="00BD5780"/>
    <w:rsid w:val="00BE72C5"/>
    <w:rsid w:val="00BF0F43"/>
    <w:rsid w:val="00C16D94"/>
    <w:rsid w:val="00C61ECE"/>
    <w:rsid w:val="00C63BDC"/>
    <w:rsid w:val="00CD2C79"/>
    <w:rsid w:val="00D569A3"/>
    <w:rsid w:val="00D6058C"/>
    <w:rsid w:val="00DC2046"/>
    <w:rsid w:val="00E41616"/>
    <w:rsid w:val="00E63B2B"/>
    <w:rsid w:val="00EA4FD1"/>
    <w:rsid w:val="00EA7BFE"/>
    <w:rsid w:val="00F0117C"/>
    <w:rsid w:val="00F34C2C"/>
    <w:rsid w:val="00FA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TW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Arial" w:hAnsi="Arial"/>
      <w:b/>
      <w:kern w:val="30"/>
      <w:sz w:val="30"/>
    </w:rPr>
  </w:style>
  <w:style w:type="paragraph" w:styleId="Heading2">
    <w:name w:val="heading 2"/>
    <w:basedOn w:val="Heading1"/>
    <w:next w:val="Normal"/>
    <w:qFormat/>
    <w:pPr>
      <w:jc w:val="left"/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pPr>
      <w:outlineLvl w:val="2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EndnoteText">
    <w:name w:val="endnote text"/>
    <w:basedOn w:val="Normal"/>
    <w:link w:val="EndnoteTextChar"/>
    <w:rsid w:val="004A56F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4A56F3"/>
    <w:rPr>
      <w:lang w:eastAsia="zh-TW"/>
    </w:rPr>
  </w:style>
  <w:style w:type="character" w:styleId="EndnoteReference">
    <w:name w:val="endnote reference"/>
    <w:basedOn w:val="DefaultParagraphFont"/>
    <w:rsid w:val="004A56F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A56F3"/>
    <w:rPr>
      <w:color w:val="808080"/>
    </w:rPr>
  </w:style>
  <w:style w:type="paragraph" w:styleId="BalloonText">
    <w:name w:val="Balloon Text"/>
    <w:basedOn w:val="Normal"/>
    <w:link w:val="BalloonTextChar"/>
    <w:rsid w:val="004A5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56F3"/>
    <w:rPr>
      <w:rFonts w:ascii="Tahoma" w:hAnsi="Tahoma" w:cs="Tahoma"/>
      <w:sz w:val="16"/>
      <w:szCs w:val="16"/>
      <w:lang w:eastAsia="zh-TW"/>
    </w:rPr>
  </w:style>
  <w:style w:type="table" w:styleId="TableGrid">
    <w:name w:val="Table Grid"/>
    <w:basedOn w:val="TableNormal"/>
    <w:rsid w:val="004A5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Question">
    <w:name w:val="3 Question"/>
    <w:basedOn w:val="Normal"/>
    <w:next w:val="4Questionrest"/>
    <w:rsid w:val="00111243"/>
    <w:pPr>
      <w:widowControl w:val="0"/>
      <w:tabs>
        <w:tab w:val="right" w:pos="567"/>
        <w:tab w:val="left" w:pos="794"/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295" w:after="244" w:line="280" w:lineRule="atLeast"/>
      <w:ind w:left="794" w:hanging="794"/>
    </w:pPr>
    <w:rPr>
      <w:rFonts w:eastAsia="Times New Roman"/>
      <w:noProof/>
      <w:lang w:eastAsia="en-US"/>
    </w:rPr>
  </w:style>
  <w:style w:type="paragraph" w:customStyle="1" w:styleId="4Questionrest">
    <w:name w:val="4 Question rest"/>
    <w:basedOn w:val="Normal"/>
    <w:rsid w:val="00111243"/>
    <w:pPr>
      <w:widowControl w:val="0"/>
      <w:tabs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30" w:after="244" w:line="280" w:lineRule="atLeast"/>
      <w:ind w:left="794"/>
    </w:pPr>
    <w:rPr>
      <w:rFonts w:eastAsia="Times New Roman"/>
      <w:lang w:eastAsia="en-US"/>
    </w:rPr>
  </w:style>
  <w:style w:type="character" w:customStyle="1" w:styleId="2Questionnumber">
    <w:name w:val="2 Question number"/>
    <w:basedOn w:val="DefaultParagraphFont"/>
    <w:rsid w:val="00111243"/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111243"/>
    <w:pPr>
      <w:ind w:left="720"/>
      <w:contextualSpacing/>
    </w:pPr>
  </w:style>
  <w:style w:type="paragraph" w:customStyle="1" w:styleId="question">
    <w:name w:val="question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rightCharCharChar">
    <w:name w:val="right Char Char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mark">
    <w:name w:val="mark"/>
    <w:basedOn w:val="Normal"/>
    <w:uiPriority w:val="99"/>
    <w:rsid w:val="00123FD9"/>
    <w:pPr>
      <w:widowControl w:val="0"/>
      <w:autoSpaceDE w:val="0"/>
      <w:autoSpaceDN w:val="0"/>
      <w:adjustRightInd w:val="0"/>
      <w:jc w:val="right"/>
    </w:pPr>
    <w:rPr>
      <w:rFonts w:eastAsiaTheme="minorEastAsia"/>
      <w:b/>
      <w:bCs/>
      <w:sz w:val="20"/>
      <w:lang w:eastAsia="en-GB"/>
    </w:rPr>
  </w:style>
  <w:style w:type="paragraph" w:customStyle="1" w:styleId="right">
    <w:name w:val="right"/>
    <w:basedOn w:val="Normal"/>
    <w:uiPriority w:val="99"/>
    <w:rsid w:val="00123FD9"/>
    <w:pPr>
      <w:widowControl w:val="0"/>
      <w:tabs>
        <w:tab w:val="right" w:pos="8505"/>
      </w:tabs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questionChar">
    <w:name w:val="question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indent1">
    <w:name w:val="indent1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1134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Normal0">
    <w:name w:val="[Normal]"/>
    <w:rsid w:val="00D6058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en-GB"/>
    </w:rPr>
  </w:style>
  <w:style w:type="paragraph" w:customStyle="1" w:styleId="questiona">
    <w:name w:val="question(a)"/>
    <w:basedOn w:val="question"/>
    <w:uiPriority w:val="99"/>
    <w:rsid w:val="00D6058C"/>
    <w:pPr>
      <w:tabs>
        <w:tab w:val="left" w:pos="567"/>
      </w:tabs>
      <w:ind w:left="1134" w:hanging="1134"/>
    </w:pPr>
  </w:style>
  <w:style w:type="paragraph" w:customStyle="1" w:styleId="rightChar">
    <w:name w:val="right Char"/>
    <w:basedOn w:val="Normal0"/>
    <w:uiPriority w:val="99"/>
    <w:rsid w:val="00D6058C"/>
    <w:pPr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graph">
    <w:name w:val="graph"/>
    <w:basedOn w:val="Normal0"/>
    <w:uiPriority w:val="99"/>
    <w:rsid w:val="00D6058C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D6058C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D6058C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D6058C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graphChar">
    <w:name w:val="graph Char"/>
    <w:basedOn w:val="Normal"/>
    <w:uiPriority w:val="99"/>
    <w:rsid w:val="00D6058C"/>
    <w:pPr>
      <w:widowControl w:val="0"/>
      <w:autoSpaceDE w:val="0"/>
      <w:autoSpaceDN w:val="0"/>
      <w:adjustRightInd w:val="0"/>
      <w:spacing w:before="240"/>
      <w:ind w:left="567" w:right="567" w:hanging="567"/>
      <w:jc w:val="center"/>
    </w:pPr>
    <w:rPr>
      <w:rFonts w:eastAsiaTheme="minorEastAsia"/>
      <w:sz w:val="22"/>
      <w:szCs w:val="22"/>
      <w:lang w:eastAsia="en-GB"/>
    </w:rPr>
  </w:style>
  <w:style w:type="paragraph" w:customStyle="1" w:styleId="questionai">
    <w:name w:val="question(a)(i)"/>
    <w:basedOn w:val="questiona"/>
    <w:uiPriority w:val="99"/>
    <w:rsid w:val="005B1BF9"/>
    <w:pPr>
      <w:tabs>
        <w:tab w:val="left" w:pos="1134"/>
      </w:tabs>
      <w:ind w:left="1701" w:hanging="1701"/>
    </w:pPr>
  </w:style>
  <w:style w:type="paragraph" w:customStyle="1" w:styleId="indent3">
    <w:name w:val="indent3"/>
    <w:basedOn w:val="Normal0"/>
    <w:uiPriority w:val="99"/>
    <w:rsid w:val="005B1BF9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">
    <w:name w:val="question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CharCharCharCharCharCharCharCharCharCharCharCharCharCharCharCharChar">
    <w:name w:val="question Char Char Char Char Char Char Char Char Char Char Char Char Char Char Char Char Char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character" w:customStyle="1" w:styleId="A16">
    <w:name w:val="A16"/>
    <w:basedOn w:val="DefaultParagraphFont"/>
    <w:uiPriority w:val="99"/>
    <w:rsid w:val="00F34C2C"/>
    <w:rPr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903D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TW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Arial" w:hAnsi="Arial"/>
      <w:b/>
      <w:kern w:val="30"/>
      <w:sz w:val="30"/>
    </w:rPr>
  </w:style>
  <w:style w:type="paragraph" w:styleId="Heading2">
    <w:name w:val="heading 2"/>
    <w:basedOn w:val="Heading1"/>
    <w:next w:val="Normal"/>
    <w:qFormat/>
    <w:pPr>
      <w:jc w:val="left"/>
      <w:outlineLvl w:val="1"/>
    </w:pPr>
    <w:rPr>
      <w:sz w:val="24"/>
    </w:rPr>
  </w:style>
  <w:style w:type="paragraph" w:styleId="Heading3">
    <w:name w:val="heading 3"/>
    <w:basedOn w:val="Heading2"/>
    <w:next w:val="Normal"/>
    <w:qFormat/>
    <w:pPr>
      <w:outlineLvl w:val="2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EndnoteText">
    <w:name w:val="endnote text"/>
    <w:basedOn w:val="Normal"/>
    <w:link w:val="EndnoteTextChar"/>
    <w:rsid w:val="004A56F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4A56F3"/>
    <w:rPr>
      <w:lang w:eastAsia="zh-TW"/>
    </w:rPr>
  </w:style>
  <w:style w:type="character" w:styleId="EndnoteReference">
    <w:name w:val="endnote reference"/>
    <w:basedOn w:val="DefaultParagraphFont"/>
    <w:rsid w:val="004A56F3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A56F3"/>
    <w:rPr>
      <w:color w:val="808080"/>
    </w:rPr>
  </w:style>
  <w:style w:type="paragraph" w:styleId="BalloonText">
    <w:name w:val="Balloon Text"/>
    <w:basedOn w:val="Normal"/>
    <w:link w:val="BalloonTextChar"/>
    <w:rsid w:val="004A5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56F3"/>
    <w:rPr>
      <w:rFonts w:ascii="Tahoma" w:hAnsi="Tahoma" w:cs="Tahoma"/>
      <w:sz w:val="16"/>
      <w:szCs w:val="16"/>
      <w:lang w:eastAsia="zh-TW"/>
    </w:rPr>
  </w:style>
  <w:style w:type="table" w:styleId="TableGrid">
    <w:name w:val="Table Grid"/>
    <w:basedOn w:val="TableNormal"/>
    <w:rsid w:val="004A5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Question">
    <w:name w:val="3 Question"/>
    <w:basedOn w:val="Normal"/>
    <w:next w:val="4Questionrest"/>
    <w:rsid w:val="00111243"/>
    <w:pPr>
      <w:widowControl w:val="0"/>
      <w:tabs>
        <w:tab w:val="right" w:pos="567"/>
        <w:tab w:val="left" w:pos="794"/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295" w:after="244" w:line="280" w:lineRule="atLeast"/>
      <w:ind w:left="794" w:hanging="794"/>
    </w:pPr>
    <w:rPr>
      <w:rFonts w:eastAsia="Times New Roman"/>
      <w:noProof/>
      <w:lang w:eastAsia="en-US"/>
    </w:rPr>
  </w:style>
  <w:style w:type="paragraph" w:customStyle="1" w:styleId="4Questionrest">
    <w:name w:val="4 Question rest"/>
    <w:basedOn w:val="Normal"/>
    <w:rsid w:val="00111243"/>
    <w:pPr>
      <w:widowControl w:val="0"/>
      <w:tabs>
        <w:tab w:val="left" w:pos="1276"/>
        <w:tab w:val="left" w:pos="1758"/>
        <w:tab w:val="left" w:pos="2240"/>
        <w:tab w:val="left" w:pos="2722"/>
        <w:tab w:val="left" w:pos="3204"/>
        <w:tab w:val="left" w:pos="3686"/>
        <w:tab w:val="left" w:pos="4167"/>
        <w:tab w:val="left" w:pos="4649"/>
        <w:tab w:val="left" w:pos="5131"/>
        <w:tab w:val="left" w:pos="5613"/>
        <w:tab w:val="left" w:pos="6095"/>
        <w:tab w:val="left" w:pos="6577"/>
        <w:tab w:val="left" w:pos="7059"/>
        <w:tab w:val="left" w:pos="7541"/>
      </w:tabs>
      <w:spacing w:before="30" w:after="244" w:line="280" w:lineRule="atLeast"/>
      <w:ind w:left="794"/>
    </w:pPr>
    <w:rPr>
      <w:rFonts w:eastAsia="Times New Roman"/>
      <w:lang w:eastAsia="en-US"/>
    </w:rPr>
  </w:style>
  <w:style w:type="character" w:customStyle="1" w:styleId="2Questionnumber">
    <w:name w:val="2 Question number"/>
    <w:basedOn w:val="DefaultParagraphFont"/>
    <w:rsid w:val="00111243"/>
    <w:rPr>
      <w:rFonts w:ascii="Arial" w:hAnsi="Arial"/>
      <w:b/>
      <w:sz w:val="24"/>
    </w:rPr>
  </w:style>
  <w:style w:type="paragraph" w:styleId="ListParagraph">
    <w:name w:val="List Paragraph"/>
    <w:basedOn w:val="Normal"/>
    <w:uiPriority w:val="34"/>
    <w:qFormat/>
    <w:rsid w:val="00111243"/>
    <w:pPr>
      <w:ind w:left="720"/>
      <w:contextualSpacing/>
    </w:pPr>
  </w:style>
  <w:style w:type="paragraph" w:customStyle="1" w:styleId="question">
    <w:name w:val="question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rightCharCharChar">
    <w:name w:val="right Char Char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mark">
    <w:name w:val="mark"/>
    <w:basedOn w:val="Normal"/>
    <w:uiPriority w:val="99"/>
    <w:rsid w:val="00123FD9"/>
    <w:pPr>
      <w:widowControl w:val="0"/>
      <w:autoSpaceDE w:val="0"/>
      <w:autoSpaceDN w:val="0"/>
      <w:adjustRightInd w:val="0"/>
      <w:jc w:val="right"/>
    </w:pPr>
    <w:rPr>
      <w:rFonts w:eastAsiaTheme="minorEastAsia"/>
      <w:b/>
      <w:bCs/>
      <w:sz w:val="20"/>
      <w:lang w:eastAsia="en-GB"/>
    </w:rPr>
  </w:style>
  <w:style w:type="paragraph" w:customStyle="1" w:styleId="right">
    <w:name w:val="right"/>
    <w:basedOn w:val="Normal"/>
    <w:uiPriority w:val="99"/>
    <w:rsid w:val="00123FD9"/>
    <w:pPr>
      <w:widowControl w:val="0"/>
      <w:tabs>
        <w:tab w:val="right" w:pos="8505"/>
      </w:tabs>
      <w:autoSpaceDE w:val="0"/>
      <w:autoSpaceDN w:val="0"/>
      <w:adjustRightInd w:val="0"/>
      <w:spacing w:before="240"/>
      <w:ind w:right="1134"/>
      <w:jc w:val="right"/>
    </w:pPr>
    <w:rPr>
      <w:rFonts w:eastAsiaTheme="minorEastAsia"/>
      <w:sz w:val="22"/>
      <w:szCs w:val="22"/>
      <w:lang w:eastAsia="en-GB"/>
    </w:rPr>
  </w:style>
  <w:style w:type="paragraph" w:customStyle="1" w:styleId="questionChar">
    <w:name w:val="question Char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indent1">
    <w:name w:val="indent1"/>
    <w:basedOn w:val="Normal"/>
    <w:uiPriority w:val="99"/>
    <w:rsid w:val="00123FD9"/>
    <w:pPr>
      <w:widowControl w:val="0"/>
      <w:autoSpaceDE w:val="0"/>
      <w:autoSpaceDN w:val="0"/>
      <w:adjustRightInd w:val="0"/>
      <w:spacing w:before="240"/>
      <w:ind w:left="1134" w:right="567" w:hanging="567"/>
    </w:pPr>
    <w:rPr>
      <w:rFonts w:eastAsiaTheme="minorEastAsia"/>
      <w:sz w:val="22"/>
      <w:szCs w:val="22"/>
      <w:lang w:eastAsia="en-GB"/>
    </w:rPr>
  </w:style>
  <w:style w:type="paragraph" w:customStyle="1" w:styleId="Normal0">
    <w:name w:val="[Normal]"/>
    <w:rsid w:val="00D6058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en-GB"/>
    </w:rPr>
  </w:style>
  <w:style w:type="paragraph" w:customStyle="1" w:styleId="questiona">
    <w:name w:val="question(a)"/>
    <w:basedOn w:val="question"/>
    <w:uiPriority w:val="99"/>
    <w:rsid w:val="00D6058C"/>
    <w:pPr>
      <w:tabs>
        <w:tab w:val="left" w:pos="567"/>
      </w:tabs>
      <w:ind w:left="1134" w:hanging="1134"/>
    </w:pPr>
  </w:style>
  <w:style w:type="paragraph" w:customStyle="1" w:styleId="rightChar">
    <w:name w:val="right Char"/>
    <w:basedOn w:val="Normal0"/>
    <w:uiPriority w:val="99"/>
    <w:rsid w:val="00D6058C"/>
    <w:pPr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graph">
    <w:name w:val="graph"/>
    <w:basedOn w:val="Normal0"/>
    <w:uiPriority w:val="99"/>
    <w:rsid w:val="00D6058C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D6058C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D6058C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D6058C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graphChar">
    <w:name w:val="graph Char"/>
    <w:basedOn w:val="Normal"/>
    <w:uiPriority w:val="99"/>
    <w:rsid w:val="00D6058C"/>
    <w:pPr>
      <w:widowControl w:val="0"/>
      <w:autoSpaceDE w:val="0"/>
      <w:autoSpaceDN w:val="0"/>
      <w:adjustRightInd w:val="0"/>
      <w:spacing w:before="240"/>
      <w:ind w:left="567" w:right="567" w:hanging="567"/>
      <w:jc w:val="center"/>
    </w:pPr>
    <w:rPr>
      <w:rFonts w:eastAsiaTheme="minorEastAsia"/>
      <w:sz w:val="22"/>
      <w:szCs w:val="22"/>
      <w:lang w:eastAsia="en-GB"/>
    </w:rPr>
  </w:style>
  <w:style w:type="paragraph" w:customStyle="1" w:styleId="questionai">
    <w:name w:val="question(a)(i)"/>
    <w:basedOn w:val="questiona"/>
    <w:uiPriority w:val="99"/>
    <w:rsid w:val="005B1BF9"/>
    <w:pPr>
      <w:tabs>
        <w:tab w:val="left" w:pos="1134"/>
      </w:tabs>
      <w:ind w:left="1701" w:hanging="1701"/>
    </w:pPr>
  </w:style>
  <w:style w:type="paragraph" w:customStyle="1" w:styleId="indent3">
    <w:name w:val="indent3"/>
    <w:basedOn w:val="Normal0"/>
    <w:uiPriority w:val="99"/>
    <w:rsid w:val="005B1BF9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">
    <w:name w:val="question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CharCharCharCharCharCharCharCharCharCharCharCharCharCharCharCharCharCharCharChar">
    <w:name w:val="question Char Char Char Char Char Char Char Char Char Char Char Char Char Char Char Char Char Char Char Char Char Char"/>
    <w:basedOn w:val="Normal0"/>
    <w:uiPriority w:val="99"/>
    <w:rsid w:val="00F34C2C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character" w:customStyle="1" w:styleId="A16">
    <w:name w:val="A16"/>
    <w:basedOn w:val="DefaultParagraphFont"/>
    <w:uiPriority w:val="99"/>
    <w:rsid w:val="00F34C2C"/>
    <w:rPr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903D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image" Target="media/image18.wmf"/><Relationship Id="rId39" Type="http://schemas.openxmlformats.org/officeDocument/2006/relationships/image" Target="media/image31.png"/><Relationship Id="rId21" Type="http://schemas.openxmlformats.org/officeDocument/2006/relationships/image" Target="media/image13.wmf"/><Relationship Id="rId34" Type="http://schemas.openxmlformats.org/officeDocument/2006/relationships/image" Target="media/image26.wmf"/><Relationship Id="rId42" Type="http://schemas.openxmlformats.org/officeDocument/2006/relationships/image" Target="media/image34.wmf"/><Relationship Id="rId47" Type="http://schemas.openxmlformats.org/officeDocument/2006/relationships/image" Target="media/image39.wmf"/><Relationship Id="rId50" Type="http://schemas.openxmlformats.org/officeDocument/2006/relationships/image" Target="media/image42.wmf"/><Relationship Id="rId55" Type="http://schemas.openxmlformats.org/officeDocument/2006/relationships/image" Target="media/image47.wmf"/><Relationship Id="rId63" Type="http://schemas.openxmlformats.org/officeDocument/2006/relationships/image" Target="media/image55.wmf"/><Relationship Id="rId68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9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40" Type="http://schemas.openxmlformats.org/officeDocument/2006/relationships/image" Target="media/image32.png"/><Relationship Id="rId45" Type="http://schemas.openxmlformats.org/officeDocument/2006/relationships/image" Target="media/image37.wmf"/><Relationship Id="rId53" Type="http://schemas.openxmlformats.org/officeDocument/2006/relationships/image" Target="media/image45.wmf"/><Relationship Id="rId58" Type="http://schemas.openxmlformats.org/officeDocument/2006/relationships/image" Target="media/image50.wmf"/><Relationship Id="rId66" Type="http://schemas.openxmlformats.org/officeDocument/2006/relationships/hyperlink" Target="http://www.youtube.com/playlist?list=PL6gmFzbX96L1n1zqEgZq9Xca3qTbFk39R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8.wmf"/><Relationship Id="rId49" Type="http://schemas.openxmlformats.org/officeDocument/2006/relationships/image" Target="media/image41.wmf"/><Relationship Id="rId57" Type="http://schemas.openxmlformats.org/officeDocument/2006/relationships/image" Target="media/image49.wmf"/><Relationship Id="rId61" Type="http://schemas.openxmlformats.org/officeDocument/2006/relationships/image" Target="media/image53.wmf"/><Relationship Id="rId10" Type="http://schemas.openxmlformats.org/officeDocument/2006/relationships/image" Target="media/image2.gif"/><Relationship Id="rId19" Type="http://schemas.openxmlformats.org/officeDocument/2006/relationships/image" Target="media/image11.wmf"/><Relationship Id="rId31" Type="http://schemas.openxmlformats.org/officeDocument/2006/relationships/image" Target="media/image23.wmf"/><Relationship Id="rId44" Type="http://schemas.openxmlformats.org/officeDocument/2006/relationships/image" Target="media/image36.wmf"/><Relationship Id="rId52" Type="http://schemas.openxmlformats.org/officeDocument/2006/relationships/image" Target="media/image44.wmf"/><Relationship Id="rId60" Type="http://schemas.openxmlformats.org/officeDocument/2006/relationships/image" Target="media/image52.wmf"/><Relationship Id="rId65" Type="http://schemas.openxmlformats.org/officeDocument/2006/relationships/image" Target="media/image5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png"/><Relationship Id="rId35" Type="http://schemas.openxmlformats.org/officeDocument/2006/relationships/image" Target="media/image27.wmf"/><Relationship Id="rId43" Type="http://schemas.openxmlformats.org/officeDocument/2006/relationships/image" Target="media/image35.wmf"/><Relationship Id="rId48" Type="http://schemas.openxmlformats.org/officeDocument/2006/relationships/image" Target="media/image40.wmf"/><Relationship Id="rId56" Type="http://schemas.openxmlformats.org/officeDocument/2006/relationships/image" Target="media/image48.wmf"/><Relationship Id="rId64" Type="http://schemas.openxmlformats.org/officeDocument/2006/relationships/hyperlink" Target="http://glynmathsgcse.wikispaces.com/METHODS+Revision" TargetMode="External"/><Relationship Id="rId69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43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38" Type="http://schemas.openxmlformats.org/officeDocument/2006/relationships/image" Target="media/image30.wmf"/><Relationship Id="rId46" Type="http://schemas.openxmlformats.org/officeDocument/2006/relationships/image" Target="media/image38.wmf"/><Relationship Id="rId59" Type="http://schemas.openxmlformats.org/officeDocument/2006/relationships/image" Target="media/image51.wmf"/><Relationship Id="rId67" Type="http://schemas.openxmlformats.org/officeDocument/2006/relationships/image" Target="media/image57.png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54" Type="http://schemas.openxmlformats.org/officeDocument/2006/relationships/image" Target="media/image46.wmf"/><Relationship Id="rId62" Type="http://schemas.openxmlformats.org/officeDocument/2006/relationships/image" Target="media/image54.wmf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1D6A0-84B4-478B-A117-8C3A1E3B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68F3D2DD.dotm</Template>
  <TotalTime>1</TotalTime>
  <Pages>24</Pages>
  <Words>3019</Words>
  <Characters>17210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Ashcombe School</Company>
  <LinksUpToDate>false</LinksUpToDate>
  <CharactersWithSpaces>20189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Bright</dc:creator>
  <cp:lastModifiedBy>FILE</cp:lastModifiedBy>
  <cp:revision>2</cp:revision>
  <cp:lastPrinted>2012-03-14T07:35:00Z</cp:lastPrinted>
  <dcterms:created xsi:type="dcterms:W3CDTF">2013-06-17T22:26:00Z</dcterms:created>
  <dcterms:modified xsi:type="dcterms:W3CDTF">2013-06-17T22:26:00Z</dcterms:modified>
</cp:coreProperties>
</file>